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8F3033" w14:textId="57DC9823" w:rsidR="002A56F9" w:rsidRPr="002E77A7" w:rsidRDefault="002B1681" w:rsidP="00364903">
      <w:pPr>
        <w:jc w:val="both"/>
        <w:rPr>
          <w:rFonts w:ascii="Times New Roman" w:hAnsi="Times New Roman" w:cs="Times New Roman"/>
          <w:b/>
          <w:color w:val="002060"/>
          <w:sz w:val="22"/>
          <w:szCs w:val="22"/>
        </w:rPr>
      </w:pPr>
      <w:r w:rsidRPr="002E77A7">
        <w:rPr>
          <w:rFonts w:ascii="Times New Roman" w:hAnsi="Times New Roman" w:cs="Times New Roman"/>
          <w:b/>
          <w:color w:val="002060"/>
          <w:sz w:val="22"/>
          <w:szCs w:val="22"/>
        </w:rPr>
        <w:t>Termes de Références </w:t>
      </w:r>
      <w:r w:rsidR="007749C6" w:rsidRPr="002E77A7">
        <w:rPr>
          <w:rFonts w:ascii="Times New Roman" w:hAnsi="Times New Roman" w:cs="Times New Roman"/>
          <w:b/>
          <w:color w:val="002060"/>
          <w:sz w:val="22"/>
          <w:szCs w:val="22"/>
        </w:rPr>
        <w:t xml:space="preserve">: </w:t>
      </w:r>
      <w:r w:rsidR="00DD3309" w:rsidRPr="002E77A7">
        <w:rPr>
          <w:rFonts w:ascii="Times New Roman" w:hAnsi="Times New Roman" w:cs="Times New Roman"/>
          <w:b/>
          <w:color w:val="002060"/>
          <w:sz w:val="22"/>
          <w:szCs w:val="22"/>
        </w:rPr>
        <w:t>S</w:t>
      </w:r>
      <w:r w:rsidR="00700B52" w:rsidRPr="002E77A7">
        <w:rPr>
          <w:rFonts w:ascii="Times New Roman" w:hAnsi="Times New Roman" w:cs="Times New Roman"/>
          <w:b/>
          <w:color w:val="002060"/>
          <w:sz w:val="22"/>
          <w:szCs w:val="22"/>
        </w:rPr>
        <w:t>ensibiliser les autorités communales pour la mise en place des clubs mixtes des jeunes SDR et sélectionner les jeunes responsables des clubs des Mixtes</w:t>
      </w:r>
    </w:p>
    <w:p w14:paraId="0D31B9CC" w14:textId="56390AC4" w:rsidR="002B1681" w:rsidRPr="002E77A7" w:rsidRDefault="007872FD" w:rsidP="00364903">
      <w:pPr>
        <w:jc w:val="both"/>
        <w:rPr>
          <w:rFonts w:ascii="Times New Roman" w:eastAsia="MS Mincho" w:hAnsi="Times New Roman" w:cs="Times New Roman"/>
          <w:b/>
          <w:color w:val="002060"/>
          <w:sz w:val="22"/>
          <w:szCs w:val="22"/>
          <w:lang w:eastAsia="ja-JP"/>
        </w:rPr>
      </w:pPr>
      <w:r>
        <w:rPr>
          <w:rFonts w:ascii="Times New Roman" w:eastAsia="MS Mincho" w:hAnsi="Times New Roman" w:cs="Times New Roman"/>
          <w:b/>
          <w:color w:val="002060"/>
          <w:sz w:val="22"/>
          <w:szCs w:val="22"/>
          <w:lang w:eastAsia="ja-JP"/>
        </w:rPr>
        <w:pict w14:anchorId="655EE3E2">
          <v:rect id="_x0000_i1026" style="width:0;height:1.5pt" o:hralign="center" o:hrstd="t" o:hr="t" fillcolor="#a0a0a0" stroked="f"/>
        </w:pict>
      </w:r>
    </w:p>
    <w:tbl>
      <w:tblPr>
        <w:tblStyle w:val="Grilledutableau"/>
        <w:tblW w:w="11057" w:type="dxa"/>
        <w:tblInd w:w="-86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844"/>
        <w:gridCol w:w="3442"/>
        <w:gridCol w:w="2485"/>
        <w:gridCol w:w="1134"/>
        <w:gridCol w:w="2152"/>
      </w:tblGrid>
      <w:tr w:rsidR="002B1681" w:rsidRPr="002E77A7" w14:paraId="038085F8" w14:textId="77777777" w:rsidTr="00AD5CEA">
        <w:trPr>
          <w:trHeight w:val="152"/>
        </w:trPr>
        <w:tc>
          <w:tcPr>
            <w:tcW w:w="1844" w:type="dxa"/>
            <w:tcBorders>
              <w:top w:val="single" w:sz="8" w:space="0" w:color="auto"/>
              <w:left w:val="single" w:sz="8" w:space="0" w:color="auto"/>
            </w:tcBorders>
            <w:shd w:val="clear" w:color="auto" w:fill="DBE5F1" w:themeFill="accent1" w:themeFillTint="33"/>
          </w:tcPr>
          <w:p w14:paraId="47B18347" w14:textId="77777777" w:rsidR="002B1681" w:rsidRPr="002E77A7" w:rsidRDefault="002B1681"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Titre du projet</w:t>
            </w:r>
          </w:p>
        </w:tc>
        <w:tc>
          <w:tcPr>
            <w:tcW w:w="9213" w:type="dxa"/>
            <w:gridSpan w:val="4"/>
            <w:tcBorders>
              <w:top w:val="single" w:sz="8" w:space="0" w:color="auto"/>
              <w:right w:val="single" w:sz="8" w:space="0" w:color="auto"/>
            </w:tcBorders>
          </w:tcPr>
          <w:p w14:paraId="00060F2B" w14:textId="2185D36F" w:rsidR="002B1681" w:rsidRPr="002E77A7" w:rsidRDefault="002A0D6F" w:rsidP="00364903">
            <w:pPr>
              <w:spacing w:after="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TUBAKARORERO/SDSR Solutions</w:t>
            </w:r>
          </w:p>
        </w:tc>
      </w:tr>
      <w:tr w:rsidR="002B1681" w:rsidRPr="002E77A7" w14:paraId="4B06CB95" w14:textId="77777777" w:rsidTr="00DD3309">
        <w:trPr>
          <w:trHeight w:val="1595"/>
        </w:trPr>
        <w:tc>
          <w:tcPr>
            <w:tcW w:w="1844" w:type="dxa"/>
            <w:tcBorders>
              <w:left w:val="single" w:sz="8" w:space="0" w:color="auto"/>
            </w:tcBorders>
            <w:shd w:val="clear" w:color="auto" w:fill="DBE5F1" w:themeFill="accent1" w:themeFillTint="33"/>
          </w:tcPr>
          <w:p w14:paraId="74A0280D" w14:textId="77777777" w:rsidR="002B1681" w:rsidRPr="002E77A7" w:rsidRDefault="002B1681"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Objectif   </w:t>
            </w:r>
          </w:p>
        </w:tc>
        <w:tc>
          <w:tcPr>
            <w:tcW w:w="9213" w:type="dxa"/>
            <w:gridSpan w:val="4"/>
            <w:tcBorders>
              <w:right w:val="single" w:sz="8" w:space="0" w:color="auto"/>
            </w:tcBorders>
          </w:tcPr>
          <w:p w14:paraId="6B8A4034" w14:textId="5DC3DA17" w:rsidR="004B4C4E" w:rsidRPr="002E77A7" w:rsidRDefault="004B4C4E" w:rsidP="00364903">
            <w:pPr>
              <w:autoSpaceDE w:val="0"/>
              <w:autoSpaceDN w:val="0"/>
              <w:adjustRightInd w:val="0"/>
              <w:jc w:val="both"/>
              <w:rPr>
                <w:rFonts w:ascii="Times New Roman" w:hAnsi="Times New Roman" w:cs="Times New Roman"/>
                <w:sz w:val="22"/>
                <w:szCs w:val="22"/>
              </w:rPr>
            </w:pPr>
            <w:r w:rsidRPr="002E77A7">
              <w:rPr>
                <w:rFonts w:ascii="Times New Roman" w:hAnsi="Times New Roman" w:cs="Times New Roman"/>
                <w:sz w:val="22"/>
                <w:szCs w:val="22"/>
              </w:rPr>
              <w:t xml:space="preserve">Contribuer </w:t>
            </w:r>
            <w:r w:rsidR="00DD3309" w:rsidRPr="002E77A7">
              <w:rPr>
                <w:rFonts w:ascii="Times New Roman" w:hAnsi="Times New Roman" w:cs="Times New Roman"/>
                <w:sz w:val="22"/>
                <w:szCs w:val="22"/>
              </w:rPr>
              <w:t xml:space="preserve">à l’amélioration de la </w:t>
            </w:r>
            <w:r w:rsidR="00B30B97" w:rsidRPr="002E77A7">
              <w:rPr>
                <w:rFonts w:ascii="Times New Roman" w:hAnsi="Times New Roman" w:cs="Times New Roman"/>
                <w:sz w:val="22"/>
                <w:szCs w:val="22"/>
              </w:rPr>
              <w:t>SDSR et</w:t>
            </w:r>
            <w:r w:rsidR="002A0D6F" w:rsidRPr="002E77A7">
              <w:rPr>
                <w:rFonts w:ascii="Times New Roman" w:hAnsi="Times New Roman" w:cs="Times New Roman"/>
                <w:sz w:val="22"/>
                <w:szCs w:val="22"/>
              </w:rPr>
              <w:t xml:space="preserve"> genre à travers le renforcement des YLOS et WLOS</w:t>
            </w:r>
          </w:p>
          <w:p w14:paraId="3F2D619E" w14:textId="0118C2AE" w:rsidR="00BA1CC1" w:rsidRPr="002E77A7" w:rsidRDefault="002A0D6F" w:rsidP="00364903">
            <w:pPr>
              <w:autoSpaceDE w:val="0"/>
              <w:autoSpaceDN w:val="0"/>
              <w:adjustRightInd w:val="0"/>
              <w:jc w:val="both"/>
              <w:rPr>
                <w:rFonts w:ascii="Times New Roman" w:hAnsi="Times New Roman" w:cs="Times New Roman"/>
                <w:sz w:val="22"/>
                <w:szCs w:val="22"/>
              </w:rPr>
            </w:pPr>
            <w:r w:rsidRPr="002E77A7">
              <w:rPr>
                <w:rFonts w:ascii="Times New Roman" w:hAnsi="Times New Roman" w:cs="Times New Roman"/>
                <w:sz w:val="22"/>
                <w:szCs w:val="22"/>
              </w:rPr>
              <w:t>Mettre en action 6clubs mixtes en vue de promouvoir la SDR des jeunes et le Genre</w:t>
            </w:r>
          </w:p>
        </w:tc>
      </w:tr>
      <w:tr w:rsidR="002B1681" w:rsidRPr="002E77A7" w14:paraId="741C6CA9" w14:textId="77777777" w:rsidTr="00F10275">
        <w:trPr>
          <w:trHeight w:val="50"/>
        </w:trPr>
        <w:tc>
          <w:tcPr>
            <w:tcW w:w="1844" w:type="dxa"/>
            <w:tcBorders>
              <w:left w:val="single" w:sz="8" w:space="0" w:color="auto"/>
            </w:tcBorders>
            <w:shd w:val="clear" w:color="auto" w:fill="DBE5F1" w:themeFill="accent1" w:themeFillTint="33"/>
          </w:tcPr>
          <w:p w14:paraId="1C6E48F7" w14:textId="77777777" w:rsidR="00B33CB1" w:rsidRPr="002E77A7" w:rsidRDefault="002B1681"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Indicateur de </w:t>
            </w:r>
          </w:p>
          <w:p w14:paraId="5EBCDD28" w14:textId="4778DB75" w:rsidR="002B1681" w:rsidRPr="002E77A7" w:rsidRDefault="00CC7B6F"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L’activité</w:t>
            </w:r>
          </w:p>
        </w:tc>
        <w:tc>
          <w:tcPr>
            <w:tcW w:w="9213" w:type="dxa"/>
            <w:gridSpan w:val="4"/>
            <w:tcBorders>
              <w:right w:val="single" w:sz="8" w:space="0" w:color="auto"/>
            </w:tcBorders>
          </w:tcPr>
          <w:p w14:paraId="63778D68" w14:textId="704528AA" w:rsidR="00007430" w:rsidRPr="002E77A7" w:rsidRDefault="00382B44" w:rsidP="00364903">
            <w:pPr>
              <w:pStyle w:val="Paragraphedeliste"/>
              <w:numPr>
                <w:ilvl w:val="0"/>
                <w:numId w:val="3"/>
              </w:numPr>
              <w:tabs>
                <w:tab w:val="left" w:pos="709"/>
              </w:tabs>
              <w:spacing w:before="120" w:after="0"/>
              <w:jc w:val="both"/>
              <w:rPr>
                <w:rFonts w:ascii="Times New Roman" w:hAnsi="Times New Roman" w:cs="Times New Roman"/>
                <w:bCs/>
                <w:sz w:val="22"/>
                <w:szCs w:val="22"/>
              </w:rPr>
            </w:pPr>
            <w:r w:rsidRPr="002E77A7">
              <w:rPr>
                <w:rFonts w:ascii="Times New Roman" w:hAnsi="Times New Roman" w:cs="Times New Roman"/>
                <w:bCs/>
                <w:sz w:val="22"/>
                <w:szCs w:val="22"/>
              </w:rPr>
              <w:t>Des Autorités</w:t>
            </w:r>
            <w:r w:rsidR="00BA1CC1" w:rsidRPr="002E77A7">
              <w:rPr>
                <w:rFonts w:ascii="Times New Roman" w:hAnsi="Times New Roman" w:cs="Times New Roman"/>
                <w:bCs/>
                <w:sz w:val="22"/>
                <w:szCs w:val="22"/>
              </w:rPr>
              <w:t xml:space="preserve"> communales</w:t>
            </w:r>
            <w:r w:rsidR="00007430" w:rsidRPr="002E77A7">
              <w:rPr>
                <w:rFonts w:ascii="Times New Roman" w:hAnsi="Times New Roman" w:cs="Times New Roman"/>
                <w:bCs/>
                <w:sz w:val="22"/>
                <w:szCs w:val="22"/>
              </w:rPr>
              <w:t xml:space="preserve"> seront informé</w:t>
            </w:r>
            <w:r w:rsidR="00BA1CC1" w:rsidRPr="002E77A7">
              <w:rPr>
                <w:rFonts w:ascii="Times New Roman" w:hAnsi="Times New Roman" w:cs="Times New Roman"/>
                <w:bCs/>
                <w:sz w:val="22"/>
                <w:szCs w:val="22"/>
              </w:rPr>
              <w:t>e</w:t>
            </w:r>
            <w:r w:rsidR="00007430" w:rsidRPr="002E77A7">
              <w:rPr>
                <w:rFonts w:ascii="Times New Roman" w:hAnsi="Times New Roman" w:cs="Times New Roman"/>
                <w:bCs/>
                <w:sz w:val="22"/>
                <w:szCs w:val="22"/>
              </w:rPr>
              <w:t>s et sensibilisé</w:t>
            </w:r>
            <w:r w:rsidR="00BA1CC1" w:rsidRPr="002E77A7">
              <w:rPr>
                <w:rFonts w:ascii="Times New Roman" w:hAnsi="Times New Roman" w:cs="Times New Roman"/>
                <w:bCs/>
                <w:sz w:val="22"/>
                <w:szCs w:val="22"/>
              </w:rPr>
              <w:t>e</w:t>
            </w:r>
            <w:r w:rsidR="00007430" w:rsidRPr="002E77A7">
              <w:rPr>
                <w:rFonts w:ascii="Times New Roman" w:hAnsi="Times New Roman" w:cs="Times New Roman"/>
                <w:bCs/>
                <w:sz w:val="22"/>
                <w:szCs w:val="22"/>
              </w:rPr>
              <w:t xml:space="preserve">s sur </w:t>
            </w:r>
            <w:r w:rsidR="00BA1CC1" w:rsidRPr="002E77A7">
              <w:rPr>
                <w:rFonts w:ascii="Times New Roman" w:hAnsi="Times New Roman" w:cs="Times New Roman"/>
                <w:bCs/>
                <w:sz w:val="22"/>
                <w:szCs w:val="22"/>
              </w:rPr>
              <w:t>la mise en place des Clubs Mixtes des jeunes et la sélection de ses responsables</w:t>
            </w:r>
          </w:p>
          <w:p w14:paraId="0E7D330F" w14:textId="51404F98" w:rsidR="002B1681" w:rsidRPr="002E77A7" w:rsidRDefault="00A70D43" w:rsidP="00364903">
            <w:pPr>
              <w:pStyle w:val="Paragraphedeliste"/>
              <w:numPr>
                <w:ilvl w:val="0"/>
                <w:numId w:val="3"/>
              </w:numPr>
              <w:tabs>
                <w:tab w:val="left" w:pos="709"/>
              </w:tabs>
              <w:spacing w:before="120" w:after="0"/>
              <w:jc w:val="both"/>
              <w:rPr>
                <w:rFonts w:ascii="Times New Roman" w:hAnsi="Times New Roman" w:cs="Times New Roman"/>
                <w:bCs/>
                <w:sz w:val="22"/>
                <w:szCs w:val="22"/>
              </w:rPr>
            </w:pPr>
            <w:r w:rsidRPr="002E77A7">
              <w:rPr>
                <w:rFonts w:ascii="Times New Roman" w:hAnsi="Times New Roman" w:cs="Times New Roman"/>
                <w:bCs/>
                <w:sz w:val="22"/>
                <w:szCs w:val="22"/>
              </w:rPr>
              <w:t>12</w:t>
            </w:r>
            <w:r w:rsidR="004B4C4E" w:rsidRPr="002E77A7">
              <w:rPr>
                <w:rFonts w:ascii="Times New Roman" w:hAnsi="Times New Roman" w:cs="Times New Roman"/>
                <w:bCs/>
                <w:sz w:val="22"/>
                <w:szCs w:val="22"/>
              </w:rPr>
              <w:t xml:space="preserve"> jeunes </w:t>
            </w:r>
            <w:r w:rsidR="002A0D6F" w:rsidRPr="002E77A7">
              <w:rPr>
                <w:rFonts w:ascii="Times New Roman" w:hAnsi="Times New Roman" w:cs="Times New Roman"/>
                <w:bCs/>
                <w:sz w:val="22"/>
                <w:szCs w:val="22"/>
              </w:rPr>
              <w:t>leaders</w:t>
            </w:r>
            <w:r w:rsidR="00472AEC" w:rsidRPr="002E77A7">
              <w:rPr>
                <w:rFonts w:ascii="Times New Roman" w:hAnsi="Times New Roman" w:cs="Times New Roman"/>
                <w:bCs/>
                <w:sz w:val="22"/>
                <w:szCs w:val="22"/>
              </w:rPr>
              <w:t xml:space="preserve"> promoteurs des clubs mixtes</w:t>
            </w:r>
            <w:r w:rsidR="002A0D6F" w:rsidRPr="002E77A7">
              <w:rPr>
                <w:rFonts w:ascii="Times New Roman" w:hAnsi="Times New Roman" w:cs="Times New Roman"/>
                <w:bCs/>
                <w:sz w:val="22"/>
                <w:szCs w:val="22"/>
              </w:rPr>
              <w:t xml:space="preserve"> seront </w:t>
            </w:r>
            <w:r w:rsidR="00472AEC" w:rsidRPr="002E77A7">
              <w:rPr>
                <w:rFonts w:ascii="Times New Roman" w:hAnsi="Times New Roman" w:cs="Times New Roman"/>
                <w:bCs/>
                <w:sz w:val="22"/>
                <w:szCs w:val="22"/>
              </w:rPr>
              <w:t>sélectionnés.</w:t>
            </w:r>
          </w:p>
        </w:tc>
      </w:tr>
      <w:tr w:rsidR="002B1681" w:rsidRPr="002E77A7" w14:paraId="2C933136" w14:textId="77777777" w:rsidTr="00F10275">
        <w:trPr>
          <w:trHeight w:val="50"/>
        </w:trPr>
        <w:tc>
          <w:tcPr>
            <w:tcW w:w="1844" w:type="dxa"/>
            <w:tcBorders>
              <w:left w:val="single" w:sz="8" w:space="0" w:color="auto"/>
            </w:tcBorders>
            <w:shd w:val="clear" w:color="auto" w:fill="DBE5F1" w:themeFill="accent1" w:themeFillTint="33"/>
          </w:tcPr>
          <w:p w14:paraId="018181AA" w14:textId="77777777" w:rsidR="002B1681" w:rsidRPr="002E77A7" w:rsidRDefault="002B1681"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Titre de l’activité</w:t>
            </w:r>
          </w:p>
        </w:tc>
        <w:tc>
          <w:tcPr>
            <w:tcW w:w="9213" w:type="dxa"/>
            <w:gridSpan w:val="4"/>
            <w:tcBorders>
              <w:bottom w:val="single" w:sz="2" w:space="0" w:color="auto"/>
              <w:right w:val="single" w:sz="8" w:space="0" w:color="auto"/>
            </w:tcBorders>
          </w:tcPr>
          <w:p w14:paraId="60580A62" w14:textId="37F4965B" w:rsidR="002B1681" w:rsidRPr="002E77A7" w:rsidRDefault="00007430" w:rsidP="00364903">
            <w:pPr>
              <w:spacing w:after="0"/>
              <w:jc w:val="both"/>
              <w:rPr>
                <w:rFonts w:ascii="Times New Roman" w:eastAsia="Times New Roman" w:hAnsi="Times New Roman" w:cs="Times New Roman"/>
                <w:color w:val="000000"/>
                <w:sz w:val="22"/>
                <w:szCs w:val="22"/>
              </w:rPr>
            </w:pPr>
            <w:r w:rsidRPr="002E77A7">
              <w:rPr>
                <w:rFonts w:ascii="Times New Roman" w:eastAsia="Times New Roman" w:hAnsi="Times New Roman" w:cs="Times New Roman"/>
                <w:color w:val="000000"/>
                <w:sz w:val="22"/>
                <w:szCs w:val="22"/>
              </w:rPr>
              <w:t>Sensibilisation d</w:t>
            </w:r>
            <w:r w:rsidR="00472AEC" w:rsidRPr="002E77A7">
              <w:rPr>
                <w:rFonts w:ascii="Times New Roman" w:eastAsia="Times New Roman" w:hAnsi="Times New Roman" w:cs="Times New Roman"/>
                <w:color w:val="000000"/>
                <w:sz w:val="22"/>
                <w:szCs w:val="22"/>
              </w:rPr>
              <w:t xml:space="preserve">es autorités communales pour la mise en place des clubs mixtes et </w:t>
            </w:r>
            <w:r w:rsidR="00BA1CC1" w:rsidRPr="002E77A7">
              <w:rPr>
                <w:rFonts w:ascii="Times New Roman" w:eastAsia="Times New Roman" w:hAnsi="Times New Roman" w:cs="Times New Roman"/>
                <w:color w:val="000000"/>
                <w:sz w:val="22"/>
                <w:szCs w:val="22"/>
              </w:rPr>
              <w:t>sélection des</w:t>
            </w:r>
            <w:r w:rsidR="005D3972" w:rsidRPr="002E77A7">
              <w:rPr>
                <w:rFonts w:ascii="Times New Roman" w:eastAsia="Times New Roman" w:hAnsi="Times New Roman" w:cs="Times New Roman"/>
                <w:color w:val="000000"/>
                <w:sz w:val="22"/>
                <w:szCs w:val="22"/>
              </w:rPr>
              <w:t xml:space="preserve"> </w:t>
            </w:r>
            <w:r w:rsidR="00B30B97" w:rsidRPr="002E77A7">
              <w:rPr>
                <w:rFonts w:ascii="Times New Roman" w:eastAsia="Times New Roman" w:hAnsi="Times New Roman" w:cs="Times New Roman"/>
                <w:color w:val="000000"/>
                <w:sz w:val="22"/>
                <w:szCs w:val="22"/>
              </w:rPr>
              <w:t>jeunes responsables</w:t>
            </w:r>
            <w:r w:rsidR="00BA1CC1" w:rsidRPr="002E77A7">
              <w:rPr>
                <w:rFonts w:ascii="Times New Roman" w:eastAsia="Times New Roman" w:hAnsi="Times New Roman" w:cs="Times New Roman"/>
                <w:color w:val="000000"/>
                <w:sz w:val="22"/>
                <w:szCs w:val="22"/>
              </w:rPr>
              <w:t xml:space="preserve"> des</w:t>
            </w:r>
            <w:r w:rsidR="00472AEC" w:rsidRPr="002E77A7">
              <w:rPr>
                <w:rFonts w:ascii="Times New Roman" w:eastAsia="Times New Roman" w:hAnsi="Times New Roman" w:cs="Times New Roman"/>
                <w:color w:val="000000"/>
                <w:sz w:val="22"/>
                <w:szCs w:val="22"/>
              </w:rPr>
              <w:t xml:space="preserve"> clubs</w:t>
            </w:r>
            <w:r w:rsidR="005D3972" w:rsidRPr="002E77A7">
              <w:rPr>
                <w:rFonts w:ascii="Times New Roman" w:eastAsia="Times New Roman" w:hAnsi="Times New Roman" w:cs="Times New Roman"/>
                <w:color w:val="000000"/>
                <w:sz w:val="22"/>
                <w:szCs w:val="22"/>
              </w:rPr>
              <w:t xml:space="preserve"> Mixtes.</w:t>
            </w:r>
          </w:p>
        </w:tc>
      </w:tr>
      <w:tr w:rsidR="002B1681" w:rsidRPr="002E77A7" w14:paraId="2F29C5B1" w14:textId="77777777" w:rsidTr="00F10275">
        <w:trPr>
          <w:trHeight w:val="55"/>
        </w:trPr>
        <w:tc>
          <w:tcPr>
            <w:tcW w:w="1844" w:type="dxa"/>
            <w:tcBorders>
              <w:left w:val="single" w:sz="8" w:space="0" w:color="auto"/>
            </w:tcBorders>
            <w:shd w:val="clear" w:color="auto" w:fill="DBE5F1" w:themeFill="accent1" w:themeFillTint="33"/>
          </w:tcPr>
          <w:p w14:paraId="25D3C13B" w14:textId="09A11A74" w:rsidR="002B1681" w:rsidRPr="002E77A7" w:rsidRDefault="005D3972"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Bénéficiaires/ Participants</w:t>
            </w:r>
          </w:p>
        </w:tc>
        <w:tc>
          <w:tcPr>
            <w:tcW w:w="9213" w:type="dxa"/>
            <w:gridSpan w:val="4"/>
            <w:tcBorders>
              <w:top w:val="single" w:sz="2" w:space="0" w:color="auto"/>
              <w:bottom w:val="single" w:sz="4" w:space="0" w:color="auto"/>
              <w:right w:val="single" w:sz="8" w:space="0" w:color="auto"/>
            </w:tcBorders>
          </w:tcPr>
          <w:p w14:paraId="47A8BB64" w14:textId="48641A60" w:rsidR="002361AA" w:rsidRPr="002E77A7" w:rsidRDefault="00472AEC" w:rsidP="00364903">
            <w:pPr>
              <w:spacing w:line="273" w:lineRule="auto"/>
              <w:contextualSpacing/>
              <w:jc w:val="both"/>
              <w:rPr>
                <w:rFonts w:ascii="Times New Roman" w:hAnsi="Times New Roman" w:cs="Times New Roman"/>
                <w:bCs/>
                <w:sz w:val="22"/>
                <w:szCs w:val="22"/>
              </w:rPr>
            </w:pPr>
            <w:r w:rsidRPr="002E77A7">
              <w:rPr>
                <w:rFonts w:ascii="Times New Roman" w:hAnsi="Times New Roman" w:cs="Times New Roman"/>
                <w:bCs/>
                <w:sz w:val="22"/>
                <w:szCs w:val="22"/>
              </w:rPr>
              <w:t>24</w:t>
            </w:r>
            <w:r w:rsidR="00320F44" w:rsidRPr="002E77A7">
              <w:rPr>
                <w:rFonts w:ascii="Times New Roman" w:hAnsi="Times New Roman" w:cs="Times New Roman"/>
                <w:bCs/>
                <w:sz w:val="22"/>
                <w:szCs w:val="22"/>
              </w:rPr>
              <w:t xml:space="preserve"> </w:t>
            </w:r>
            <w:r w:rsidRPr="002E77A7">
              <w:rPr>
                <w:rFonts w:ascii="Times New Roman" w:hAnsi="Times New Roman" w:cs="Times New Roman"/>
                <w:bCs/>
                <w:sz w:val="22"/>
                <w:szCs w:val="22"/>
              </w:rPr>
              <w:t>jeunes leaders promoteurs des clubs</w:t>
            </w:r>
          </w:p>
        </w:tc>
      </w:tr>
      <w:tr w:rsidR="002B1681" w:rsidRPr="002E77A7" w14:paraId="018EDEDD" w14:textId="77777777" w:rsidTr="00A51ADC">
        <w:trPr>
          <w:trHeight w:val="50"/>
        </w:trPr>
        <w:tc>
          <w:tcPr>
            <w:tcW w:w="1844" w:type="dxa"/>
            <w:tcBorders>
              <w:left w:val="single" w:sz="8" w:space="0" w:color="auto"/>
            </w:tcBorders>
            <w:shd w:val="clear" w:color="auto" w:fill="DBE5F1" w:themeFill="accent1" w:themeFillTint="33"/>
          </w:tcPr>
          <w:p w14:paraId="170A9060" w14:textId="77777777" w:rsidR="00B33CB1" w:rsidRPr="002E77A7" w:rsidRDefault="002B1681"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Lieu et date de </w:t>
            </w:r>
          </w:p>
          <w:p w14:paraId="7091F363" w14:textId="7A02899E" w:rsidR="002B1681" w:rsidRPr="002E77A7" w:rsidRDefault="00CC7B6F"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L’activité</w:t>
            </w:r>
            <w:r w:rsidR="002B1681" w:rsidRPr="002E77A7">
              <w:rPr>
                <w:rFonts w:ascii="Times New Roman" w:eastAsiaTheme="minorHAnsi" w:hAnsi="Times New Roman" w:cs="Times New Roman"/>
                <w:color w:val="000000"/>
                <w:sz w:val="22"/>
                <w:szCs w:val="22"/>
              </w:rPr>
              <w:t xml:space="preserve"> </w:t>
            </w:r>
          </w:p>
        </w:tc>
        <w:tc>
          <w:tcPr>
            <w:tcW w:w="9213" w:type="dxa"/>
            <w:gridSpan w:val="4"/>
            <w:tcBorders>
              <w:top w:val="single" w:sz="4" w:space="0" w:color="auto"/>
              <w:bottom w:val="single" w:sz="4" w:space="0" w:color="auto"/>
              <w:right w:val="single" w:sz="8" w:space="0" w:color="auto"/>
            </w:tcBorders>
          </w:tcPr>
          <w:p w14:paraId="19B8C317" w14:textId="2066043C" w:rsidR="007260C7" w:rsidRPr="002E77A7" w:rsidRDefault="009109C7" w:rsidP="00364903">
            <w:pPr>
              <w:spacing w:after="0" w:line="240" w:lineRule="auto"/>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Province</w:t>
            </w:r>
            <w:r w:rsidR="00CA6DEF" w:rsidRPr="002E77A7">
              <w:rPr>
                <w:rFonts w:ascii="Times New Roman" w:eastAsiaTheme="minorHAnsi" w:hAnsi="Times New Roman" w:cs="Times New Roman"/>
                <w:color w:val="000000"/>
                <w:sz w:val="22"/>
                <w:szCs w:val="22"/>
              </w:rPr>
              <w:t xml:space="preserve"> </w:t>
            </w:r>
            <w:r w:rsidR="0069695F" w:rsidRPr="002E77A7">
              <w:rPr>
                <w:rFonts w:ascii="Times New Roman" w:eastAsiaTheme="minorHAnsi" w:hAnsi="Times New Roman" w:cs="Times New Roman"/>
                <w:color w:val="000000"/>
                <w:sz w:val="22"/>
                <w:szCs w:val="22"/>
              </w:rPr>
              <w:t>KIRUNDO</w:t>
            </w:r>
            <w:r w:rsidR="00DF5847" w:rsidRPr="002E77A7">
              <w:rPr>
                <w:rFonts w:ascii="Times New Roman" w:eastAsiaTheme="minorHAnsi" w:hAnsi="Times New Roman" w:cs="Times New Roman"/>
                <w:color w:val="000000"/>
                <w:sz w:val="22"/>
                <w:szCs w:val="22"/>
              </w:rPr>
              <w:t xml:space="preserve">- </w:t>
            </w:r>
            <w:proofErr w:type="spellStart"/>
            <w:r w:rsidR="00DF5847" w:rsidRPr="002E77A7">
              <w:rPr>
                <w:rFonts w:ascii="Times New Roman" w:eastAsiaTheme="minorHAnsi" w:hAnsi="Times New Roman" w:cs="Times New Roman"/>
                <w:color w:val="000000"/>
                <w:sz w:val="22"/>
                <w:szCs w:val="22"/>
              </w:rPr>
              <w:t>Vumbi</w:t>
            </w:r>
            <w:proofErr w:type="spellEnd"/>
            <w:r w:rsidR="0069695F" w:rsidRPr="002E77A7">
              <w:rPr>
                <w:rFonts w:ascii="Times New Roman" w:eastAsiaTheme="minorHAnsi" w:hAnsi="Times New Roman" w:cs="Times New Roman"/>
                <w:color w:val="000000"/>
                <w:sz w:val="22"/>
                <w:szCs w:val="22"/>
              </w:rPr>
              <w:t>, MUYINGA</w:t>
            </w:r>
            <w:r w:rsidR="00DF5847" w:rsidRPr="002E77A7">
              <w:rPr>
                <w:rFonts w:ascii="Times New Roman" w:eastAsiaTheme="minorHAnsi" w:hAnsi="Times New Roman" w:cs="Times New Roman"/>
                <w:color w:val="000000"/>
                <w:sz w:val="22"/>
                <w:szCs w:val="22"/>
              </w:rPr>
              <w:t xml:space="preserve">- </w:t>
            </w:r>
            <w:proofErr w:type="spellStart"/>
            <w:proofErr w:type="gramStart"/>
            <w:r w:rsidR="00DF5847" w:rsidRPr="002E77A7">
              <w:rPr>
                <w:rFonts w:ascii="Times New Roman" w:eastAsiaTheme="minorHAnsi" w:hAnsi="Times New Roman" w:cs="Times New Roman"/>
                <w:color w:val="000000"/>
                <w:sz w:val="22"/>
                <w:szCs w:val="22"/>
              </w:rPr>
              <w:t>Muyinga</w:t>
            </w:r>
            <w:proofErr w:type="spellEnd"/>
            <w:r w:rsidR="00DF5847" w:rsidRPr="002E77A7">
              <w:rPr>
                <w:rFonts w:ascii="Times New Roman" w:eastAsiaTheme="minorHAnsi" w:hAnsi="Times New Roman" w:cs="Times New Roman"/>
                <w:color w:val="000000"/>
                <w:sz w:val="22"/>
                <w:szCs w:val="22"/>
              </w:rPr>
              <w:t xml:space="preserve"> </w:t>
            </w:r>
            <w:r w:rsidR="0069695F" w:rsidRPr="002E77A7">
              <w:rPr>
                <w:rFonts w:ascii="Times New Roman" w:eastAsiaTheme="minorHAnsi" w:hAnsi="Times New Roman" w:cs="Times New Roman"/>
                <w:color w:val="000000"/>
                <w:sz w:val="22"/>
                <w:szCs w:val="22"/>
              </w:rPr>
              <w:t>,</w:t>
            </w:r>
            <w:proofErr w:type="gramEnd"/>
            <w:r w:rsidR="0069695F" w:rsidRPr="002E77A7">
              <w:rPr>
                <w:rFonts w:ascii="Times New Roman" w:eastAsiaTheme="minorHAnsi" w:hAnsi="Times New Roman" w:cs="Times New Roman"/>
                <w:color w:val="000000"/>
                <w:sz w:val="22"/>
                <w:szCs w:val="22"/>
              </w:rPr>
              <w:t xml:space="preserve"> NGOZI</w:t>
            </w:r>
            <w:r w:rsidR="00DF5847" w:rsidRPr="002E77A7">
              <w:rPr>
                <w:rFonts w:ascii="Times New Roman" w:eastAsiaTheme="minorHAnsi" w:hAnsi="Times New Roman" w:cs="Times New Roman"/>
                <w:color w:val="000000"/>
                <w:sz w:val="22"/>
                <w:szCs w:val="22"/>
              </w:rPr>
              <w:t xml:space="preserve">- </w:t>
            </w:r>
            <w:proofErr w:type="spellStart"/>
            <w:r w:rsidR="00DF5847" w:rsidRPr="002E77A7">
              <w:rPr>
                <w:rFonts w:ascii="Times New Roman" w:eastAsiaTheme="minorHAnsi" w:hAnsi="Times New Roman" w:cs="Times New Roman"/>
                <w:color w:val="000000"/>
                <w:sz w:val="22"/>
                <w:szCs w:val="22"/>
              </w:rPr>
              <w:t>Ruhororo</w:t>
            </w:r>
            <w:proofErr w:type="spellEnd"/>
            <w:r w:rsidR="0069695F" w:rsidRPr="002E77A7">
              <w:rPr>
                <w:rFonts w:ascii="Times New Roman" w:eastAsiaTheme="minorHAnsi" w:hAnsi="Times New Roman" w:cs="Times New Roman"/>
                <w:color w:val="000000"/>
                <w:sz w:val="22"/>
                <w:szCs w:val="22"/>
              </w:rPr>
              <w:t>, BUJUMBURA</w:t>
            </w:r>
            <w:r w:rsidR="00320F44" w:rsidRPr="002E77A7">
              <w:rPr>
                <w:rFonts w:ascii="Times New Roman" w:eastAsiaTheme="minorHAnsi" w:hAnsi="Times New Roman" w:cs="Times New Roman"/>
                <w:color w:val="000000"/>
                <w:sz w:val="22"/>
                <w:szCs w:val="22"/>
              </w:rPr>
              <w:t xml:space="preserve"> </w:t>
            </w:r>
            <w:r w:rsidR="0069695F" w:rsidRPr="002E77A7">
              <w:rPr>
                <w:rFonts w:ascii="Times New Roman" w:eastAsiaTheme="minorHAnsi" w:hAnsi="Times New Roman" w:cs="Times New Roman"/>
                <w:color w:val="000000"/>
                <w:sz w:val="22"/>
                <w:szCs w:val="22"/>
              </w:rPr>
              <w:t>RURAL</w:t>
            </w:r>
            <w:r w:rsidR="00DF5847" w:rsidRPr="002E77A7">
              <w:rPr>
                <w:rFonts w:ascii="Times New Roman" w:eastAsiaTheme="minorHAnsi" w:hAnsi="Times New Roman" w:cs="Times New Roman"/>
                <w:color w:val="000000"/>
                <w:sz w:val="22"/>
                <w:szCs w:val="22"/>
              </w:rPr>
              <w:t xml:space="preserve">- </w:t>
            </w:r>
            <w:proofErr w:type="spellStart"/>
            <w:r w:rsidR="00DF5847" w:rsidRPr="002E77A7">
              <w:rPr>
                <w:rFonts w:ascii="Times New Roman" w:eastAsiaTheme="minorHAnsi" w:hAnsi="Times New Roman" w:cs="Times New Roman"/>
                <w:color w:val="000000"/>
                <w:sz w:val="22"/>
                <w:szCs w:val="22"/>
              </w:rPr>
              <w:t>Nyabiraba</w:t>
            </w:r>
            <w:proofErr w:type="spellEnd"/>
            <w:r w:rsidR="00DF5847" w:rsidRPr="002E77A7">
              <w:rPr>
                <w:rFonts w:ascii="Times New Roman" w:eastAsiaTheme="minorHAnsi" w:hAnsi="Times New Roman" w:cs="Times New Roman"/>
                <w:color w:val="000000"/>
                <w:sz w:val="22"/>
                <w:szCs w:val="22"/>
              </w:rPr>
              <w:t xml:space="preserve">- </w:t>
            </w:r>
            <w:proofErr w:type="spellStart"/>
            <w:r w:rsidR="00DF5847" w:rsidRPr="002E77A7">
              <w:rPr>
                <w:rFonts w:ascii="Times New Roman" w:eastAsiaTheme="minorHAnsi" w:hAnsi="Times New Roman" w:cs="Times New Roman"/>
                <w:color w:val="000000"/>
                <w:sz w:val="22"/>
                <w:szCs w:val="22"/>
              </w:rPr>
              <w:t>Kanyosha</w:t>
            </w:r>
            <w:proofErr w:type="spellEnd"/>
            <w:r w:rsidR="0069695F" w:rsidRPr="002E77A7">
              <w:rPr>
                <w:rFonts w:ascii="Times New Roman" w:eastAsiaTheme="minorHAnsi" w:hAnsi="Times New Roman" w:cs="Times New Roman"/>
                <w:color w:val="000000"/>
                <w:sz w:val="22"/>
                <w:szCs w:val="22"/>
              </w:rPr>
              <w:t>, CIBITOKE</w:t>
            </w:r>
            <w:r w:rsidR="00DF5847" w:rsidRPr="002E77A7">
              <w:rPr>
                <w:rFonts w:ascii="Times New Roman" w:eastAsiaTheme="minorHAnsi" w:hAnsi="Times New Roman" w:cs="Times New Roman"/>
                <w:color w:val="000000"/>
                <w:sz w:val="22"/>
                <w:szCs w:val="22"/>
              </w:rPr>
              <w:t xml:space="preserve">- </w:t>
            </w:r>
            <w:proofErr w:type="spellStart"/>
            <w:r w:rsidR="00DF5847" w:rsidRPr="002E77A7">
              <w:rPr>
                <w:rFonts w:ascii="Times New Roman" w:eastAsiaTheme="minorHAnsi" w:hAnsi="Times New Roman" w:cs="Times New Roman"/>
                <w:color w:val="000000"/>
                <w:sz w:val="22"/>
                <w:szCs w:val="22"/>
              </w:rPr>
              <w:t>Mabayi</w:t>
            </w:r>
            <w:proofErr w:type="spellEnd"/>
          </w:p>
          <w:p w14:paraId="2A32FFDF" w14:textId="4C379225" w:rsidR="007373F7" w:rsidRPr="002E77A7" w:rsidRDefault="007373F7" w:rsidP="00364903">
            <w:pPr>
              <w:spacing w:after="0" w:line="240" w:lineRule="auto"/>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Du </w:t>
            </w:r>
            <w:r w:rsidR="002F6227" w:rsidRPr="002E77A7">
              <w:rPr>
                <w:rFonts w:ascii="Times New Roman" w:eastAsiaTheme="minorHAnsi" w:hAnsi="Times New Roman" w:cs="Times New Roman"/>
                <w:color w:val="000000"/>
                <w:sz w:val="22"/>
                <w:szCs w:val="22"/>
              </w:rPr>
              <w:t xml:space="preserve">13 Mai au 18 Mai et du 20 au 25 </w:t>
            </w:r>
            <w:r w:rsidRPr="002E77A7">
              <w:rPr>
                <w:rFonts w:ascii="Times New Roman" w:eastAsiaTheme="minorHAnsi" w:hAnsi="Times New Roman" w:cs="Times New Roman"/>
                <w:color w:val="000000"/>
                <w:sz w:val="22"/>
                <w:szCs w:val="22"/>
              </w:rPr>
              <w:t>Mai 2024</w:t>
            </w:r>
          </w:p>
        </w:tc>
      </w:tr>
      <w:tr w:rsidR="002B1681" w:rsidRPr="002E77A7" w14:paraId="34C0896E" w14:textId="77777777" w:rsidTr="00A51ADC">
        <w:trPr>
          <w:trHeight w:val="50"/>
        </w:trPr>
        <w:tc>
          <w:tcPr>
            <w:tcW w:w="1844" w:type="dxa"/>
            <w:tcBorders>
              <w:left w:val="single" w:sz="8" w:space="0" w:color="auto"/>
              <w:right w:val="single" w:sz="4" w:space="0" w:color="auto"/>
            </w:tcBorders>
            <w:shd w:val="clear" w:color="auto" w:fill="DBE5F1" w:themeFill="accent1" w:themeFillTint="33"/>
          </w:tcPr>
          <w:p w14:paraId="31FD20F9" w14:textId="03F09448" w:rsidR="002B1681" w:rsidRPr="002E77A7" w:rsidRDefault="00A51ADC"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Budget</w:t>
            </w:r>
          </w:p>
        </w:tc>
        <w:tc>
          <w:tcPr>
            <w:tcW w:w="3442" w:type="dxa"/>
            <w:tcBorders>
              <w:top w:val="single" w:sz="4" w:space="0" w:color="auto"/>
              <w:left w:val="single" w:sz="4" w:space="0" w:color="auto"/>
              <w:bottom w:val="single" w:sz="4" w:space="0" w:color="auto"/>
              <w:right w:val="nil"/>
            </w:tcBorders>
          </w:tcPr>
          <w:p w14:paraId="56E6C979" w14:textId="1E550C2C" w:rsidR="002B1681" w:rsidRPr="002E77A7" w:rsidDel="00A96D3F" w:rsidRDefault="00A51ADC" w:rsidP="00364903">
            <w:pPr>
              <w:spacing w:before="0" w:after="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b/>
                <w:bCs/>
                <w:color w:val="000000"/>
                <w:sz w:val="22"/>
                <w:szCs w:val="22"/>
                <w:lang w:eastAsia="fr-FR"/>
              </w:rPr>
              <w:t xml:space="preserve">3 842 725 </w:t>
            </w:r>
            <w:proofErr w:type="spellStart"/>
            <w:r w:rsidRPr="002E77A7">
              <w:rPr>
                <w:rFonts w:ascii="Times New Roman" w:eastAsia="Times New Roman" w:hAnsi="Times New Roman" w:cs="Times New Roman"/>
                <w:b/>
                <w:bCs/>
                <w:color w:val="000000"/>
                <w:sz w:val="22"/>
                <w:szCs w:val="22"/>
                <w:lang w:eastAsia="fr-FR"/>
              </w:rPr>
              <w:t>fbu</w:t>
            </w:r>
            <w:proofErr w:type="spellEnd"/>
            <w:r w:rsidRPr="002E77A7">
              <w:rPr>
                <w:rFonts w:ascii="Times New Roman" w:eastAsia="Times New Roman" w:hAnsi="Times New Roman" w:cs="Times New Roman"/>
                <w:b/>
                <w:bCs/>
                <w:color w:val="000000"/>
                <w:sz w:val="22"/>
                <w:szCs w:val="22"/>
                <w:lang w:eastAsia="fr-FR"/>
              </w:rPr>
              <w:t xml:space="preserve"> </w:t>
            </w:r>
          </w:p>
        </w:tc>
        <w:tc>
          <w:tcPr>
            <w:tcW w:w="2485" w:type="dxa"/>
            <w:tcBorders>
              <w:top w:val="single" w:sz="4" w:space="0" w:color="auto"/>
              <w:left w:val="nil"/>
              <w:bottom w:val="single" w:sz="4" w:space="0" w:color="auto"/>
              <w:right w:val="nil"/>
            </w:tcBorders>
          </w:tcPr>
          <w:p w14:paraId="6ECBF8B4" w14:textId="7F4D83F7" w:rsidR="00E6676F" w:rsidRPr="002E77A7" w:rsidDel="00A96D3F" w:rsidRDefault="00E6676F" w:rsidP="00364903">
            <w:pPr>
              <w:spacing w:after="0"/>
              <w:jc w:val="both"/>
              <w:rPr>
                <w:rFonts w:ascii="Times New Roman" w:eastAsia="Times New Roman" w:hAnsi="Times New Roman" w:cs="Times New Roman"/>
                <w:color w:val="000000"/>
                <w:sz w:val="22"/>
                <w:szCs w:val="22"/>
                <w:lang w:eastAsia="fr-FR"/>
              </w:rPr>
            </w:pPr>
          </w:p>
        </w:tc>
        <w:tc>
          <w:tcPr>
            <w:tcW w:w="1134" w:type="dxa"/>
            <w:tcBorders>
              <w:top w:val="single" w:sz="4" w:space="0" w:color="auto"/>
              <w:left w:val="nil"/>
              <w:bottom w:val="single" w:sz="4" w:space="0" w:color="auto"/>
              <w:right w:val="nil"/>
            </w:tcBorders>
          </w:tcPr>
          <w:p w14:paraId="2210F1C0" w14:textId="73C6EA27" w:rsidR="002B1681" w:rsidRPr="002E77A7" w:rsidDel="00A96D3F" w:rsidRDefault="002B1681" w:rsidP="00364903">
            <w:pPr>
              <w:spacing w:after="0" w:line="240" w:lineRule="auto"/>
              <w:jc w:val="both"/>
              <w:rPr>
                <w:rFonts w:ascii="Times New Roman" w:eastAsia="Times New Roman" w:hAnsi="Times New Roman" w:cs="Times New Roman"/>
                <w:color w:val="000000"/>
                <w:sz w:val="22"/>
                <w:szCs w:val="22"/>
                <w:lang w:eastAsia="fr-FR"/>
              </w:rPr>
            </w:pPr>
          </w:p>
        </w:tc>
        <w:tc>
          <w:tcPr>
            <w:tcW w:w="2152" w:type="dxa"/>
            <w:tcBorders>
              <w:top w:val="single" w:sz="4" w:space="0" w:color="auto"/>
              <w:left w:val="nil"/>
              <w:bottom w:val="single" w:sz="4" w:space="0" w:color="auto"/>
              <w:right w:val="single" w:sz="4" w:space="0" w:color="auto"/>
            </w:tcBorders>
          </w:tcPr>
          <w:p w14:paraId="7F171D00" w14:textId="48F4D61D" w:rsidR="002B1681" w:rsidRPr="002E77A7" w:rsidDel="00A96D3F" w:rsidRDefault="002B1681" w:rsidP="00364903">
            <w:pPr>
              <w:spacing w:after="0" w:line="240" w:lineRule="auto"/>
              <w:jc w:val="both"/>
              <w:rPr>
                <w:rFonts w:ascii="Times New Roman" w:eastAsia="Times New Roman" w:hAnsi="Times New Roman" w:cs="Times New Roman"/>
                <w:color w:val="000000"/>
                <w:sz w:val="22"/>
                <w:szCs w:val="22"/>
                <w:lang w:eastAsia="fr-FR"/>
              </w:rPr>
            </w:pPr>
          </w:p>
        </w:tc>
      </w:tr>
    </w:tbl>
    <w:p w14:paraId="63B364A9" w14:textId="77777777" w:rsidR="002B1681" w:rsidRPr="002E77A7" w:rsidRDefault="002B1681" w:rsidP="00364903">
      <w:pPr>
        <w:pStyle w:val="Paragraphedeliste"/>
        <w:numPr>
          <w:ilvl w:val="0"/>
          <w:numId w:val="1"/>
        </w:numPr>
        <w:spacing w:after="0"/>
        <w:ind w:right="95"/>
        <w:jc w:val="both"/>
        <w:rPr>
          <w:rFonts w:ascii="Times New Roman" w:hAnsi="Times New Roman" w:cs="Times New Roman"/>
          <w:sz w:val="22"/>
          <w:szCs w:val="22"/>
        </w:rPr>
      </w:pPr>
    </w:p>
    <w:tbl>
      <w:tblPr>
        <w:tblStyle w:val="Grilledutableau"/>
        <w:tblW w:w="11003" w:type="dxa"/>
        <w:tblInd w:w="-861" w:type="dxa"/>
        <w:tblBorders>
          <w:top w:val="single" w:sz="8" w:space="0" w:color="002060"/>
          <w:left w:val="single" w:sz="8" w:space="0" w:color="002060"/>
          <w:bottom w:val="single" w:sz="8" w:space="0" w:color="002060"/>
          <w:right w:val="single" w:sz="8" w:space="0" w:color="002060"/>
          <w:insideH w:val="single" w:sz="6" w:space="0" w:color="002060"/>
          <w:insideV w:val="single" w:sz="6" w:space="0" w:color="002060"/>
        </w:tblBorders>
        <w:tblLayout w:type="fixed"/>
        <w:tblLook w:val="04A0" w:firstRow="1" w:lastRow="0" w:firstColumn="1" w:lastColumn="0" w:noHBand="0" w:noVBand="1"/>
      </w:tblPr>
      <w:tblGrid>
        <w:gridCol w:w="1553"/>
        <w:gridCol w:w="9450"/>
      </w:tblGrid>
      <w:tr w:rsidR="006B1020" w:rsidRPr="002E77A7" w14:paraId="26F483F5" w14:textId="77777777" w:rsidTr="002E77A7">
        <w:trPr>
          <w:trHeight w:val="49"/>
        </w:trPr>
        <w:tc>
          <w:tcPr>
            <w:tcW w:w="1553" w:type="dxa"/>
            <w:shd w:val="clear" w:color="auto" w:fill="DBE5F1" w:themeFill="accent1" w:themeFillTint="33"/>
          </w:tcPr>
          <w:p w14:paraId="6B4DB011" w14:textId="2AD6ADF8" w:rsidR="006B1020" w:rsidRPr="002E77A7" w:rsidRDefault="006B1020"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Contexte et justification</w:t>
            </w:r>
          </w:p>
        </w:tc>
        <w:tc>
          <w:tcPr>
            <w:tcW w:w="9450" w:type="dxa"/>
          </w:tcPr>
          <w:p w14:paraId="7D9D77AD" w14:textId="68D7922E" w:rsidR="00704302" w:rsidRPr="002E77A7" w:rsidRDefault="00704302" w:rsidP="00364903">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Dans le cadre du projet « </w:t>
            </w:r>
            <w:r w:rsidRPr="002E77A7">
              <w:rPr>
                <w:rFonts w:ascii="Times New Roman" w:hAnsi="Times New Roman" w:cs="Times New Roman"/>
                <w:b/>
                <w:bCs/>
                <w:sz w:val="22"/>
                <w:szCs w:val="22"/>
              </w:rPr>
              <w:t xml:space="preserve">TUBAKARORERO/ SDSR Solutions » </w:t>
            </w:r>
            <w:r w:rsidRPr="002E77A7">
              <w:rPr>
                <w:rFonts w:ascii="Times New Roman" w:hAnsi="Times New Roman" w:cs="Times New Roman"/>
                <w:sz w:val="22"/>
                <w:szCs w:val="22"/>
              </w:rPr>
              <w:t>l’Association des guides du Burundi</w:t>
            </w:r>
            <w:r w:rsidR="00DB2D4E" w:rsidRPr="002E77A7">
              <w:rPr>
                <w:rFonts w:ascii="Times New Roman" w:hAnsi="Times New Roman" w:cs="Times New Roman"/>
                <w:sz w:val="22"/>
                <w:szCs w:val="22"/>
              </w:rPr>
              <w:t xml:space="preserve"> (AGB) a reçu un financement de CARE Nederland en vue de promouvoir et de contribuer à l’amélioration de la SDSR/PF et genre à travers le renforcement des organisations local des jeunes. En rappelant</w:t>
            </w:r>
            <w:r w:rsidR="00AF7C38" w:rsidRPr="002E77A7">
              <w:rPr>
                <w:rFonts w:ascii="Times New Roman" w:hAnsi="Times New Roman" w:cs="Times New Roman"/>
                <w:sz w:val="22"/>
                <w:szCs w:val="22"/>
              </w:rPr>
              <w:t xml:space="preserve"> que</w:t>
            </w:r>
            <w:r w:rsidR="00DB2D4E" w:rsidRPr="002E77A7">
              <w:rPr>
                <w:rFonts w:ascii="Times New Roman" w:hAnsi="Times New Roman" w:cs="Times New Roman"/>
                <w:sz w:val="22"/>
                <w:szCs w:val="22"/>
              </w:rPr>
              <w:t xml:space="preserve"> la mission de l’AGB </w:t>
            </w:r>
            <w:r w:rsidRPr="002E77A7">
              <w:rPr>
                <w:rFonts w:ascii="Times New Roman" w:hAnsi="Times New Roman" w:cs="Times New Roman"/>
                <w:sz w:val="22"/>
                <w:szCs w:val="22"/>
              </w:rPr>
              <w:t xml:space="preserve">est de </w:t>
            </w:r>
            <w:r w:rsidRPr="002E77A7">
              <w:rPr>
                <w:rFonts w:ascii="Times New Roman" w:eastAsia="SimSun" w:hAnsi="Times New Roman" w:cs="Times New Roman"/>
                <w:sz w:val="22"/>
                <w:szCs w:val="22"/>
              </w:rPr>
              <w:t>donner à la jeune fille burundaise une éducation non formelle de qualité qui lui permet de découvrir son plein potentiel et d’accomplir son devoir de citoyenne responsable</w:t>
            </w:r>
            <w:r w:rsidR="00DB2D4E" w:rsidRPr="002E77A7">
              <w:rPr>
                <w:rFonts w:ascii="Times New Roman" w:eastAsia="SimSun" w:hAnsi="Times New Roman" w:cs="Times New Roman"/>
                <w:sz w:val="22"/>
                <w:szCs w:val="22"/>
              </w:rPr>
              <w:t>.</w:t>
            </w:r>
          </w:p>
          <w:p w14:paraId="7D4C5569" w14:textId="141523FE" w:rsidR="00B0473B" w:rsidRPr="002E77A7" w:rsidRDefault="00DB393C" w:rsidP="00364903">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 xml:space="preserve">C’est dans cette </w:t>
            </w:r>
            <w:r w:rsidR="00AF7C38" w:rsidRPr="002E77A7">
              <w:rPr>
                <w:rFonts w:ascii="Times New Roman" w:eastAsia="SimSun" w:hAnsi="Times New Roman" w:cs="Times New Roman"/>
                <w:sz w:val="22"/>
                <w:szCs w:val="22"/>
              </w:rPr>
              <w:t>dynamique</w:t>
            </w:r>
            <w:r w:rsidRPr="002E77A7">
              <w:rPr>
                <w:rFonts w:ascii="Times New Roman" w:eastAsia="SimSun" w:hAnsi="Times New Roman" w:cs="Times New Roman"/>
                <w:sz w:val="22"/>
                <w:szCs w:val="22"/>
              </w:rPr>
              <w:t xml:space="preserve"> que l’</w:t>
            </w:r>
            <w:r w:rsidR="00B30B97" w:rsidRPr="002E77A7">
              <w:rPr>
                <w:rFonts w:ascii="Times New Roman" w:eastAsia="SimSun" w:hAnsi="Times New Roman" w:cs="Times New Roman"/>
                <w:sz w:val="22"/>
                <w:szCs w:val="22"/>
              </w:rPr>
              <w:t>A</w:t>
            </w:r>
            <w:r w:rsidRPr="002E77A7">
              <w:rPr>
                <w:rFonts w:ascii="Times New Roman" w:eastAsia="SimSun" w:hAnsi="Times New Roman" w:cs="Times New Roman"/>
                <w:sz w:val="22"/>
                <w:szCs w:val="22"/>
              </w:rPr>
              <w:t xml:space="preserve">ssociation des </w:t>
            </w:r>
            <w:r w:rsidR="00B30B97" w:rsidRPr="002E77A7">
              <w:rPr>
                <w:rFonts w:ascii="Times New Roman" w:eastAsia="SimSun" w:hAnsi="Times New Roman" w:cs="Times New Roman"/>
                <w:sz w:val="22"/>
                <w:szCs w:val="22"/>
              </w:rPr>
              <w:t>G</w:t>
            </w:r>
            <w:r w:rsidRPr="002E77A7">
              <w:rPr>
                <w:rFonts w:ascii="Times New Roman" w:eastAsia="SimSun" w:hAnsi="Times New Roman" w:cs="Times New Roman"/>
                <w:sz w:val="22"/>
                <w:szCs w:val="22"/>
              </w:rPr>
              <w:t xml:space="preserve">uides du </w:t>
            </w:r>
            <w:r w:rsidR="00B30B97" w:rsidRPr="002E77A7">
              <w:rPr>
                <w:rFonts w:ascii="Times New Roman" w:eastAsia="SimSun" w:hAnsi="Times New Roman" w:cs="Times New Roman"/>
                <w:sz w:val="22"/>
                <w:szCs w:val="22"/>
              </w:rPr>
              <w:t>Burundi souhaite</w:t>
            </w:r>
            <w:r w:rsidRPr="002E77A7">
              <w:rPr>
                <w:rFonts w:ascii="Times New Roman" w:eastAsia="SimSun" w:hAnsi="Times New Roman" w:cs="Times New Roman"/>
                <w:sz w:val="22"/>
                <w:szCs w:val="22"/>
              </w:rPr>
              <w:t xml:space="preserve"> mettre en place des clubs mixtes</w:t>
            </w:r>
            <w:r w:rsidR="00AF7C38" w:rsidRPr="002E77A7">
              <w:rPr>
                <w:rFonts w:ascii="Times New Roman" w:eastAsia="SimSun" w:hAnsi="Times New Roman" w:cs="Times New Roman"/>
                <w:sz w:val="22"/>
                <w:szCs w:val="22"/>
              </w:rPr>
              <w:t xml:space="preserve"> des guides et scouts, ces clubs sont</w:t>
            </w:r>
            <w:r w:rsidRPr="002E77A7">
              <w:rPr>
                <w:rFonts w:ascii="Times New Roman" w:eastAsia="SimSun" w:hAnsi="Times New Roman" w:cs="Times New Roman"/>
                <w:sz w:val="22"/>
                <w:szCs w:val="22"/>
              </w:rPr>
              <w:t xml:space="preserve"> </w:t>
            </w:r>
            <w:r w:rsidR="00B30B97" w:rsidRPr="002E77A7">
              <w:rPr>
                <w:rFonts w:ascii="Times New Roman" w:hAnsi="Times New Roman" w:cs="Times New Roman"/>
                <w:sz w:val="22"/>
                <w:szCs w:val="22"/>
              </w:rPr>
              <w:t>des lieux communaux et zonaux où les jeunes viennent passer certaines de leurs heures, autant de fois par trimestre pour échanger sur les questions et les préoccupations liées à la SSR et au genre.</w:t>
            </w:r>
            <w:r w:rsidR="00613747" w:rsidRPr="002E77A7">
              <w:rPr>
                <w:rFonts w:ascii="Times New Roman" w:eastAsia="SimSun" w:hAnsi="Times New Roman" w:cs="Times New Roman"/>
                <w:sz w:val="22"/>
                <w:szCs w:val="22"/>
              </w:rPr>
              <w:t xml:space="preserve"> </w:t>
            </w:r>
          </w:p>
          <w:p w14:paraId="1E686B99" w14:textId="31629EE5" w:rsidR="006B1020" w:rsidRPr="002E77A7" w:rsidRDefault="00B0473B" w:rsidP="00364903">
            <w:pPr>
              <w:jc w:val="both"/>
              <w:rPr>
                <w:rFonts w:ascii="Times New Roman" w:eastAsia="SimSun" w:hAnsi="Times New Roman" w:cs="Times New Roman"/>
                <w:bCs/>
                <w:sz w:val="22"/>
                <w:szCs w:val="22"/>
              </w:rPr>
            </w:pPr>
            <w:r w:rsidRPr="002E77A7">
              <w:rPr>
                <w:rFonts w:ascii="Times New Roman" w:eastAsia="SimSun" w:hAnsi="Times New Roman" w:cs="Times New Roman"/>
                <w:bCs/>
                <w:sz w:val="22"/>
                <w:szCs w:val="22"/>
              </w:rPr>
              <w:lastRenderedPageBreak/>
              <w:t xml:space="preserve">Pour atteindre </w:t>
            </w:r>
            <w:r w:rsidR="00AF00DB" w:rsidRPr="002E77A7">
              <w:rPr>
                <w:rFonts w:ascii="Times New Roman" w:eastAsia="SimSun" w:hAnsi="Times New Roman" w:cs="Times New Roman"/>
                <w:bCs/>
                <w:sz w:val="22"/>
                <w:szCs w:val="22"/>
              </w:rPr>
              <w:t>ces</w:t>
            </w:r>
            <w:r w:rsidRPr="002E77A7">
              <w:rPr>
                <w:rFonts w:ascii="Times New Roman" w:eastAsia="SimSun" w:hAnsi="Times New Roman" w:cs="Times New Roman"/>
                <w:bCs/>
                <w:sz w:val="22"/>
                <w:szCs w:val="22"/>
              </w:rPr>
              <w:t xml:space="preserve"> </w:t>
            </w:r>
            <w:r w:rsidR="00F57403" w:rsidRPr="002E77A7">
              <w:rPr>
                <w:rFonts w:ascii="Times New Roman" w:eastAsia="SimSun" w:hAnsi="Times New Roman" w:cs="Times New Roman"/>
                <w:bCs/>
                <w:sz w:val="22"/>
                <w:szCs w:val="22"/>
              </w:rPr>
              <w:t>résultats,</w:t>
            </w:r>
            <w:r w:rsidRPr="002E77A7">
              <w:rPr>
                <w:rFonts w:ascii="Times New Roman" w:eastAsia="SimSun" w:hAnsi="Times New Roman" w:cs="Times New Roman"/>
                <w:bCs/>
                <w:sz w:val="22"/>
                <w:szCs w:val="22"/>
              </w:rPr>
              <w:t xml:space="preserve"> l’Association des guides du </w:t>
            </w:r>
            <w:r w:rsidR="00CC7B6F" w:rsidRPr="002E77A7">
              <w:rPr>
                <w:rFonts w:ascii="Times New Roman" w:eastAsia="SimSun" w:hAnsi="Times New Roman" w:cs="Times New Roman"/>
                <w:bCs/>
                <w:sz w:val="22"/>
                <w:szCs w:val="22"/>
              </w:rPr>
              <w:t xml:space="preserve">Burundi </w:t>
            </w:r>
            <w:r w:rsidR="003F3E3F" w:rsidRPr="002E77A7">
              <w:rPr>
                <w:rFonts w:ascii="Times New Roman" w:eastAsia="SimSun" w:hAnsi="Times New Roman" w:cs="Times New Roman"/>
                <w:bCs/>
                <w:sz w:val="22"/>
                <w:szCs w:val="22"/>
              </w:rPr>
              <w:t xml:space="preserve">souhaite </w:t>
            </w:r>
            <w:r w:rsidR="003F3E3F" w:rsidRPr="002E77A7">
              <w:rPr>
                <w:rFonts w:ascii="Times New Roman" w:hAnsi="Times New Roman" w:cs="Times New Roman"/>
                <w:sz w:val="22"/>
                <w:szCs w:val="22"/>
              </w:rPr>
              <w:t>organiser</w:t>
            </w:r>
            <w:r w:rsidR="007F27EA" w:rsidRPr="002E77A7">
              <w:rPr>
                <w:rFonts w:ascii="Times New Roman" w:hAnsi="Times New Roman" w:cs="Times New Roman"/>
                <w:sz w:val="22"/>
                <w:szCs w:val="22"/>
              </w:rPr>
              <w:t xml:space="preserve"> </w:t>
            </w:r>
            <w:r w:rsidR="007F27EA" w:rsidRPr="002E77A7">
              <w:rPr>
                <w:rFonts w:ascii="Times New Roman" w:eastAsia="Corbel" w:hAnsi="Times New Roman" w:cs="Times New Roman"/>
                <w:sz w:val="22"/>
                <w:szCs w:val="22"/>
              </w:rPr>
              <w:t>un</w:t>
            </w:r>
            <w:r w:rsidR="00167AE3" w:rsidRPr="002E77A7">
              <w:rPr>
                <w:rFonts w:ascii="Times New Roman" w:eastAsia="Corbel" w:hAnsi="Times New Roman" w:cs="Times New Roman"/>
                <w:sz w:val="22"/>
                <w:szCs w:val="22"/>
              </w:rPr>
              <w:t>e</w:t>
            </w:r>
            <w:r w:rsidR="004374B0" w:rsidRPr="002E77A7">
              <w:rPr>
                <w:rFonts w:ascii="Times New Roman" w:eastAsia="Corbel" w:hAnsi="Times New Roman" w:cs="Times New Roman"/>
                <w:sz w:val="22"/>
                <w:szCs w:val="22"/>
              </w:rPr>
              <w:t xml:space="preserve"> rencontre d’information et </w:t>
            </w:r>
            <w:r w:rsidR="00613747" w:rsidRPr="002E77A7">
              <w:rPr>
                <w:rFonts w:ascii="Times New Roman" w:eastAsia="Corbel" w:hAnsi="Times New Roman" w:cs="Times New Roman"/>
                <w:sz w:val="22"/>
                <w:szCs w:val="22"/>
              </w:rPr>
              <w:t>de sensibilisation</w:t>
            </w:r>
            <w:r w:rsidR="00167AE3" w:rsidRPr="002E77A7">
              <w:rPr>
                <w:rFonts w:ascii="Times New Roman" w:eastAsia="Corbel" w:hAnsi="Times New Roman" w:cs="Times New Roman"/>
                <w:sz w:val="22"/>
                <w:szCs w:val="22"/>
              </w:rPr>
              <w:t xml:space="preserve"> des autorités </w:t>
            </w:r>
            <w:r w:rsidR="004374B0" w:rsidRPr="002E77A7">
              <w:rPr>
                <w:rFonts w:ascii="Times New Roman" w:eastAsia="Corbel" w:hAnsi="Times New Roman" w:cs="Times New Roman"/>
                <w:sz w:val="22"/>
                <w:szCs w:val="22"/>
              </w:rPr>
              <w:t>communales sur</w:t>
            </w:r>
            <w:r w:rsidR="00AF7C38" w:rsidRPr="002E77A7">
              <w:rPr>
                <w:rFonts w:ascii="Times New Roman" w:eastAsia="Corbel" w:hAnsi="Times New Roman" w:cs="Times New Roman"/>
                <w:sz w:val="22"/>
                <w:szCs w:val="22"/>
              </w:rPr>
              <w:t xml:space="preserve"> le projet </w:t>
            </w:r>
            <w:proofErr w:type="gramStart"/>
            <w:r w:rsidR="00AF7C38" w:rsidRPr="002E77A7">
              <w:rPr>
                <w:rFonts w:ascii="Times New Roman" w:eastAsia="Corbel" w:hAnsi="Times New Roman" w:cs="Times New Roman"/>
                <w:sz w:val="22"/>
                <w:szCs w:val="22"/>
              </w:rPr>
              <w:t xml:space="preserve">et </w:t>
            </w:r>
            <w:r w:rsidR="004374B0" w:rsidRPr="002E77A7">
              <w:rPr>
                <w:rFonts w:ascii="Times New Roman" w:eastAsia="Corbel" w:hAnsi="Times New Roman" w:cs="Times New Roman"/>
                <w:sz w:val="22"/>
                <w:szCs w:val="22"/>
              </w:rPr>
              <w:t xml:space="preserve"> la</w:t>
            </w:r>
            <w:proofErr w:type="gramEnd"/>
            <w:r w:rsidR="004374B0" w:rsidRPr="002E77A7">
              <w:rPr>
                <w:rFonts w:ascii="Times New Roman" w:eastAsia="Corbel" w:hAnsi="Times New Roman" w:cs="Times New Roman"/>
                <w:sz w:val="22"/>
                <w:szCs w:val="22"/>
              </w:rPr>
              <w:t xml:space="preserve"> mise en place </w:t>
            </w:r>
            <w:r w:rsidR="00167AE3" w:rsidRPr="002E77A7">
              <w:rPr>
                <w:rFonts w:ascii="Times New Roman" w:eastAsia="Corbel" w:hAnsi="Times New Roman" w:cs="Times New Roman"/>
                <w:sz w:val="22"/>
                <w:szCs w:val="22"/>
              </w:rPr>
              <w:t xml:space="preserve"> des clubs mixtes</w:t>
            </w:r>
            <w:r w:rsidR="00ED39A2" w:rsidRPr="002E77A7">
              <w:rPr>
                <w:rFonts w:ascii="Times New Roman" w:eastAsia="Corbel" w:hAnsi="Times New Roman" w:cs="Times New Roman"/>
                <w:sz w:val="22"/>
                <w:szCs w:val="22"/>
              </w:rPr>
              <w:t xml:space="preserve"> au sein des centres pour jeunes</w:t>
            </w:r>
            <w:r w:rsidR="004374B0" w:rsidRPr="002E77A7">
              <w:rPr>
                <w:rFonts w:ascii="Times New Roman" w:eastAsia="Times New Roman" w:hAnsi="Times New Roman" w:cs="Times New Roman"/>
                <w:color w:val="000000"/>
                <w:sz w:val="22"/>
                <w:szCs w:val="22"/>
              </w:rPr>
              <w:t xml:space="preserve"> et</w:t>
            </w:r>
            <w:r w:rsidR="00AF7C38" w:rsidRPr="002E77A7">
              <w:rPr>
                <w:rFonts w:ascii="Times New Roman" w:eastAsia="Times New Roman" w:hAnsi="Times New Roman" w:cs="Times New Roman"/>
                <w:color w:val="000000"/>
                <w:sz w:val="22"/>
                <w:szCs w:val="22"/>
              </w:rPr>
              <w:t xml:space="preserve"> enfin</w:t>
            </w:r>
            <w:r w:rsidR="004374B0" w:rsidRPr="002E77A7">
              <w:rPr>
                <w:rFonts w:ascii="Times New Roman" w:eastAsia="Times New Roman" w:hAnsi="Times New Roman" w:cs="Times New Roman"/>
                <w:color w:val="000000"/>
                <w:sz w:val="22"/>
                <w:szCs w:val="22"/>
              </w:rPr>
              <w:t xml:space="preserve"> identifier les responsables de ces clubs.</w:t>
            </w:r>
          </w:p>
        </w:tc>
      </w:tr>
      <w:tr w:rsidR="002B1681" w:rsidRPr="002E77A7" w14:paraId="74A56882" w14:textId="77777777" w:rsidTr="002E77A7">
        <w:trPr>
          <w:trHeight w:val="49"/>
        </w:trPr>
        <w:tc>
          <w:tcPr>
            <w:tcW w:w="1553" w:type="dxa"/>
            <w:shd w:val="clear" w:color="auto" w:fill="DBE5F1" w:themeFill="accent1" w:themeFillTint="33"/>
          </w:tcPr>
          <w:p w14:paraId="1AB117BE" w14:textId="48EA5FD8" w:rsidR="002B1681" w:rsidRPr="002E77A7" w:rsidRDefault="002B168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lastRenderedPageBreak/>
              <w:t>Objectif de l’activité</w:t>
            </w:r>
          </w:p>
        </w:tc>
        <w:tc>
          <w:tcPr>
            <w:tcW w:w="9450" w:type="dxa"/>
          </w:tcPr>
          <w:p w14:paraId="16E89B95" w14:textId="15195ECE" w:rsidR="002B1681" w:rsidRPr="002E77A7" w:rsidRDefault="00B30B97" w:rsidP="00364903">
            <w:pPr>
              <w:pStyle w:val="Paragraphedeliste"/>
              <w:numPr>
                <w:ilvl w:val="0"/>
                <w:numId w:val="4"/>
              </w:numPr>
              <w:spacing w:before="240" w:line="240" w:lineRule="auto"/>
              <w:jc w:val="both"/>
              <w:rPr>
                <w:rFonts w:ascii="Times New Roman" w:hAnsi="Times New Roman" w:cs="Times New Roman"/>
                <w:noProof/>
                <w:sz w:val="22"/>
                <w:szCs w:val="22"/>
                <w:lang w:eastAsia="fr-FR"/>
              </w:rPr>
            </w:pPr>
            <w:r w:rsidRPr="002E77A7">
              <w:rPr>
                <w:rFonts w:ascii="Times New Roman" w:hAnsi="Times New Roman" w:cs="Times New Roman"/>
                <w:sz w:val="22"/>
                <w:szCs w:val="22"/>
              </w:rPr>
              <w:t>Mettre en action 6clubs mixtes en vue de promouvoir la SD</w:t>
            </w:r>
            <w:r w:rsidR="00A06DCA">
              <w:rPr>
                <w:rFonts w:ascii="Times New Roman" w:hAnsi="Times New Roman" w:cs="Times New Roman"/>
                <w:sz w:val="22"/>
                <w:szCs w:val="22"/>
              </w:rPr>
              <w:t>S</w:t>
            </w:r>
            <w:r w:rsidRPr="002E77A7">
              <w:rPr>
                <w:rFonts w:ascii="Times New Roman" w:hAnsi="Times New Roman" w:cs="Times New Roman"/>
                <w:sz w:val="22"/>
                <w:szCs w:val="22"/>
              </w:rPr>
              <w:t>R des jeunes et le Genre</w:t>
            </w:r>
            <w:r w:rsidRPr="002E77A7" w:rsidDel="00B30B97">
              <w:rPr>
                <w:rFonts w:ascii="Times New Roman" w:hAnsi="Times New Roman" w:cs="Times New Roman"/>
                <w:noProof/>
                <w:sz w:val="22"/>
                <w:szCs w:val="22"/>
                <w:lang w:eastAsia="fr-FR"/>
              </w:rPr>
              <w:t xml:space="preserve"> </w:t>
            </w:r>
          </w:p>
        </w:tc>
      </w:tr>
      <w:tr w:rsidR="002B1681" w:rsidRPr="002E77A7" w14:paraId="0313C4F7" w14:textId="77777777" w:rsidTr="002E77A7">
        <w:trPr>
          <w:trHeight w:val="41"/>
        </w:trPr>
        <w:tc>
          <w:tcPr>
            <w:tcW w:w="1553" w:type="dxa"/>
            <w:shd w:val="clear" w:color="auto" w:fill="DBE5F1" w:themeFill="accent1" w:themeFillTint="33"/>
          </w:tcPr>
          <w:p w14:paraId="08A74B13" w14:textId="77777777" w:rsidR="002B1681" w:rsidRPr="002E77A7" w:rsidRDefault="002B168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 xml:space="preserve">Objectifs spécifiques de l’activité </w:t>
            </w:r>
          </w:p>
        </w:tc>
        <w:tc>
          <w:tcPr>
            <w:tcW w:w="9450" w:type="dxa"/>
          </w:tcPr>
          <w:p w14:paraId="3AC8A10A" w14:textId="1CD345AA" w:rsidR="00AE58C6" w:rsidRPr="002E77A7" w:rsidRDefault="004374B0" w:rsidP="00364903">
            <w:pPr>
              <w:pStyle w:val="Paragraphedeliste"/>
              <w:numPr>
                <w:ilvl w:val="0"/>
                <w:numId w:val="5"/>
              </w:numPr>
              <w:spacing w:before="0" w:after="160" w:line="259" w:lineRule="auto"/>
              <w:jc w:val="both"/>
              <w:rPr>
                <w:rFonts w:ascii="Times New Roman" w:hAnsi="Times New Roman" w:cs="Times New Roman"/>
                <w:noProof/>
                <w:sz w:val="22"/>
                <w:szCs w:val="22"/>
                <w:lang w:eastAsia="fr-FR"/>
              </w:rPr>
            </w:pPr>
            <w:r w:rsidRPr="002E77A7">
              <w:rPr>
                <w:rFonts w:ascii="Times New Roman" w:hAnsi="Times New Roman" w:cs="Times New Roman"/>
                <w:noProof/>
                <w:sz w:val="22"/>
                <w:szCs w:val="22"/>
                <w:lang w:eastAsia="fr-FR"/>
              </w:rPr>
              <w:t>S</w:t>
            </w:r>
            <w:r w:rsidR="00A26D4D" w:rsidRPr="002E77A7">
              <w:rPr>
                <w:rFonts w:ascii="Times New Roman" w:hAnsi="Times New Roman" w:cs="Times New Roman"/>
                <w:noProof/>
                <w:sz w:val="22"/>
                <w:szCs w:val="22"/>
                <w:lang w:eastAsia="fr-FR"/>
              </w:rPr>
              <w:t>ensibiliser les autorités communales sur la mise en place des clubs mixtes des jeunes sur SDSR</w:t>
            </w:r>
          </w:p>
          <w:p w14:paraId="14F7D785" w14:textId="2CF85238" w:rsidR="00AE3468" w:rsidRPr="002E77A7" w:rsidRDefault="004374B0" w:rsidP="00364903">
            <w:pPr>
              <w:pStyle w:val="Paragraphedeliste"/>
              <w:numPr>
                <w:ilvl w:val="0"/>
                <w:numId w:val="5"/>
              </w:numPr>
              <w:spacing w:before="0" w:after="160" w:line="259" w:lineRule="auto"/>
              <w:jc w:val="both"/>
              <w:rPr>
                <w:rFonts w:ascii="Times New Roman" w:hAnsi="Times New Roman" w:cs="Times New Roman"/>
                <w:noProof/>
                <w:sz w:val="22"/>
                <w:szCs w:val="22"/>
                <w:lang w:eastAsia="fr-FR"/>
              </w:rPr>
            </w:pPr>
            <w:r w:rsidRPr="002E77A7">
              <w:rPr>
                <w:rFonts w:ascii="Times New Roman" w:hAnsi="Times New Roman" w:cs="Times New Roman"/>
                <w:noProof/>
                <w:sz w:val="22"/>
                <w:szCs w:val="22"/>
                <w:lang w:eastAsia="fr-FR"/>
              </w:rPr>
              <w:t>S</w:t>
            </w:r>
            <w:r w:rsidR="00A26D4D" w:rsidRPr="002E77A7">
              <w:rPr>
                <w:rFonts w:ascii="Times New Roman" w:hAnsi="Times New Roman" w:cs="Times New Roman"/>
                <w:noProof/>
                <w:sz w:val="22"/>
                <w:szCs w:val="22"/>
                <w:lang w:eastAsia="fr-FR"/>
              </w:rPr>
              <w:t>electionner les jeunes responsables des clubs mixtes</w:t>
            </w:r>
          </w:p>
        </w:tc>
      </w:tr>
      <w:tr w:rsidR="002B1681" w:rsidRPr="002E77A7" w14:paraId="57DDC0AB" w14:textId="77777777" w:rsidTr="002E77A7">
        <w:trPr>
          <w:trHeight w:val="187"/>
        </w:trPr>
        <w:tc>
          <w:tcPr>
            <w:tcW w:w="1553" w:type="dxa"/>
            <w:shd w:val="clear" w:color="auto" w:fill="DBE5F1" w:themeFill="accent1" w:themeFillTint="33"/>
          </w:tcPr>
          <w:p w14:paraId="2877DB53" w14:textId="32D06DF4" w:rsidR="002B1681" w:rsidRPr="002E77A7" w:rsidRDefault="002B168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Indicateurs de Résultat</w:t>
            </w:r>
          </w:p>
        </w:tc>
        <w:tc>
          <w:tcPr>
            <w:tcW w:w="9450" w:type="dxa"/>
          </w:tcPr>
          <w:p w14:paraId="12F9D386" w14:textId="77777777" w:rsidR="007D4372" w:rsidRPr="002E77A7" w:rsidRDefault="00A26D4D" w:rsidP="00364903">
            <w:pPr>
              <w:pStyle w:val="Paragraphedeliste"/>
              <w:numPr>
                <w:ilvl w:val="0"/>
                <w:numId w:val="6"/>
              </w:numPr>
              <w:pBdr>
                <w:top w:val="nil"/>
                <w:left w:val="nil"/>
                <w:bottom w:val="nil"/>
                <w:right w:val="nil"/>
                <w:between w:val="nil"/>
              </w:pBdr>
              <w:spacing w:line="240" w:lineRule="auto"/>
              <w:jc w:val="both"/>
              <w:rPr>
                <w:rFonts w:ascii="Times New Roman" w:eastAsia="Corbel" w:hAnsi="Times New Roman" w:cs="Times New Roman"/>
                <w:sz w:val="22"/>
                <w:szCs w:val="22"/>
              </w:rPr>
            </w:pPr>
            <w:r w:rsidRPr="002E77A7">
              <w:rPr>
                <w:rFonts w:ascii="Times New Roman" w:eastAsia="Corbel" w:hAnsi="Times New Roman" w:cs="Times New Roman"/>
                <w:sz w:val="22"/>
                <w:szCs w:val="22"/>
              </w:rPr>
              <w:t>24 jeunes leaders des clubs mixtes sont identifiés</w:t>
            </w:r>
          </w:p>
          <w:p w14:paraId="0EC052C2" w14:textId="3DFF3A89" w:rsidR="0041099A" w:rsidRPr="002E77A7" w:rsidRDefault="0041099A" w:rsidP="00364903">
            <w:pPr>
              <w:pStyle w:val="Paragraphedeliste"/>
              <w:numPr>
                <w:ilvl w:val="0"/>
                <w:numId w:val="6"/>
              </w:numPr>
              <w:pBdr>
                <w:top w:val="nil"/>
                <w:left w:val="nil"/>
                <w:bottom w:val="nil"/>
                <w:right w:val="nil"/>
                <w:between w:val="nil"/>
              </w:pBdr>
              <w:spacing w:line="240" w:lineRule="auto"/>
              <w:jc w:val="both"/>
              <w:rPr>
                <w:rFonts w:ascii="Times New Roman" w:eastAsia="Corbel" w:hAnsi="Times New Roman" w:cs="Times New Roman"/>
                <w:sz w:val="22"/>
                <w:szCs w:val="22"/>
              </w:rPr>
            </w:pPr>
            <w:r w:rsidRPr="002E77A7">
              <w:rPr>
                <w:rFonts w:ascii="Times New Roman" w:eastAsia="Corbel" w:hAnsi="Times New Roman" w:cs="Times New Roman"/>
                <w:sz w:val="22"/>
                <w:szCs w:val="22"/>
              </w:rPr>
              <w:t xml:space="preserve">Les autorités locales ont </w:t>
            </w:r>
            <w:r w:rsidR="00613747" w:rsidRPr="002E77A7">
              <w:rPr>
                <w:rFonts w:ascii="Times New Roman" w:eastAsia="Corbel" w:hAnsi="Times New Roman" w:cs="Times New Roman"/>
                <w:sz w:val="22"/>
                <w:szCs w:val="22"/>
              </w:rPr>
              <w:t>participé</w:t>
            </w:r>
            <w:r w:rsidRPr="002E77A7">
              <w:rPr>
                <w:rFonts w:ascii="Times New Roman" w:eastAsia="Corbel" w:hAnsi="Times New Roman" w:cs="Times New Roman"/>
                <w:sz w:val="22"/>
                <w:szCs w:val="22"/>
              </w:rPr>
              <w:t xml:space="preserve"> dans les séances de sensibilisations et d’information</w:t>
            </w:r>
          </w:p>
        </w:tc>
      </w:tr>
      <w:tr w:rsidR="002B1681" w:rsidRPr="002E77A7" w14:paraId="37F6674E" w14:textId="77777777" w:rsidTr="002E77A7">
        <w:trPr>
          <w:trHeight w:val="3157"/>
        </w:trPr>
        <w:tc>
          <w:tcPr>
            <w:tcW w:w="1553" w:type="dxa"/>
            <w:shd w:val="clear" w:color="auto" w:fill="DBE5F1" w:themeFill="accent1" w:themeFillTint="33"/>
          </w:tcPr>
          <w:p w14:paraId="713548F1" w14:textId="1ECE46F1" w:rsidR="002B1681" w:rsidRPr="002E77A7" w:rsidRDefault="002B168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 xml:space="preserve">Méthodologie </w:t>
            </w:r>
          </w:p>
        </w:tc>
        <w:tc>
          <w:tcPr>
            <w:tcW w:w="9450" w:type="dxa"/>
            <w:tcBorders>
              <w:bottom w:val="single" w:sz="4" w:space="0" w:color="auto"/>
            </w:tcBorders>
          </w:tcPr>
          <w:p w14:paraId="4CF43354" w14:textId="427687DE" w:rsidR="00455F64" w:rsidRPr="002E77A7" w:rsidRDefault="00E520E1" w:rsidP="00364903">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U</w:t>
            </w:r>
            <w:r w:rsidR="00455F64" w:rsidRPr="002E77A7">
              <w:rPr>
                <w:rFonts w:ascii="Times New Roman" w:eastAsia="SimSun" w:hAnsi="Times New Roman" w:cs="Times New Roman"/>
                <w:sz w:val="22"/>
                <w:szCs w:val="22"/>
              </w:rPr>
              <w:t>n staff de l’AGB en compagnie de son collègue de l’ASB et d’un agent de CARE</w:t>
            </w:r>
            <w:r w:rsidRPr="002E77A7">
              <w:rPr>
                <w:rFonts w:ascii="Times New Roman" w:eastAsia="SimSun" w:hAnsi="Times New Roman" w:cs="Times New Roman"/>
                <w:sz w:val="22"/>
                <w:szCs w:val="22"/>
              </w:rPr>
              <w:t xml:space="preserve"> effectueront une visite de courtoisie</w:t>
            </w:r>
            <w:r w:rsidR="00455F64" w:rsidRPr="002E77A7">
              <w:rPr>
                <w:rFonts w:ascii="Times New Roman" w:eastAsia="SimSun" w:hAnsi="Times New Roman" w:cs="Times New Roman"/>
                <w:sz w:val="22"/>
                <w:szCs w:val="22"/>
              </w:rPr>
              <w:t xml:space="preserve"> </w:t>
            </w:r>
            <w:r w:rsidRPr="002E77A7">
              <w:rPr>
                <w:rFonts w:ascii="Times New Roman" w:eastAsia="SimSun" w:hAnsi="Times New Roman" w:cs="Times New Roman"/>
                <w:sz w:val="22"/>
                <w:szCs w:val="22"/>
              </w:rPr>
              <w:t xml:space="preserve">auprès </w:t>
            </w:r>
            <w:r w:rsidR="00455F64" w:rsidRPr="002E77A7">
              <w:rPr>
                <w:rFonts w:ascii="Times New Roman" w:eastAsia="SimSun" w:hAnsi="Times New Roman" w:cs="Times New Roman"/>
                <w:sz w:val="22"/>
                <w:szCs w:val="22"/>
              </w:rPr>
              <w:t>des autorités et responsables des provinces et communes cibles du Projet</w:t>
            </w:r>
            <w:r w:rsidR="00530FEC" w:rsidRPr="002E77A7">
              <w:rPr>
                <w:rFonts w:ascii="Times New Roman" w:eastAsia="SimSun" w:hAnsi="Times New Roman" w:cs="Times New Roman"/>
                <w:sz w:val="22"/>
                <w:szCs w:val="22"/>
              </w:rPr>
              <w:t xml:space="preserve"> TUBAKARORERO</w:t>
            </w:r>
            <w:r w:rsidR="00455F64" w:rsidRPr="002E77A7">
              <w:rPr>
                <w:rFonts w:ascii="Times New Roman" w:eastAsia="SimSun" w:hAnsi="Times New Roman" w:cs="Times New Roman"/>
                <w:sz w:val="22"/>
                <w:szCs w:val="22"/>
              </w:rPr>
              <w:t xml:space="preserve">. </w:t>
            </w:r>
          </w:p>
          <w:p w14:paraId="4126F618" w14:textId="4D73D65E" w:rsidR="00455F64" w:rsidRPr="002E77A7" w:rsidRDefault="00455F64" w:rsidP="00364903">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Cela sera</w:t>
            </w:r>
            <w:r w:rsidR="00E520E1" w:rsidRPr="002E77A7">
              <w:rPr>
                <w:rFonts w:ascii="Times New Roman" w:eastAsia="SimSun" w:hAnsi="Times New Roman" w:cs="Times New Roman"/>
                <w:sz w:val="22"/>
                <w:szCs w:val="22"/>
              </w:rPr>
              <w:t xml:space="preserve"> également</w:t>
            </w:r>
            <w:r w:rsidRPr="002E77A7">
              <w:rPr>
                <w:rFonts w:ascii="Times New Roman" w:eastAsia="SimSun" w:hAnsi="Times New Roman" w:cs="Times New Roman"/>
                <w:sz w:val="22"/>
                <w:szCs w:val="22"/>
              </w:rPr>
              <w:t xml:space="preserve"> une occasion </w:t>
            </w:r>
            <w:r w:rsidRPr="002E77A7">
              <w:rPr>
                <w:rFonts w:ascii="Times New Roman" w:eastAsia="Times New Roman" w:hAnsi="Times New Roman" w:cs="Times New Roman"/>
                <w:bCs/>
                <w:sz w:val="22"/>
                <w:szCs w:val="22"/>
              </w:rPr>
              <w:t>d’échanger, d’informer et sensibiliser sur l</w:t>
            </w:r>
            <w:r w:rsidR="00530FEC" w:rsidRPr="002E77A7">
              <w:rPr>
                <w:rFonts w:ascii="Times New Roman" w:eastAsia="Times New Roman" w:hAnsi="Times New Roman" w:cs="Times New Roman"/>
                <w:bCs/>
                <w:sz w:val="22"/>
                <w:szCs w:val="22"/>
              </w:rPr>
              <w:t>es activités qui vont être exécutées</w:t>
            </w:r>
            <w:r w:rsidR="00E520E1" w:rsidRPr="002E77A7">
              <w:rPr>
                <w:rFonts w:ascii="Times New Roman" w:eastAsia="Times New Roman" w:hAnsi="Times New Roman" w:cs="Times New Roman"/>
                <w:bCs/>
                <w:sz w:val="22"/>
                <w:szCs w:val="22"/>
              </w:rPr>
              <w:t xml:space="preserve"> par les deux associations</w:t>
            </w:r>
            <w:r w:rsidR="00530FEC" w:rsidRPr="002E77A7">
              <w:rPr>
                <w:rFonts w:ascii="Times New Roman" w:eastAsia="Times New Roman" w:hAnsi="Times New Roman" w:cs="Times New Roman"/>
                <w:bCs/>
                <w:sz w:val="22"/>
                <w:szCs w:val="22"/>
              </w:rPr>
              <w:t xml:space="preserve"> dans leurs provinces et </w:t>
            </w:r>
            <w:r w:rsidR="00E520E1" w:rsidRPr="002E77A7">
              <w:rPr>
                <w:rFonts w:ascii="Times New Roman" w:eastAsia="Times New Roman" w:hAnsi="Times New Roman" w:cs="Times New Roman"/>
                <w:bCs/>
                <w:sz w:val="22"/>
                <w:szCs w:val="22"/>
              </w:rPr>
              <w:t>communes, mais</w:t>
            </w:r>
            <w:r w:rsidRPr="002E77A7">
              <w:rPr>
                <w:rFonts w:ascii="Times New Roman" w:eastAsia="Times New Roman" w:hAnsi="Times New Roman" w:cs="Times New Roman"/>
                <w:bCs/>
                <w:sz w:val="22"/>
                <w:szCs w:val="22"/>
              </w:rPr>
              <w:t xml:space="preserve"> aussi de demander à ces derniers d’apporter leurs pierres angulaires </w:t>
            </w:r>
            <w:r w:rsidR="00E520E1" w:rsidRPr="002E77A7">
              <w:rPr>
                <w:rFonts w:ascii="Times New Roman" w:eastAsia="Times New Roman" w:hAnsi="Times New Roman" w:cs="Times New Roman"/>
                <w:bCs/>
                <w:sz w:val="22"/>
                <w:szCs w:val="22"/>
              </w:rPr>
              <w:t>pour la</w:t>
            </w:r>
            <w:r w:rsidRPr="002E77A7">
              <w:rPr>
                <w:rFonts w:ascii="Times New Roman" w:eastAsia="Times New Roman" w:hAnsi="Times New Roman" w:cs="Times New Roman"/>
                <w:bCs/>
                <w:sz w:val="22"/>
                <w:szCs w:val="22"/>
              </w:rPr>
              <w:t xml:space="preserve"> réussite de ce projet</w:t>
            </w:r>
            <w:r w:rsidR="00530FEC" w:rsidRPr="002E77A7">
              <w:rPr>
                <w:rFonts w:ascii="Times New Roman" w:eastAsia="Times New Roman" w:hAnsi="Times New Roman" w:cs="Times New Roman"/>
                <w:bCs/>
                <w:sz w:val="22"/>
                <w:szCs w:val="22"/>
              </w:rPr>
              <w:t>.</w:t>
            </w:r>
          </w:p>
          <w:p w14:paraId="243C4A2D" w14:textId="23785625" w:rsidR="00E45926" w:rsidRPr="002E77A7" w:rsidRDefault="00E520E1" w:rsidP="00364903">
            <w:pPr>
              <w:tabs>
                <w:tab w:val="left" w:pos="8075"/>
              </w:tabs>
              <w:jc w:val="both"/>
              <w:rPr>
                <w:rFonts w:ascii="Times New Roman" w:eastAsia="Times New Roman" w:hAnsi="Times New Roman" w:cs="Times New Roman"/>
                <w:bCs/>
                <w:sz w:val="22"/>
                <w:szCs w:val="22"/>
              </w:rPr>
            </w:pPr>
            <w:r w:rsidRPr="002E77A7">
              <w:rPr>
                <w:rFonts w:ascii="Times New Roman" w:eastAsia="SimSun" w:hAnsi="Times New Roman" w:cs="Times New Roman"/>
                <w:sz w:val="22"/>
                <w:szCs w:val="22"/>
              </w:rPr>
              <w:t>D</w:t>
            </w:r>
            <w:r w:rsidR="00530FEC" w:rsidRPr="002E77A7">
              <w:rPr>
                <w:rFonts w:ascii="Times New Roman" w:eastAsia="SimSun" w:hAnsi="Times New Roman" w:cs="Times New Roman"/>
                <w:sz w:val="22"/>
                <w:szCs w:val="22"/>
              </w:rPr>
              <w:t xml:space="preserve">es </w:t>
            </w:r>
            <w:r w:rsidRPr="002E77A7">
              <w:rPr>
                <w:rFonts w:ascii="Times New Roman" w:eastAsia="SimSun" w:hAnsi="Times New Roman" w:cs="Times New Roman"/>
                <w:sz w:val="22"/>
                <w:szCs w:val="22"/>
              </w:rPr>
              <w:t>sessions</w:t>
            </w:r>
            <w:r w:rsidR="00DE7E34" w:rsidRPr="002E77A7">
              <w:rPr>
                <w:rFonts w:ascii="Times New Roman" w:eastAsia="SimSun" w:hAnsi="Times New Roman" w:cs="Times New Roman"/>
                <w:sz w:val="22"/>
                <w:szCs w:val="22"/>
              </w:rPr>
              <w:t xml:space="preserve"> de sensibilisation </w:t>
            </w:r>
            <w:r w:rsidRPr="002E77A7">
              <w:rPr>
                <w:rFonts w:ascii="Times New Roman" w:eastAsia="SimSun" w:hAnsi="Times New Roman" w:cs="Times New Roman"/>
                <w:sz w:val="22"/>
                <w:szCs w:val="22"/>
              </w:rPr>
              <w:t>du</w:t>
            </w:r>
            <w:r w:rsidR="00DE7E34" w:rsidRPr="002E77A7">
              <w:rPr>
                <w:rFonts w:ascii="Times New Roman" w:eastAsia="SimSun" w:hAnsi="Times New Roman" w:cs="Times New Roman"/>
                <w:sz w:val="22"/>
                <w:szCs w:val="22"/>
              </w:rPr>
              <w:t xml:space="preserve"> projet</w:t>
            </w:r>
            <w:r w:rsidRPr="002E77A7">
              <w:rPr>
                <w:rFonts w:ascii="Times New Roman" w:eastAsia="SimSun" w:hAnsi="Times New Roman" w:cs="Times New Roman"/>
                <w:sz w:val="22"/>
                <w:szCs w:val="22"/>
              </w:rPr>
              <w:t xml:space="preserve"> seront également organisées dans</w:t>
            </w:r>
            <w:r w:rsidR="00530FEC" w:rsidRPr="002E77A7">
              <w:rPr>
                <w:rFonts w:ascii="Times New Roman" w:eastAsia="SimSun" w:hAnsi="Times New Roman" w:cs="Times New Roman"/>
                <w:sz w:val="22"/>
                <w:szCs w:val="22"/>
              </w:rPr>
              <w:t xml:space="preserve"> les </w:t>
            </w:r>
            <w:r w:rsidRPr="002E77A7">
              <w:rPr>
                <w:rFonts w:ascii="Times New Roman" w:eastAsia="SimSun" w:hAnsi="Times New Roman" w:cs="Times New Roman"/>
                <w:sz w:val="22"/>
                <w:szCs w:val="22"/>
              </w:rPr>
              <w:t>unités et à</w:t>
            </w:r>
            <w:r w:rsidR="00DE7E34" w:rsidRPr="002E77A7">
              <w:rPr>
                <w:rFonts w:ascii="Times New Roman" w:eastAsia="SimSun" w:hAnsi="Times New Roman" w:cs="Times New Roman"/>
                <w:sz w:val="22"/>
                <w:szCs w:val="22"/>
              </w:rPr>
              <w:t xml:space="preserve"> travers </w:t>
            </w:r>
            <w:r w:rsidR="00530FEC" w:rsidRPr="002E77A7">
              <w:rPr>
                <w:rFonts w:ascii="Times New Roman" w:eastAsia="SimSun" w:hAnsi="Times New Roman" w:cs="Times New Roman"/>
                <w:sz w:val="22"/>
                <w:szCs w:val="22"/>
              </w:rPr>
              <w:t xml:space="preserve">les échanges avec les Commissaires </w:t>
            </w:r>
            <w:r w:rsidRPr="002E77A7">
              <w:rPr>
                <w:rFonts w:ascii="Times New Roman" w:eastAsia="SimSun" w:hAnsi="Times New Roman" w:cs="Times New Roman"/>
                <w:sz w:val="22"/>
                <w:szCs w:val="22"/>
              </w:rPr>
              <w:t>Principales Provinciaux guide</w:t>
            </w:r>
            <w:r w:rsidR="008F685D" w:rsidRPr="002E77A7">
              <w:rPr>
                <w:rFonts w:ascii="Times New Roman" w:eastAsia="SimSun" w:hAnsi="Times New Roman" w:cs="Times New Roman"/>
                <w:sz w:val="22"/>
                <w:szCs w:val="22"/>
              </w:rPr>
              <w:t xml:space="preserve"> (CPP)</w:t>
            </w:r>
            <w:r w:rsidR="00530FEC" w:rsidRPr="002E77A7">
              <w:rPr>
                <w:rFonts w:ascii="Times New Roman" w:eastAsia="SimSun" w:hAnsi="Times New Roman" w:cs="Times New Roman"/>
                <w:sz w:val="22"/>
                <w:szCs w:val="22"/>
              </w:rPr>
              <w:t xml:space="preserve">, </w:t>
            </w:r>
            <w:r w:rsidR="00DE7E34" w:rsidRPr="002E77A7">
              <w:rPr>
                <w:rFonts w:ascii="Times New Roman" w:eastAsia="SimSun" w:hAnsi="Times New Roman" w:cs="Times New Roman"/>
                <w:sz w:val="22"/>
                <w:szCs w:val="22"/>
              </w:rPr>
              <w:t>une revue générale des</w:t>
            </w:r>
            <w:r w:rsidR="007373F7" w:rsidRPr="002E77A7">
              <w:rPr>
                <w:rFonts w:ascii="Times New Roman" w:eastAsia="Times New Roman" w:hAnsi="Times New Roman" w:cs="Times New Roman"/>
                <w:bCs/>
                <w:sz w:val="22"/>
                <w:szCs w:val="22"/>
              </w:rPr>
              <w:t xml:space="preserve"> </w:t>
            </w:r>
            <w:r w:rsidR="00530FEC" w:rsidRPr="002E77A7">
              <w:rPr>
                <w:rFonts w:ascii="Times New Roman" w:eastAsia="Times New Roman" w:hAnsi="Times New Roman" w:cs="Times New Roman"/>
                <w:bCs/>
                <w:sz w:val="22"/>
                <w:szCs w:val="22"/>
              </w:rPr>
              <w:t>critères</w:t>
            </w:r>
            <w:r w:rsidR="007373F7" w:rsidRPr="002E77A7">
              <w:rPr>
                <w:rFonts w:ascii="Times New Roman" w:eastAsia="Times New Roman" w:hAnsi="Times New Roman" w:cs="Times New Roman"/>
                <w:bCs/>
                <w:sz w:val="22"/>
                <w:szCs w:val="22"/>
              </w:rPr>
              <w:t xml:space="preserve"> v</w:t>
            </w:r>
            <w:r w:rsidR="00DE7E34" w:rsidRPr="002E77A7">
              <w:rPr>
                <w:rFonts w:ascii="Times New Roman" w:eastAsia="Times New Roman" w:hAnsi="Times New Roman" w:cs="Times New Roman"/>
                <w:bCs/>
                <w:sz w:val="22"/>
                <w:szCs w:val="22"/>
              </w:rPr>
              <w:t xml:space="preserve">a avoir lieu avant de procéder à la sélection </w:t>
            </w:r>
            <w:r w:rsidR="007373F7" w:rsidRPr="002E77A7">
              <w:rPr>
                <w:rFonts w:ascii="Times New Roman" w:eastAsia="Times New Roman" w:hAnsi="Times New Roman" w:cs="Times New Roman"/>
                <w:bCs/>
                <w:sz w:val="22"/>
                <w:szCs w:val="22"/>
              </w:rPr>
              <w:t xml:space="preserve">des </w:t>
            </w:r>
            <w:r w:rsidR="00530FEC" w:rsidRPr="002E77A7">
              <w:rPr>
                <w:rFonts w:ascii="Times New Roman" w:eastAsia="Times New Roman" w:hAnsi="Times New Roman" w:cs="Times New Roman"/>
                <w:bCs/>
                <w:sz w:val="22"/>
                <w:szCs w:val="22"/>
              </w:rPr>
              <w:t>bénéficiaires (Jeunes</w:t>
            </w:r>
            <w:r w:rsidRPr="002E77A7">
              <w:rPr>
                <w:rFonts w:ascii="Times New Roman" w:eastAsia="Times New Roman" w:hAnsi="Times New Roman" w:cs="Times New Roman"/>
                <w:bCs/>
                <w:sz w:val="22"/>
                <w:szCs w:val="22"/>
              </w:rPr>
              <w:t xml:space="preserve"> Leaders</w:t>
            </w:r>
            <w:r w:rsidR="00530FEC" w:rsidRPr="002E77A7">
              <w:rPr>
                <w:rFonts w:ascii="Times New Roman" w:eastAsia="Times New Roman" w:hAnsi="Times New Roman" w:cs="Times New Roman"/>
                <w:bCs/>
                <w:sz w:val="22"/>
                <w:szCs w:val="22"/>
              </w:rPr>
              <w:t xml:space="preserve"> Responsables des Clubs Mixtes)</w:t>
            </w:r>
            <w:r w:rsidR="007373F7" w:rsidRPr="002E77A7">
              <w:rPr>
                <w:rFonts w:ascii="Times New Roman" w:eastAsia="Times New Roman" w:hAnsi="Times New Roman" w:cs="Times New Roman"/>
                <w:bCs/>
                <w:sz w:val="22"/>
                <w:szCs w:val="22"/>
              </w:rPr>
              <w:t>.</w:t>
            </w:r>
          </w:p>
        </w:tc>
      </w:tr>
      <w:tr w:rsidR="00E520E1" w:rsidRPr="002E77A7" w14:paraId="7B4BEC5F" w14:textId="77777777" w:rsidTr="002E77A7">
        <w:trPr>
          <w:trHeight w:val="692"/>
        </w:trPr>
        <w:tc>
          <w:tcPr>
            <w:tcW w:w="1553" w:type="dxa"/>
            <w:shd w:val="clear" w:color="auto" w:fill="DBE5F1" w:themeFill="accent1" w:themeFillTint="33"/>
          </w:tcPr>
          <w:p w14:paraId="12E7EDA8" w14:textId="21D0A9C6" w:rsidR="00E520E1" w:rsidRPr="002E77A7" w:rsidRDefault="00E520E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Critères de sélection des JL (Jeunes leaders responsables des clubs mixtes)</w:t>
            </w:r>
          </w:p>
        </w:tc>
        <w:tc>
          <w:tcPr>
            <w:tcW w:w="9450" w:type="dxa"/>
            <w:tcBorders>
              <w:bottom w:val="single" w:sz="4" w:space="0" w:color="auto"/>
            </w:tcBorders>
          </w:tcPr>
          <w:p w14:paraId="6694F370" w14:textId="49639BC7" w:rsidR="00E520E1" w:rsidRPr="002E77A7" w:rsidDel="00E520E1" w:rsidRDefault="00AF7C38" w:rsidP="002E77A7">
            <w:pPr>
              <w:pStyle w:val="Sansinterligne"/>
              <w:rPr>
                <w:rFonts w:ascii="Times New Roman" w:eastAsia="SimSun" w:hAnsi="Times New Roman" w:cs="Times New Roman"/>
                <w:sz w:val="22"/>
                <w:szCs w:val="22"/>
              </w:rPr>
            </w:pPr>
            <w:r w:rsidRPr="002E77A7">
              <w:rPr>
                <w:rFonts w:ascii="Times New Roman" w:hAnsi="Times New Roman" w:cs="Times New Roman"/>
                <w:sz w:val="22"/>
                <w:szCs w:val="22"/>
              </w:rPr>
              <w:t>Liste</w:t>
            </w:r>
            <w:r w:rsidR="008F685D" w:rsidRPr="002E77A7">
              <w:rPr>
                <w:rFonts w:ascii="Times New Roman" w:hAnsi="Times New Roman" w:cs="Times New Roman"/>
                <w:sz w:val="22"/>
                <w:szCs w:val="22"/>
              </w:rPr>
              <w:t xml:space="preserve"> non exhaustive</w:t>
            </w:r>
            <w:r w:rsidRPr="002E77A7">
              <w:rPr>
                <w:rFonts w:ascii="Times New Roman" w:hAnsi="Times New Roman" w:cs="Times New Roman"/>
                <w:sz w:val="22"/>
                <w:szCs w:val="22"/>
              </w:rPr>
              <w:t xml:space="preserve"> des critères pour le choix des leaders communautaires/ </w:t>
            </w:r>
            <w:r w:rsidR="00017521" w:rsidRPr="002E77A7">
              <w:rPr>
                <w:rFonts w:ascii="Times New Roman" w:hAnsi="Times New Roman" w:cs="Times New Roman"/>
                <w:sz w:val="22"/>
                <w:szCs w:val="22"/>
              </w:rPr>
              <w:t>projet TUBAKARORERO/AGB</w:t>
            </w:r>
            <w:r w:rsidR="00017521" w:rsidRPr="002E77A7">
              <w:rPr>
                <w:rFonts w:ascii="Times New Roman" w:hAnsi="Times New Roman" w:cs="Times New Roman"/>
                <w:sz w:val="22"/>
                <w:szCs w:val="22"/>
              </w:rPr>
              <w:br/>
            </w:r>
            <w:r w:rsidR="00017521" w:rsidRPr="002E77A7">
              <w:rPr>
                <w:rFonts w:ascii="Times New Roman" w:hAnsi="Times New Roman" w:cs="Times New Roman"/>
                <w:sz w:val="22"/>
                <w:szCs w:val="22"/>
              </w:rPr>
              <w:br/>
              <w:t xml:space="preserve">1.Etre </w:t>
            </w:r>
            <w:r w:rsidRPr="002E77A7">
              <w:rPr>
                <w:rFonts w:ascii="Times New Roman" w:hAnsi="Times New Roman" w:cs="Times New Roman"/>
                <w:sz w:val="22"/>
                <w:szCs w:val="22"/>
              </w:rPr>
              <w:t xml:space="preserve">une guide </w:t>
            </w:r>
            <w:r w:rsidRPr="002E77A7">
              <w:rPr>
                <w:rFonts w:ascii="Times New Roman" w:hAnsi="Times New Roman" w:cs="Times New Roman"/>
                <w:sz w:val="22"/>
                <w:szCs w:val="22"/>
              </w:rPr>
              <w:br/>
            </w:r>
            <w:r w:rsidR="008F685D" w:rsidRPr="002E77A7">
              <w:rPr>
                <w:rFonts w:ascii="Times New Roman" w:hAnsi="Times New Roman" w:cs="Times New Roman"/>
                <w:sz w:val="22"/>
                <w:szCs w:val="22"/>
              </w:rPr>
              <w:t>2. Avoir</w:t>
            </w:r>
            <w:r w:rsidRPr="002E77A7">
              <w:rPr>
                <w:rFonts w:ascii="Times New Roman" w:hAnsi="Times New Roman" w:cs="Times New Roman"/>
                <w:sz w:val="22"/>
                <w:szCs w:val="22"/>
              </w:rPr>
              <w:t xml:space="preserve"> </w:t>
            </w:r>
            <w:r w:rsidR="008F685D" w:rsidRPr="002E77A7">
              <w:rPr>
                <w:rFonts w:ascii="Times New Roman" w:hAnsi="Times New Roman" w:cs="Times New Roman"/>
                <w:sz w:val="22"/>
                <w:szCs w:val="22"/>
              </w:rPr>
              <w:t>l’âge</w:t>
            </w:r>
            <w:r w:rsidR="002E77A7" w:rsidRPr="002E77A7">
              <w:rPr>
                <w:rFonts w:ascii="Times New Roman" w:hAnsi="Times New Roman" w:cs="Times New Roman"/>
                <w:sz w:val="22"/>
                <w:szCs w:val="22"/>
              </w:rPr>
              <w:t xml:space="preserve"> compris entre 18 et 25</w:t>
            </w:r>
            <w:r w:rsidRPr="002E77A7">
              <w:rPr>
                <w:rFonts w:ascii="Times New Roman" w:hAnsi="Times New Roman" w:cs="Times New Roman"/>
                <w:sz w:val="22"/>
                <w:szCs w:val="22"/>
              </w:rPr>
              <w:t xml:space="preserve"> ANS</w:t>
            </w:r>
            <w:r w:rsidRPr="002E77A7">
              <w:rPr>
                <w:rFonts w:ascii="Times New Roman" w:hAnsi="Times New Roman" w:cs="Times New Roman"/>
                <w:sz w:val="22"/>
                <w:szCs w:val="22"/>
              </w:rPr>
              <w:br/>
              <w:t xml:space="preserve">3.Avoir </w:t>
            </w:r>
            <w:r w:rsidR="008F685D" w:rsidRPr="002E77A7">
              <w:rPr>
                <w:rFonts w:ascii="Times New Roman" w:hAnsi="Times New Roman" w:cs="Times New Roman"/>
                <w:sz w:val="22"/>
                <w:szCs w:val="22"/>
              </w:rPr>
              <w:t>fait niveau</w:t>
            </w:r>
            <w:r w:rsidRPr="002E77A7">
              <w:rPr>
                <w:rFonts w:ascii="Times New Roman" w:hAnsi="Times New Roman" w:cs="Times New Roman"/>
                <w:sz w:val="22"/>
                <w:szCs w:val="22"/>
              </w:rPr>
              <w:t xml:space="preserve"> d'étude minimum </w:t>
            </w:r>
            <w:r w:rsidR="008F685D" w:rsidRPr="002E77A7">
              <w:rPr>
                <w:rFonts w:ascii="Times New Roman" w:hAnsi="Times New Roman" w:cs="Times New Roman"/>
                <w:sz w:val="22"/>
                <w:szCs w:val="22"/>
              </w:rPr>
              <w:t>de la</w:t>
            </w:r>
            <w:r w:rsidRPr="002E77A7">
              <w:rPr>
                <w:rFonts w:ascii="Times New Roman" w:hAnsi="Times New Roman" w:cs="Times New Roman"/>
                <w:sz w:val="22"/>
                <w:szCs w:val="22"/>
              </w:rPr>
              <w:t xml:space="preserve"> 9ème année</w:t>
            </w:r>
            <w:r w:rsidRPr="002E77A7">
              <w:rPr>
                <w:rFonts w:ascii="Times New Roman" w:hAnsi="Times New Roman" w:cs="Times New Roman"/>
                <w:sz w:val="22"/>
                <w:szCs w:val="22"/>
              </w:rPr>
              <w:br/>
              <w:t xml:space="preserve">4.Avoir la </w:t>
            </w:r>
            <w:proofErr w:type="gramStart"/>
            <w:r w:rsidRPr="002E77A7">
              <w:rPr>
                <w:rFonts w:ascii="Times New Roman" w:hAnsi="Times New Roman" w:cs="Times New Roman"/>
                <w:sz w:val="22"/>
                <w:szCs w:val="22"/>
              </w:rPr>
              <w:t>capacité  de</w:t>
            </w:r>
            <w:proofErr w:type="gramEnd"/>
            <w:r w:rsidRPr="002E77A7">
              <w:rPr>
                <w:rFonts w:ascii="Times New Roman" w:hAnsi="Times New Roman" w:cs="Times New Roman"/>
                <w:sz w:val="22"/>
                <w:szCs w:val="22"/>
              </w:rPr>
              <w:t xml:space="preserve"> rédiger un rapport d'activité</w:t>
            </w:r>
            <w:r w:rsidRPr="002E77A7">
              <w:rPr>
                <w:rFonts w:ascii="Times New Roman" w:hAnsi="Times New Roman" w:cs="Times New Roman"/>
                <w:sz w:val="22"/>
                <w:szCs w:val="22"/>
              </w:rPr>
              <w:br/>
              <w:t xml:space="preserve">5. Être un modèle (leader) dans sa communauté </w:t>
            </w:r>
            <w:r w:rsidRPr="002E77A7">
              <w:rPr>
                <w:rFonts w:ascii="Times New Roman" w:hAnsi="Times New Roman" w:cs="Times New Roman"/>
                <w:sz w:val="22"/>
                <w:szCs w:val="22"/>
              </w:rPr>
              <w:br/>
              <w:t>6. Être dynamique et flexible</w:t>
            </w:r>
            <w:r w:rsidRPr="002E77A7">
              <w:rPr>
                <w:rFonts w:ascii="Times New Roman" w:hAnsi="Times New Roman" w:cs="Times New Roman"/>
                <w:sz w:val="22"/>
                <w:szCs w:val="22"/>
              </w:rPr>
              <w:br/>
              <w:t xml:space="preserve">7. Accepter de collaborer </w:t>
            </w:r>
            <w:r w:rsidR="008F685D" w:rsidRPr="002E77A7">
              <w:rPr>
                <w:rFonts w:ascii="Times New Roman" w:hAnsi="Times New Roman" w:cs="Times New Roman"/>
                <w:sz w:val="22"/>
                <w:szCs w:val="22"/>
              </w:rPr>
              <w:t>avec les</w:t>
            </w:r>
            <w:r w:rsidRPr="002E77A7">
              <w:rPr>
                <w:rFonts w:ascii="Times New Roman" w:hAnsi="Times New Roman" w:cs="Times New Roman"/>
                <w:sz w:val="22"/>
                <w:szCs w:val="22"/>
              </w:rPr>
              <w:t xml:space="preserve"> </w:t>
            </w:r>
            <w:r w:rsidR="008F685D" w:rsidRPr="002E77A7">
              <w:rPr>
                <w:rFonts w:ascii="Times New Roman" w:hAnsi="Times New Roman" w:cs="Times New Roman"/>
                <w:sz w:val="22"/>
                <w:szCs w:val="22"/>
              </w:rPr>
              <w:t>CPP dans</w:t>
            </w:r>
            <w:r w:rsidRPr="002E77A7">
              <w:rPr>
                <w:rFonts w:ascii="Times New Roman" w:hAnsi="Times New Roman" w:cs="Times New Roman"/>
                <w:sz w:val="22"/>
                <w:szCs w:val="22"/>
              </w:rPr>
              <w:t xml:space="preserve"> le </w:t>
            </w:r>
            <w:r w:rsidR="008F685D" w:rsidRPr="002E77A7">
              <w:rPr>
                <w:rFonts w:ascii="Times New Roman" w:hAnsi="Times New Roman" w:cs="Times New Roman"/>
                <w:sz w:val="22"/>
                <w:szCs w:val="22"/>
              </w:rPr>
              <w:t>développement du</w:t>
            </w:r>
            <w:r w:rsidRPr="002E77A7">
              <w:rPr>
                <w:rFonts w:ascii="Times New Roman" w:hAnsi="Times New Roman" w:cs="Times New Roman"/>
                <w:sz w:val="22"/>
                <w:szCs w:val="22"/>
              </w:rPr>
              <w:t xml:space="preserve"> Guidisme</w:t>
            </w:r>
          </w:p>
        </w:tc>
      </w:tr>
      <w:tr w:rsidR="002B1681" w:rsidRPr="002E77A7" w14:paraId="59F2F8F8" w14:textId="77777777" w:rsidTr="002E77A7">
        <w:trPr>
          <w:trHeight w:val="5044"/>
        </w:trPr>
        <w:tc>
          <w:tcPr>
            <w:tcW w:w="1553" w:type="dxa"/>
            <w:tcBorders>
              <w:right w:val="single" w:sz="4" w:space="0" w:color="auto"/>
            </w:tcBorders>
            <w:shd w:val="clear" w:color="auto" w:fill="DBE5F1" w:themeFill="accent1" w:themeFillTint="33"/>
          </w:tcPr>
          <w:p w14:paraId="29AEEF51" w14:textId="0EBBD608" w:rsidR="002B1681" w:rsidRPr="002E77A7" w:rsidRDefault="002B168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lastRenderedPageBreak/>
              <w:t>Livrables </w:t>
            </w:r>
          </w:p>
        </w:tc>
        <w:tc>
          <w:tcPr>
            <w:tcW w:w="9450" w:type="dxa"/>
            <w:tcBorders>
              <w:top w:val="single" w:sz="4" w:space="0" w:color="auto"/>
              <w:left w:val="single" w:sz="4" w:space="0" w:color="auto"/>
              <w:bottom w:val="single" w:sz="4" w:space="0" w:color="auto"/>
              <w:right w:val="single" w:sz="4" w:space="0" w:color="auto"/>
            </w:tcBorders>
          </w:tcPr>
          <w:p w14:paraId="3F92EAF3" w14:textId="13D05317" w:rsidR="00AD7596" w:rsidRPr="002E77A7" w:rsidRDefault="00AD7596" w:rsidP="00364903">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Rapports</w:t>
            </w:r>
            <w:r w:rsidR="009A78E1" w:rsidRPr="002E77A7">
              <w:rPr>
                <w:rFonts w:ascii="Times New Roman" w:hAnsi="Times New Roman" w:cs="Times New Roman"/>
                <w:iCs/>
                <w:color w:val="000000" w:themeColor="text1"/>
                <w:sz w:val="22"/>
                <w:szCs w:val="22"/>
              </w:rPr>
              <w:t xml:space="preserve"> narratif et financier de l’activité</w:t>
            </w:r>
          </w:p>
          <w:p w14:paraId="589D7FFF" w14:textId="5793D3DA" w:rsidR="00AD7596" w:rsidRPr="002E77A7" w:rsidRDefault="00AD7596" w:rsidP="00364903">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Liste des</w:t>
            </w:r>
            <w:r w:rsidR="00A42926" w:rsidRPr="002E77A7">
              <w:rPr>
                <w:rFonts w:ascii="Times New Roman" w:hAnsi="Times New Roman" w:cs="Times New Roman"/>
                <w:iCs/>
                <w:color w:val="000000" w:themeColor="text1"/>
                <w:sz w:val="22"/>
                <w:szCs w:val="22"/>
              </w:rPr>
              <w:t xml:space="preserve"> jeunes Leaders sélectionnés</w:t>
            </w:r>
            <w:r w:rsidRPr="002E77A7">
              <w:rPr>
                <w:rFonts w:ascii="Times New Roman" w:hAnsi="Times New Roman" w:cs="Times New Roman"/>
                <w:iCs/>
                <w:color w:val="000000" w:themeColor="text1"/>
                <w:sz w:val="22"/>
                <w:szCs w:val="22"/>
              </w:rPr>
              <w:t xml:space="preserve"> </w:t>
            </w:r>
          </w:p>
          <w:p w14:paraId="68DF723A" w14:textId="6072071A" w:rsidR="00607C4C" w:rsidRPr="002E77A7" w:rsidRDefault="00607C4C" w:rsidP="00364903">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Plan de sensibilisation des autorités communales</w:t>
            </w:r>
          </w:p>
          <w:p w14:paraId="2647185F" w14:textId="57186FF5" w:rsidR="00607C4C" w:rsidRPr="002E77A7" w:rsidRDefault="00607C4C" w:rsidP="00364903">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Accord des autorités communales ciblées</w:t>
            </w:r>
          </w:p>
          <w:p w14:paraId="5F8BE484" w14:textId="6BB9E54B" w:rsidR="00607C4C" w:rsidRPr="002E77A7" w:rsidRDefault="00607C4C" w:rsidP="00364903">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Memo d’entente entre les responsables des centres jeunes et AGB-ASB</w:t>
            </w:r>
          </w:p>
          <w:tbl>
            <w:tblPr>
              <w:tblStyle w:val="Grilledutableau"/>
              <w:tblW w:w="8763" w:type="dxa"/>
              <w:tblLayout w:type="fixed"/>
              <w:tblLook w:val="04A0" w:firstRow="1" w:lastRow="0" w:firstColumn="1" w:lastColumn="0" w:noHBand="0" w:noVBand="1"/>
            </w:tblPr>
            <w:tblGrid>
              <w:gridCol w:w="2146"/>
              <w:gridCol w:w="2400"/>
              <w:gridCol w:w="4217"/>
            </w:tblGrid>
            <w:tr w:rsidR="00E55597" w:rsidRPr="002E77A7" w14:paraId="0AF934AE" w14:textId="77777777" w:rsidTr="002E77A7">
              <w:trPr>
                <w:trHeight w:val="427"/>
              </w:trPr>
              <w:tc>
                <w:tcPr>
                  <w:tcW w:w="2146" w:type="dxa"/>
                </w:tcPr>
                <w:p w14:paraId="1E59FFE5" w14:textId="6AC96BE6" w:rsidR="00E55597" w:rsidRPr="002E77A7" w:rsidRDefault="00E55597" w:rsidP="00364903">
                  <w:pPr>
                    <w:tabs>
                      <w:tab w:val="left" w:pos="3697"/>
                    </w:tabs>
                    <w:jc w:val="both"/>
                    <w:rPr>
                      <w:rFonts w:ascii="Times New Roman" w:hAnsi="Times New Roman" w:cs="Times New Roman"/>
                      <w:b/>
                      <w:bCs/>
                      <w:sz w:val="22"/>
                      <w:szCs w:val="22"/>
                    </w:rPr>
                  </w:pPr>
                  <w:r w:rsidRPr="002E77A7">
                    <w:rPr>
                      <w:rFonts w:ascii="Times New Roman" w:hAnsi="Times New Roman" w:cs="Times New Roman"/>
                      <w:b/>
                      <w:bCs/>
                      <w:sz w:val="22"/>
                      <w:szCs w:val="22"/>
                    </w:rPr>
                    <w:t>HEURES /Jours</w:t>
                  </w:r>
                </w:p>
              </w:tc>
              <w:tc>
                <w:tcPr>
                  <w:tcW w:w="2400" w:type="dxa"/>
                </w:tcPr>
                <w:p w14:paraId="7DBAC63C" w14:textId="08A9167C" w:rsidR="00E55597" w:rsidRPr="002E77A7" w:rsidRDefault="00E55597" w:rsidP="00364903">
                  <w:pPr>
                    <w:tabs>
                      <w:tab w:val="left" w:pos="3697"/>
                    </w:tabs>
                    <w:jc w:val="both"/>
                    <w:rPr>
                      <w:rFonts w:ascii="Times New Roman" w:hAnsi="Times New Roman" w:cs="Times New Roman"/>
                      <w:b/>
                      <w:bCs/>
                      <w:sz w:val="22"/>
                      <w:szCs w:val="22"/>
                    </w:rPr>
                  </w:pPr>
                  <w:r w:rsidRPr="002E77A7">
                    <w:rPr>
                      <w:rFonts w:ascii="Times New Roman" w:hAnsi="Times New Roman" w:cs="Times New Roman"/>
                      <w:b/>
                      <w:bCs/>
                      <w:sz w:val="22"/>
                      <w:szCs w:val="22"/>
                    </w:rPr>
                    <w:t>ACTIVITES</w:t>
                  </w:r>
                </w:p>
              </w:tc>
              <w:tc>
                <w:tcPr>
                  <w:tcW w:w="4217" w:type="dxa"/>
                </w:tcPr>
                <w:p w14:paraId="0153E808" w14:textId="060B7B92" w:rsidR="00E55597" w:rsidRPr="002E77A7" w:rsidRDefault="007F1DEE" w:rsidP="00364903">
                  <w:pPr>
                    <w:tabs>
                      <w:tab w:val="left" w:pos="3697"/>
                    </w:tabs>
                    <w:jc w:val="both"/>
                    <w:rPr>
                      <w:rFonts w:ascii="Times New Roman" w:hAnsi="Times New Roman" w:cs="Times New Roman"/>
                      <w:b/>
                      <w:bCs/>
                      <w:sz w:val="22"/>
                      <w:szCs w:val="22"/>
                    </w:rPr>
                  </w:pPr>
                  <w:r w:rsidRPr="002E77A7">
                    <w:rPr>
                      <w:rFonts w:ascii="Times New Roman" w:hAnsi="Times New Roman" w:cs="Times New Roman"/>
                      <w:b/>
                      <w:bCs/>
                      <w:sz w:val="22"/>
                      <w:szCs w:val="22"/>
                    </w:rPr>
                    <w:t>LIEU</w:t>
                  </w:r>
                </w:p>
              </w:tc>
            </w:tr>
            <w:tr w:rsidR="00E55597" w:rsidRPr="002E77A7" w14:paraId="50ABC3EB" w14:textId="77777777" w:rsidTr="002E77A7">
              <w:trPr>
                <w:trHeight w:val="1557"/>
              </w:trPr>
              <w:tc>
                <w:tcPr>
                  <w:tcW w:w="2146" w:type="dxa"/>
                </w:tcPr>
                <w:p w14:paraId="1566AC6A" w14:textId="3601CC10" w:rsidR="00E55597" w:rsidRPr="002E77A7" w:rsidRDefault="0037443A" w:rsidP="00364903">
                  <w:pPr>
                    <w:tabs>
                      <w:tab w:val="left" w:pos="3697"/>
                    </w:tabs>
                    <w:jc w:val="both"/>
                    <w:rPr>
                      <w:rFonts w:ascii="Times New Roman" w:hAnsi="Times New Roman" w:cs="Times New Roman"/>
                      <w:sz w:val="22"/>
                      <w:szCs w:val="22"/>
                    </w:rPr>
                  </w:pPr>
                  <w:bookmarkStart w:id="0" w:name="_Hlk162341502"/>
                  <w:r w:rsidRPr="002E77A7">
                    <w:rPr>
                      <w:rFonts w:ascii="Times New Roman" w:hAnsi="Times New Roman" w:cs="Times New Roman"/>
                      <w:sz w:val="22"/>
                      <w:szCs w:val="22"/>
                    </w:rPr>
                    <w:t>Du 13 au 18</w:t>
                  </w:r>
                  <w:r w:rsidR="00ED39A2" w:rsidRPr="002E77A7">
                    <w:rPr>
                      <w:rFonts w:ascii="Times New Roman" w:hAnsi="Times New Roman" w:cs="Times New Roman"/>
                      <w:sz w:val="22"/>
                      <w:szCs w:val="22"/>
                    </w:rPr>
                    <w:t xml:space="preserve"> Mai </w:t>
                  </w:r>
                  <w:r w:rsidR="00E55597" w:rsidRPr="002E77A7">
                    <w:rPr>
                      <w:rFonts w:ascii="Times New Roman" w:hAnsi="Times New Roman" w:cs="Times New Roman"/>
                      <w:sz w:val="22"/>
                      <w:szCs w:val="22"/>
                    </w:rPr>
                    <w:t>8h00-</w:t>
                  </w:r>
                  <w:r w:rsidR="00F2493A" w:rsidRPr="002E77A7">
                    <w:rPr>
                      <w:rFonts w:ascii="Times New Roman" w:hAnsi="Times New Roman" w:cs="Times New Roman"/>
                      <w:sz w:val="22"/>
                      <w:szCs w:val="22"/>
                    </w:rPr>
                    <w:t>16</w:t>
                  </w:r>
                  <w:r w:rsidR="00E55597" w:rsidRPr="002E77A7">
                    <w:rPr>
                      <w:rFonts w:ascii="Times New Roman" w:hAnsi="Times New Roman" w:cs="Times New Roman"/>
                      <w:sz w:val="22"/>
                      <w:szCs w:val="22"/>
                    </w:rPr>
                    <w:t>h30</w:t>
                  </w:r>
                </w:p>
              </w:tc>
              <w:tc>
                <w:tcPr>
                  <w:tcW w:w="2400" w:type="dxa"/>
                </w:tcPr>
                <w:p w14:paraId="1EF11C24" w14:textId="15F6AE99" w:rsidR="00E55597" w:rsidRPr="002E77A7" w:rsidRDefault="007F1DEE" w:rsidP="00364903">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Sensibiliser les autorités communales sur la mise en place des clubs mixte</w:t>
                  </w:r>
                </w:p>
              </w:tc>
              <w:tc>
                <w:tcPr>
                  <w:tcW w:w="4217" w:type="dxa"/>
                </w:tcPr>
                <w:p w14:paraId="22D140B2" w14:textId="54AA4D27" w:rsidR="00E55597" w:rsidRPr="002E77A7" w:rsidRDefault="0007542E" w:rsidP="00364903">
                  <w:pPr>
                    <w:tabs>
                      <w:tab w:val="left" w:pos="3697"/>
                    </w:tabs>
                    <w:jc w:val="both"/>
                    <w:rPr>
                      <w:rFonts w:ascii="Times New Roman" w:hAnsi="Times New Roman" w:cs="Times New Roman"/>
                      <w:sz w:val="22"/>
                      <w:szCs w:val="22"/>
                    </w:rPr>
                  </w:pPr>
                  <w:proofErr w:type="spellStart"/>
                  <w:r w:rsidRPr="002E77A7">
                    <w:rPr>
                      <w:rFonts w:ascii="Times New Roman" w:hAnsi="Times New Roman" w:cs="Times New Roman"/>
                      <w:sz w:val="22"/>
                      <w:szCs w:val="22"/>
                    </w:rPr>
                    <w:t>Kirundo</w:t>
                  </w:r>
                  <w:proofErr w:type="spellEnd"/>
                  <w:r w:rsidRPr="002E77A7">
                    <w:rPr>
                      <w:rFonts w:ascii="Times New Roman" w:hAnsi="Times New Roman" w:cs="Times New Roman"/>
                      <w:sz w:val="22"/>
                      <w:szCs w:val="22"/>
                    </w:rPr>
                    <w:t xml:space="preserve">, </w:t>
                  </w:r>
                  <w:proofErr w:type="spellStart"/>
                  <w:r w:rsidRPr="002E77A7">
                    <w:rPr>
                      <w:rFonts w:ascii="Times New Roman" w:hAnsi="Times New Roman" w:cs="Times New Roman"/>
                      <w:sz w:val="22"/>
                      <w:szCs w:val="22"/>
                    </w:rPr>
                    <w:t>Muyinga</w:t>
                  </w:r>
                  <w:proofErr w:type="spellEnd"/>
                  <w:r w:rsidRPr="002E77A7">
                    <w:rPr>
                      <w:rFonts w:ascii="Times New Roman" w:hAnsi="Times New Roman" w:cs="Times New Roman"/>
                      <w:sz w:val="22"/>
                      <w:szCs w:val="22"/>
                    </w:rPr>
                    <w:t xml:space="preserve">, Ngozi, </w:t>
                  </w:r>
                  <w:proofErr w:type="spellStart"/>
                  <w:r w:rsidRPr="002E77A7">
                    <w:rPr>
                      <w:rFonts w:ascii="Times New Roman" w:hAnsi="Times New Roman" w:cs="Times New Roman"/>
                      <w:sz w:val="22"/>
                      <w:szCs w:val="22"/>
                    </w:rPr>
                    <w:t>Cibitoke</w:t>
                  </w:r>
                  <w:proofErr w:type="spellEnd"/>
                  <w:r w:rsidRPr="002E77A7">
                    <w:rPr>
                      <w:rFonts w:ascii="Times New Roman" w:hAnsi="Times New Roman" w:cs="Times New Roman"/>
                      <w:sz w:val="22"/>
                      <w:szCs w:val="22"/>
                    </w:rPr>
                    <w:t xml:space="preserve"> et Bujumbura Rural</w:t>
                  </w:r>
                </w:p>
              </w:tc>
            </w:tr>
            <w:tr w:rsidR="00E55597" w:rsidRPr="002E77A7" w14:paraId="263F09D7" w14:textId="77777777" w:rsidTr="002E77A7">
              <w:trPr>
                <w:trHeight w:val="358"/>
              </w:trPr>
              <w:tc>
                <w:tcPr>
                  <w:tcW w:w="2146" w:type="dxa"/>
                </w:tcPr>
                <w:p w14:paraId="6887E8FF" w14:textId="4D5FEC92" w:rsidR="00F2493A" w:rsidRPr="002E77A7" w:rsidRDefault="0037443A" w:rsidP="00364903">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Du 20 au 25</w:t>
                  </w:r>
                  <w:r w:rsidR="00ED39A2" w:rsidRPr="002E77A7">
                    <w:rPr>
                      <w:rFonts w:ascii="Times New Roman" w:hAnsi="Times New Roman" w:cs="Times New Roman"/>
                      <w:sz w:val="22"/>
                      <w:szCs w:val="22"/>
                    </w:rPr>
                    <w:t xml:space="preserve"> Mai </w:t>
                  </w:r>
                  <w:r w:rsidR="00F2493A" w:rsidRPr="002E77A7">
                    <w:rPr>
                      <w:rFonts w:ascii="Times New Roman" w:hAnsi="Times New Roman" w:cs="Times New Roman"/>
                      <w:sz w:val="22"/>
                      <w:szCs w:val="22"/>
                    </w:rPr>
                    <w:t>8h00-16h30</w:t>
                  </w:r>
                </w:p>
              </w:tc>
              <w:tc>
                <w:tcPr>
                  <w:tcW w:w="2400" w:type="dxa"/>
                </w:tcPr>
                <w:p w14:paraId="41025FE5" w14:textId="446C9137" w:rsidR="00E55597" w:rsidRPr="002E77A7" w:rsidRDefault="007F1DEE" w:rsidP="00364903">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Sélectionner les jeunes responsables des clubs mixtes</w:t>
                  </w:r>
                </w:p>
              </w:tc>
              <w:tc>
                <w:tcPr>
                  <w:tcW w:w="4217" w:type="dxa"/>
                </w:tcPr>
                <w:p w14:paraId="1325A531" w14:textId="5E669B94" w:rsidR="00E55597" w:rsidRPr="002E77A7" w:rsidRDefault="0007542E" w:rsidP="00364903">
                  <w:pPr>
                    <w:tabs>
                      <w:tab w:val="left" w:pos="3697"/>
                    </w:tabs>
                    <w:jc w:val="both"/>
                    <w:rPr>
                      <w:rFonts w:ascii="Times New Roman" w:hAnsi="Times New Roman" w:cs="Times New Roman"/>
                      <w:sz w:val="22"/>
                      <w:szCs w:val="22"/>
                    </w:rPr>
                  </w:pPr>
                  <w:proofErr w:type="spellStart"/>
                  <w:r w:rsidRPr="002E77A7">
                    <w:rPr>
                      <w:rFonts w:ascii="Times New Roman" w:hAnsi="Times New Roman" w:cs="Times New Roman"/>
                      <w:sz w:val="22"/>
                      <w:szCs w:val="22"/>
                    </w:rPr>
                    <w:t>Kirundo</w:t>
                  </w:r>
                  <w:proofErr w:type="spellEnd"/>
                  <w:r w:rsidRPr="002E77A7">
                    <w:rPr>
                      <w:rFonts w:ascii="Times New Roman" w:hAnsi="Times New Roman" w:cs="Times New Roman"/>
                      <w:sz w:val="22"/>
                      <w:szCs w:val="22"/>
                    </w:rPr>
                    <w:t xml:space="preserve">, </w:t>
                  </w:r>
                  <w:proofErr w:type="spellStart"/>
                  <w:r w:rsidRPr="002E77A7">
                    <w:rPr>
                      <w:rFonts w:ascii="Times New Roman" w:hAnsi="Times New Roman" w:cs="Times New Roman"/>
                      <w:sz w:val="22"/>
                      <w:szCs w:val="22"/>
                    </w:rPr>
                    <w:t>Muyinga</w:t>
                  </w:r>
                  <w:proofErr w:type="spellEnd"/>
                  <w:r w:rsidRPr="002E77A7">
                    <w:rPr>
                      <w:rFonts w:ascii="Times New Roman" w:hAnsi="Times New Roman" w:cs="Times New Roman"/>
                      <w:sz w:val="22"/>
                      <w:szCs w:val="22"/>
                    </w:rPr>
                    <w:t xml:space="preserve">, Ngozi, </w:t>
                  </w:r>
                  <w:proofErr w:type="spellStart"/>
                  <w:r w:rsidRPr="002E77A7">
                    <w:rPr>
                      <w:rFonts w:ascii="Times New Roman" w:hAnsi="Times New Roman" w:cs="Times New Roman"/>
                      <w:sz w:val="22"/>
                      <w:szCs w:val="22"/>
                    </w:rPr>
                    <w:t>Cibitoke</w:t>
                  </w:r>
                  <w:proofErr w:type="spellEnd"/>
                  <w:r w:rsidRPr="002E77A7">
                    <w:rPr>
                      <w:rFonts w:ascii="Times New Roman" w:hAnsi="Times New Roman" w:cs="Times New Roman"/>
                      <w:sz w:val="22"/>
                      <w:szCs w:val="22"/>
                    </w:rPr>
                    <w:t xml:space="preserve"> et Bujumbura Rural</w:t>
                  </w:r>
                </w:p>
              </w:tc>
            </w:tr>
            <w:bookmarkEnd w:id="0"/>
          </w:tbl>
          <w:p w14:paraId="371FCC72" w14:textId="5F6628C3" w:rsidR="00CA780A" w:rsidRPr="002E77A7" w:rsidRDefault="00CA780A" w:rsidP="00364903">
            <w:pPr>
              <w:pStyle w:val="Paragraphedeliste"/>
              <w:ind w:right="185"/>
              <w:jc w:val="both"/>
              <w:rPr>
                <w:rFonts w:ascii="Times New Roman" w:hAnsi="Times New Roman" w:cs="Times New Roman"/>
                <w:color w:val="000000" w:themeColor="text1"/>
                <w:sz w:val="22"/>
                <w:szCs w:val="22"/>
              </w:rPr>
            </w:pPr>
          </w:p>
        </w:tc>
      </w:tr>
      <w:tr w:rsidR="002B1681" w:rsidRPr="002E77A7" w14:paraId="775C5930" w14:textId="77777777" w:rsidTr="002E77A7">
        <w:trPr>
          <w:trHeight w:val="359"/>
        </w:trPr>
        <w:tc>
          <w:tcPr>
            <w:tcW w:w="1553" w:type="dxa"/>
            <w:shd w:val="clear" w:color="auto" w:fill="DBE5F1" w:themeFill="accent1" w:themeFillTint="33"/>
          </w:tcPr>
          <w:p w14:paraId="45575702" w14:textId="107EB75A" w:rsidR="002B1681" w:rsidRPr="002E77A7" w:rsidRDefault="002B168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Budget</w:t>
            </w:r>
          </w:p>
        </w:tc>
        <w:tc>
          <w:tcPr>
            <w:tcW w:w="9450" w:type="dxa"/>
            <w:tcBorders>
              <w:top w:val="single" w:sz="4" w:space="0" w:color="auto"/>
            </w:tcBorders>
          </w:tcPr>
          <w:tbl>
            <w:tblPr>
              <w:tblW w:w="9055" w:type="dxa"/>
              <w:tblLayout w:type="fixed"/>
              <w:tblCellMar>
                <w:left w:w="70" w:type="dxa"/>
                <w:right w:w="70" w:type="dxa"/>
              </w:tblCellMar>
              <w:tblLook w:val="04A0" w:firstRow="1" w:lastRow="0" w:firstColumn="1" w:lastColumn="0" w:noHBand="0" w:noVBand="1"/>
            </w:tblPr>
            <w:tblGrid>
              <w:gridCol w:w="654"/>
              <w:gridCol w:w="2792"/>
              <w:gridCol w:w="1068"/>
              <w:gridCol w:w="1033"/>
              <w:gridCol w:w="1033"/>
              <w:gridCol w:w="1033"/>
              <w:gridCol w:w="1442"/>
            </w:tblGrid>
            <w:tr w:rsidR="002A1B6D" w:rsidRPr="002E77A7" w14:paraId="4329540F" w14:textId="77777777" w:rsidTr="002E77A7">
              <w:trPr>
                <w:trHeight w:val="291"/>
              </w:trPr>
              <w:tc>
                <w:tcPr>
                  <w:tcW w:w="65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5FCC2B"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No</w:t>
                  </w:r>
                </w:p>
              </w:tc>
              <w:tc>
                <w:tcPr>
                  <w:tcW w:w="2792" w:type="dxa"/>
                  <w:tcBorders>
                    <w:top w:val="single" w:sz="8" w:space="0" w:color="auto"/>
                    <w:left w:val="nil"/>
                    <w:bottom w:val="single" w:sz="8" w:space="0" w:color="auto"/>
                    <w:right w:val="single" w:sz="8" w:space="0" w:color="auto"/>
                  </w:tcBorders>
                  <w:shd w:val="clear" w:color="000000" w:fill="9BC2E6"/>
                  <w:noWrap/>
                  <w:vAlign w:val="center"/>
                  <w:hideMark/>
                </w:tcPr>
                <w:p w14:paraId="6D28838E"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Désignation</w:t>
                  </w:r>
                </w:p>
              </w:tc>
              <w:tc>
                <w:tcPr>
                  <w:tcW w:w="1068" w:type="dxa"/>
                  <w:tcBorders>
                    <w:top w:val="single" w:sz="8" w:space="0" w:color="auto"/>
                    <w:left w:val="nil"/>
                    <w:bottom w:val="single" w:sz="8" w:space="0" w:color="auto"/>
                    <w:right w:val="single" w:sz="8" w:space="0" w:color="auto"/>
                  </w:tcBorders>
                  <w:shd w:val="clear" w:color="000000" w:fill="9BC2E6"/>
                  <w:noWrap/>
                  <w:vAlign w:val="center"/>
                  <w:hideMark/>
                </w:tcPr>
                <w:p w14:paraId="464BDB0B" w14:textId="60215F4C"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proofErr w:type="gramStart"/>
                  <w:r w:rsidRPr="002E77A7">
                    <w:rPr>
                      <w:rFonts w:ascii="Times New Roman" w:eastAsia="Times New Roman" w:hAnsi="Times New Roman" w:cs="Times New Roman"/>
                      <w:color w:val="000000"/>
                      <w:sz w:val="22"/>
                      <w:szCs w:val="22"/>
                      <w:lang w:eastAsia="fr-FR"/>
                    </w:rPr>
                    <w:t>unité</w:t>
                  </w:r>
                  <w:proofErr w:type="gramEnd"/>
                </w:p>
              </w:tc>
              <w:tc>
                <w:tcPr>
                  <w:tcW w:w="1033" w:type="dxa"/>
                  <w:tcBorders>
                    <w:top w:val="single" w:sz="8" w:space="0" w:color="auto"/>
                    <w:left w:val="nil"/>
                    <w:bottom w:val="single" w:sz="8" w:space="0" w:color="auto"/>
                    <w:right w:val="single" w:sz="8" w:space="0" w:color="auto"/>
                  </w:tcBorders>
                  <w:shd w:val="clear" w:color="000000" w:fill="9BC2E6"/>
                  <w:noWrap/>
                  <w:vAlign w:val="center"/>
                  <w:hideMark/>
                </w:tcPr>
                <w:p w14:paraId="671F0398"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Fréquence</w:t>
                  </w:r>
                </w:p>
              </w:tc>
              <w:tc>
                <w:tcPr>
                  <w:tcW w:w="1033" w:type="dxa"/>
                  <w:tcBorders>
                    <w:top w:val="single" w:sz="8" w:space="0" w:color="auto"/>
                    <w:left w:val="nil"/>
                    <w:bottom w:val="single" w:sz="8" w:space="0" w:color="auto"/>
                    <w:right w:val="single" w:sz="8" w:space="0" w:color="auto"/>
                  </w:tcBorders>
                  <w:shd w:val="clear" w:color="000000" w:fill="9BC2E6"/>
                  <w:noWrap/>
                  <w:vAlign w:val="center"/>
                  <w:hideMark/>
                </w:tcPr>
                <w:p w14:paraId="2BD9CCD1"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Quantité</w:t>
                  </w:r>
                </w:p>
              </w:tc>
              <w:tc>
                <w:tcPr>
                  <w:tcW w:w="1033" w:type="dxa"/>
                  <w:tcBorders>
                    <w:top w:val="single" w:sz="8" w:space="0" w:color="auto"/>
                    <w:left w:val="nil"/>
                    <w:bottom w:val="single" w:sz="8" w:space="0" w:color="auto"/>
                    <w:right w:val="single" w:sz="8" w:space="0" w:color="auto"/>
                  </w:tcBorders>
                  <w:shd w:val="clear" w:color="000000" w:fill="9BC2E6"/>
                  <w:noWrap/>
                  <w:vAlign w:val="center"/>
                  <w:hideMark/>
                </w:tcPr>
                <w:p w14:paraId="5D93254C"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Prix Unitaire</w:t>
                  </w:r>
                </w:p>
              </w:tc>
              <w:tc>
                <w:tcPr>
                  <w:tcW w:w="1442" w:type="dxa"/>
                  <w:tcBorders>
                    <w:top w:val="single" w:sz="8" w:space="0" w:color="auto"/>
                    <w:left w:val="nil"/>
                    <w:bottom w:val="single" w:sz="8" w:space="0" w:color="auto"/>
                    <w:right w:val="single" w:sz="8" w:space="0" w:color="auto"/>
                  </w:tcBorders>
                  <w:shd w:val="clear" w:color="000000" w:fill="9BC2E6"/>
                  <w:noWrap/>
                  <w:vAlign w:val="center"/>
                  <w:hideMark/>
                </w:tcPr>
                <w:p w14:paraId="710AB75D"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 xml:space="preserve"> Prix Total </w:t>
                  </w:r>
                </w:p>
              </w:tc>
            </w:tr>
            <w:tr w:rsidR="002A1B6D" w:rsidRPr="002E77A7" w14:paraId="1E568454" w14:textId="77777777" w:rsidTr="002E77A7">
              <w:trPr>
                <w:trHeight w:val="291"/>
              </w:trPr>
              <w:tc>
                <w:tcPr>
                  <w:tcW w:w="654" w:type="dxa"/>
                  <w:tcBorders>
                    <w:top w:val="nil"/>
                    <w:left w:val="single" w:sz="8" w:space="0" w:color="auto"/>
                    <w:bottom w:val="single" w:sz="8" w:space="0" w:color="auto"/>
                    <w:right w:val="single" w:sz="8" w:space="0" w:color="auto"/>
                  </w:tcBorders>
                  <w:shd w:val="clear" w:color="auto" w:fill="auto"/>
                  <w:noWrap/>
                  <w:vAlign w:val="center"/>
                  <w:hideMark/>
                </w:tcPr>
                <w:p w14:paraId="238AA53C"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w:t>
                  </w:r>
                </w:p>
              </w:tc>
              <w:tc>
                <w:tcPr>
                  <w:tcW w:w="2792" w:type="dxa"/>
                  <w:tcBorders>
                    <w:top w:val="nil"/>
                    <w:left w:val="nil"/>
                    <w:bottom w:val="single" w:sz="8" w:space="0" w:color="auto"/>
                    <w:right w:val="single" w:sz="8" w:space="0" w:color="auto"/>
                  </w:tcBorders>
                  <w:shd w:val="clear" w:color="auto" w:fill="auto"/>
                  <w:noWrap/>
                  <w:vAlign w:val="center"/>
                  <w:hideMark/>
                </w:tcPr>
                <w:p w14:paraId="18F1A3D9"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Location véhicule</w:t>
                  </w:r>
                </w:p>
              </w:tc>
              <w:tc>
                <w:tcPr>
                  <w:tcW w:w="1068" w:type="dxa"/>
                  <w:tcBorders>
                    <w:top w:val="nil"/>
                    <w:left w:val="nil"/>
                    <w:bottom w:val="single" w:sz="8" w:space="0" w:color="auto"/>
                    <w:right w:val="single" w:sz="8" w:space="0" w:color="auto"/>
                  </w:tcBorders>
                  <w:shd w:val="clear" w:color="auto" w:fill="auto"/>
                  <w:noWrap/>
                  <w:vAlign w:val="center"/>
                  <w:hideMark/>
                </w:tcPr>
                <w:p w14:paraId="09278664"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proofErr w:type="gramStart"/>
                  <w:r w:rsidRPr="002E77A7">
                    <w:rPr>
                      <w:rFonts w:ascii="Times New Roman" w:eastAsia="Times New Roman" w:hAnsi="Times New Roman" w:cs="Times New Roman"/>
                      <w:color w:val="000000"/>
                      <w:sz w:val="22"/>
                      <w:szCs w:val="22"/>
                      <w:lang w:eastAsia="fr-FR"/>
                    </w:rPr>
                    <w:t>jour</w:t>
                  </w:r>
                  <w:proofErr w:type="gramEnd"/>
                </w:p>
              </w:tc>
              <w:tc>
                <w:tcPr>
                  <w:tcW w:w="1033" w:type="dxa"/>
                  <w:tcBorders>
                    <w:top w:val="nil"/>
                    <w:left w:val="nil"/>
                    <w:bottom w:val="single" w:sz="8" w:space="0" w:color="auto"/>
                    <w:right w:val="single" w:sz="8" w:space="0" w:color="auto"/>
                  </w:tcBorders>
                  <w:shd w:val="clear" w:color="auto" w:fill="auto"/>
                  <w:noWrap/>
                  <w:vAlign w:val="center"/>
                  <w:hideMark/>
                </w:tcPr>
                <w:p w14:paraId="4C5B538A"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w:t>
                  </w:r>
                </w:p>
              </w:tc>
              <w:tc>
                <w:tcPr>
                  <w:tcW w:w="1033" w:type="dxa"/>
                  <w:tcBorders>
                    <w:top w:val="nil"/>
                    <w:left w:val="nil"/>
                    <w:bottom w:val="single" w:sz="8" w:space="0" w:color="auto"/>
                    <w:right w:val="single" w:sz="8" w:space="0" w:color="auto"/>
                  </w:tcBorders>
                  <w:shd w:val="clear" w:color="auto" w:fill="auto"/>
                  <w:noWrap/>
                  <w:vAlign w:val="center"/>
                  <w:hideMark/>
                </w:tcPr>
                <w:p w14:paraId="66A0AB39"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12</w:t>
                  </w:r>
                </w:p>
              </w:tc>
              <w:tc>
                <w:tcPr>
                  <w:tcW w:w="1033" w:type="dxa"/>
                  <w:tcBorders>
                    <w:top w:val="nil"/>
                    <w:left w:val="nil"/>
                    <w:bottom w:val="single" w:sz="8" w:space="0" w:color="auto"/>
                    <w:right w:val="single" w:sz="8" w:space="0" w:color="auto"/>
                  </w:tcBorders>
                  <w:shd w:val="clear" w:color="auto" w:fill="auto"/>
                  <w:noWrap/>
                  <w:vAlign w:val="center"/>
                  <w:hideMark/>
                </w:tcPr>
                <w:p w14:paraId="3CD59E98"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150000</w:t>
                  </w:r>
                </w:p>
              </w:tc>
              <w:tc>
                <w:tcPr>
                  <w:tcW w:w="1442" w:type="dxa"/>
                  <w:tcBorders>
                    <w:top w:val="nil"/>
                    <w:left w:val="nil"/>
                    <w:bottom w:val="single" w:sz="8" w:space="0" w:color="auto"/>
                    <w:right w:val="single" w:sz="8" w:space="0" w:color="auto"/>
                  </w:tcBorders>
                  <w:shd w:val="clear" w:color="auto" w:fill="auto"/>
                  <w:noWrap/>
                  <w:vAlign w:val="center"/>
                  <w:hideMark/>
                </w:tcPr>
                <w:p w14:paraId="6A3214D8"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1800000</w:t>
                  </w:r>
                </w:p>
              </w:tc>
            </w:tr>
            <w:tr w:rsidR="002A1B6D" w:rsidRPr="002E77A7" w14:paraId="729CA679" w14:textId="77777777" w:rsidTr="002E77A7">
              <w:trPr>
                <w:trHeight w:val="291"/>
              </w:trPr>
              <w:tc>
                <w:tcPr>
                  <w:tcW w:w="654" w:type="dxa"/>
                  <w:tcBorders>
                    <w:top w:val="nil"/>
                    <w:left w:val="single" w:sz="8" w:space="0" w:color="auto"/>
                    <w:bottom w:val="single" w:sz="8" w:space="0" w:color="auto"/>
                    <w:right w:val="single" w:sz="8" w:space="0" w:color="auto"/>
                  </w:tcBorders>
                  <w:shd w:val="clear" w:color="auto" w:fill="auto"/>
                  <w:noWrap/>
                  <w:vAlign w:val="center"/>
                  <w:hideMark/>
                </w:tcPr>
                <w:p w14:paraId="781F4688"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2</w:t>
                  </w:r>
                </w:p>
              </w:tc>
              <w:tc>
                <w:tcPr>
                  <w:tcW w:w="2792" w:type="dxa"/>
                  <w:tcBorders>
                    <w:top w:val="nil"/>
                    <w:left w:val="nil"/>
                    <w:bottom w:val="single" w:sz="8" w:space="0" w:color="auto"/>
                    <w:right w:val="single" w:sz="8" w:space="0" w:color="auto"/>
                  </w:tcBorders>
                  <w:shd w:val="clear" w:color="auto" w:fill="auto"/>
                  <w:noWrap/>
                  <w:vAlign w:val="center"/>
                  <w:hideMark/>
                </w:tcPr>
                <w:p w14:paraId="62E1BC33"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Carburant</w:t>
                  </w:r>
                </w:p>
              </w:tc>
              <w:tc>
                <w:tcPr>
                  <w:tcW w:w="1068" w:type="dxa"/>
                  <w:tcBorders>
                    <w:top w:val="nil"/>
                    <w:left w:val="nil"/>
                    <w:bottom w:val="single" w:sz="8" w:space="0" w:color="auto"/>
                    <w:right w:val="single" w:sz="8" w:space="0" w:color="auto"/>
                  </w:tcBorders>
                  <w:shd w:val="clear" w:color="auto" w:fill="auto"/>
                  <w:noWrap/>
                  <w:vAlign w:val="center"/>
                  <w:hideMark/>
                </w:tcPr>
                <w:p w14:paraId="08FDE6D8"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proofErr w:type="spellStart"/>
                  <w:proofErr w:type="gramStart"/>
                  <w:r w:rsidRPr="002E77A7">
                    <w:rPr>
                      <w:rFonts w:ascii="Times New Roman" w:eastAsia="Times New Roman" w:hAnsi="Times New Roman" w:cs="Times New Roman"/>
                      <w:color w:val="000000"/>
                      <w:sz w:val="22"/>
                      <w:szCs w:val="22"/>
                      <w:lang w:eastAsia="fr-FR"/>
                    </w:rPr>
                    <w:t>littre</w:t>
                  </w:r>
                  <w:proofErr w:type="spellEnd"/>
                  <w:proofErr w:type="gramEnd"/>
                </w:p>
              </w:tc>
              <w:tc>
                <w:tcPr>
                  <w:tcW w:w="1033" w:type="dxa"/>
                  <w:tcBorders>
                    <w:top w:val="nil"/>
                    <w:left w:val="nil"/>
                    <w:bottom w:val="single" w:sz="8" w:space="0" w:color="auto"/>
                    <w:right w:val="single" w:sz="8" w:space="0" w:color="auto"/>
                  </w:tcBorders>
                  <w:shd w:val="clear" w:color="auto" w:fill="auto"/>
                  <w:noWrap/>
                  <w:vAlign w:val="center"/>
                  <w:hideMark/>
                </w:tcPr>
                <w:p w14:paraId="0F8D98AE"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w:t>
                  </w:r>
                </w:p>
              </w:tc>
              <w:tc>
                <w:tcPr>
                  <w:tcW w:w="1033" w:type="dxa"/>
                  <w:tcBorders>
                    <w:top w:val="nil"/>
                    <w:left w:val="nil"/>
                    <w:bottom w:val="single" w:sz="8" w:space="0" w:color="auto"/>
                    <w:right w:val="single" w:sz="8" w:space="0" w:color="auto"/>
                  </w:tcBorders>
                  <w:shd w:val="clear" w:color="auto" w:fill="auto"/>
                  <w:noWrap/>
                  <w:vAlign w:val="center"/>
                  <w:hideMark/>
                </w:tcPr>
                <w:p w14:paraId="46270521"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337</w:t>
                  </w:r>
                </w:p>
              </w:tc>
              <w:tc>
                <w:tcPr>
                  <w:tcW w:w="1033" w:type="dxa"/>
                  <w:tcBorders>
                    <w:top w:val="nil"/>
                    <w:left w:val="nil"/>
                    <w:bottom w:val="single" w:sz="8" w:space="0" w:color="auto"/>
                    <w:right w:val="single" w:sz="8" w:space="0" w:color="auto"/>
                  </w:tcBorders>
                  <w:shd w:val="clear" w:color="auto" w:fill="auto"/>
                  <w:noWrap/>
                  <w:vAlign w:val="center"/>
                  <w:hideMark/>
                </w:tcPr>
                <w:p w14:paraId="61FCAC7C"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3925</w:t>
                  </w:r>
                </w:p>
              </w:tc>
              <w:tc>
                <w:tcPr>
                  <w:tcW w:w="1442" w:type="dxa"/>
                  <w:tcBorders>
                    <w:top w:val="nil"/>
                    <w:left w:val="nil"/>
                    <w:bottom w:val="single" w:sz="8" w:space="0" w:color="auto"/>
                    <w:right w:val="single" w:sz="8" w:space="0" w:color="auto"/>
                  </w:tcBorders>
                  <w:shd w:val="clear" w:color="auto" w:fill="auto"/>
                  <w:noWrap/>
                  <w:vAlign w:val="center"/>
                  <w:hideMark/>
                </w:tcPr>
                <w:p w14:paraId="357207A9"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1322725</w:t>
                  </w:r>
                </w:p>
              </w:tc>
            </w:tr>
            <w:tr w:rsidR="002A1B6D" w:rsidRPr="002E77A7" w14:paraId="446946E0" w14:textId="77777777" w:rsidTr="002E77A7">
              <w:trPr>
                <w:trHeight w:val="291"/>
              </w:trPr>
              <w:tc>
                <w:tcPr>
                  <w:tcW w:w="654" w:type="dxa"/>
                  <w:tcBorders>
                    <w:top w:val="nil"/>
                    <w:left w:val="single" w:sz="8" w:space="0" w:color="auto"/>
                    <w:bottom w:val="single" w:sz="8" w:space="0" w:color="auto"/>
                    <w:right w:val="single" w:sz="8" w:space="0" w:color="auto"/>
                  </w:tcBorders>
                  <w:shd w:val="clear" w:color="auto" w:fill="auto"/>
                  <w:noWrap/>
                  <w:vAlign w:val="center"/>
                  <w:hideMark/>
                </w:tcPr>
                <w:p w14:paraId="7EAB661E"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3</w:t>
                  </w:r>
                </w:p>
              </w:tc>
              <w:tc>
                <w:tcPr>
                  <w:tcW w:w="2792" w:type="dxa"/>
                  <w:tcBorders>
                    <w:top w:val="nil"/>
                    <w:left w:val="nil"/>
                    <w:bottom w:val="single" w:sz="8" w:space="0" w:color="auto"/>
                    <w:right w:val="single" w:sz="8" w:space="0" w:color="auto"/>
                  </w:tcBorders>
                  <w:shd w:val="clear" w:color="auto" w:fill="auto"/>
                  <w:noWrap/>
                  <w:vAlign w:val="center"/>
                  <w:hideMark/>
                </w:tcPr>
                <w:p w14:paraId="107977F9"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Frais de Mission staff AGB</w:t>
                  </w:r>
                </w:p>
              </w:tc>
              <w:tc>
                <w:tcPr>
                  <w:tcW w:w="1068" w:type="dxa"/>
                  <w:tcBorders>
                    <w:top w:val="nil"/>
                    <w:left w:val="nil"/>
                    <w:bottom w:val="single" w:sz="8" w:space="0" w:color="auto"/>
                    <w:right w:val="single" w:sz="8" w:space="0" w:color="auto"/>
                  </w:tcBorders>
                  <w:shd w:val="clear" w:color="auto" w:fill="auto"/>
                  <w:noWrap/>
                  <w:vAlign w:val="center"/>
                  <w:hideMark/>
                </w:tcPr>
                <w:p w14:paraId="1EFC54AA"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proofErr w:type="spellStart"/>
                  <w:proofErr w:type="gramStart"/>
                  <w:r w:rsidRPr="002E77A7">
                    <w:rPr>
                      <w:rFonts w:ascii="Times New Roman" w:eastAsia="Times New Roman" w:hAnsi="Times New Roman" w:cs="Times New Roman"/>
                      <w:color w:val="000000"/>
                      <w:sz w:val="22"/>
                      <w:szCs w:val="22"/>
                      <w:lang w:eastAsia="fr-FR"/>
                    </w:rPr>
                    <w:t>prsn</w:t>
                  </w:r>
                  <w:proofErr w:type="spellEnd"/>
                  <w:proofErr w:type="gramEnd"/>
                </w:p>
              </w:tc>
              <w:tc>
                <w:tcPr>
                  <w:tcW w:w="1033" w:type="dxa"/>
                  <w:tcBorders>
                    <w:top w:val="nil"/>
                    <w:left w:val="nil"/>
                    <w:bottom w:val="single" w:sz="8" w:space="0" w:color="auto"/>
                    <w:right w:val="single" w:sz="8" w:space="0" w:color="auto"/>
                  </w:tcBorders>
                  <w:shd w:val="clear" w:color="auto" w:fill="auto"/>
                  <w:noWrap/>
                  <w:vAlign w:val="center"/>
                  <w:hideMark/>
                </w:tcPr>
                <w:p w14:paraId="5148C2FE"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w:t>
                  </w:r>
                </w:p>
              </w:tc>
              <w:tc>
                <w:tcPr>
                  <w:tcW w:w="1033" w:type="dxa"/>
                  <w:tcBorders>
                    <w:top w:val="nil"/>
                    <w:left w:val="nil"/>
                    <w:bottom w:val="single" w:sz="8" w:space="0" w:color="auto"/>
                    <w:right w:val="single" w:sz="8" w:space="0" w:color="auto"/>
                  </w:tcBorders>
                  <w:shd w:val="clear" w:color="auto" w:fill="auto"/>
                  <w:noWrap/>
                  <w:vAlign w:val="center"/>
                  <w:hideMark/>
                </w:tcPr>
                <w:p w14:paraId="6F6D5DD1"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12</w:t>
                  </w:r>
                </w:p>
              </w:tc>
              <w:tc>
                <w:tcPr>
                  <w:tcW w:w="1033" w:type="dxa"/>
                  <w:tcBorders>
                    <w:top w:val="nil"/>
                    <w:left w:val="nil"/>
                    <w:bottom w:val="single" w:sz="8" w:space="0" w:color="auto"/>
                    <w:right w:val="single" w:sz="8" w:space="0" w:color="auto"/>
                  </w:tcBorders>
                  <w:shd w:val="clear" w:color="auto" w:fill="auto"/>
                  <w:noWrap/>
                  <w:vAlign w:val="center"/>
                  <w:hideMark/>
                </w:tcPr>
                <w:p w14:paraId="51B50912"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50000</w:t>
                  </w:r>
                </w:p>
              </w:tc>
              <w:tc>
                <w:tcPr>
                  <w:tcW w:w="1442" w:type="dxa"/>
                  <w:tcBorders>
                    <w:top w:val="nil"/>
                    <w:left w:val="nil"/>
                    <w:bottom w:val="single" w:sz="8" w:space="0" w:color="auto"/>
                    <w:right w:val="single" w:sz="8" w:space="0" w:color="auto"/>
                  </w:tcBorders>
                  <w:shd w:val="clear" w:color="auto" w:fill="auto"/>
                  <w:noWrap/>
                  <w:vAlign w:val="center"/>
                  <w:hideMark/>
                </w:tcPr>
                <w:p w14:paraId="2929D1FB"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600000</w:t>
                  </w:r>
                </w:p>
              </w:tc>
            </w:tr>
            <w:tr w:rsidR="002A1B6D" w:rsidRPr="002E77A7" w14:paraId="5BA48CD7" w14:textId="77777777" w:rsidTr="002E77A7">
              <w:trPr>
                <w:trHeight w:val="291"/>
              </w:trPr>
              <w:tc>
                <w:tcPr>
                  <w:tcW w:w="654" w:type="dxa"/>
                  <w:tcBorders>
                    <w:top w:val="nil"/>
                    <w:left w:val="single" w:sz="8" w:space="0" w:color="auto"/>
                    <w:bottom w:val="single" w:sz="8" w:space="0" w:color="auto"/>
                    <w:right w:val="single" w:sz="8" w:space="0" w:color="auto"/>
                  </w:tcBorders>
                  <w:shd w:val="clear" w:color="auto" w:fill="auto"/>
                  <w:noWrap/>
                  <w:vAlign w:val="center"/>
                  <w:hideMark/>
                </w:tcPr>
                <w:p w14:paraId="15D0DE2A"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5</w:t>
                  </w:r>
                </w:p>
              </w:tc>
              <w:tc>
                <w:tcPr>
                  <w:tcW w:w="2792" w:type="dxa"/>
                  <w:tcBorders>
                    <w:top w:val="nil"/>
                    <w:left w:val="nil"/>
                    <w:bottom w:val="single" w:sz="8" w:space="0" w:color="auto"/>
                    <w:right w:val="single" w:sz="8" w:space="0" w:color="auto"/>
                  </w:tcBorders>
                  <w:shd w:val="clear" w:color="auto" w:fill="auto"/>
                  <w:noWrap/>
                  <w:vAlign w:val="center"/>
                  <w:hideMark/>
                </w:tcPr>
                <w:p w14:paraId="08E79C1F"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Communication</w:t>
                  </w:r>
                </w:p>
              </w:tc>
              <w:tc>
                <w:tcPr>
                  <w:tcW w:w="1068" w:type="dxa"/>
                  <w:tcBorders>
                    <w:top w:val="nil"/>
                    <w:left w:val="nil"/>
                    <w:bottom w:val="single" w:sz="8" w:space="0" w:color="auto"/>
                    <w:right w:val="single" w:sz="8" w:space="0" w:color="auto"/>
                  </w:tcBorders>
                  <w:shd w:val="clear" w:color="auto" w:fill="auto"/>
                  <w:noWrap/>
                  <w:vAlign w:val="center"/>
                  <w:hideMark/>
                </w:tcPr>
                <w:p w14:paraId="385D00D8" w14:textId="5A8D8BAD" w:rsidR="002A1B6D" w:rsidRPr="002E77A7" w:rsidRDefault="008F685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Carte</w:t>
                  </w:r>
                </w:p>
              </w:tc>
              <w:tc>
                <w:tcPr>
                  <w:tcW w:w="1033" w:type="dxa"/>
                  <w:tcBorders>
                    <w:top w:val="nil"/>
                    <w:left w:val="nil"/>
                    <w:bottom w:val="single" w:sz="8" w:space="0" w:color="auto"/>
                    <w:right w:val="single" w:sz="8" w:space="0" w:color="auto"/>
                  </w:tcBorders>
                  <w:shd w:val="clear" w:color="auto" w:fill="auto"/>
                  <w:noWrap/>
                  <w:vAlign w:val="center"/>
                  <w:hideMark/>
                </w:tcPr>
                <w:p w14:paraId="62F61F0E"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w:t>
                  </w:r>
                </w:p>
              </w:tc>
              <w:tc>
                <w:tcPr>
                  <w:tcW w:w="1033" w:type="dxa"/>
                  <w:tcBorders>
                    <w:top w:val="nil"/>
                    <w:left w:val="nil"/>
                    <w:bottom w:val="single" w:sz="8" w:space="0" w:color="auto"/>
                    <w:right w:val="single" w:sz="8" w:space="0" w:color="auto"/>
                  </w:tcBorders>
                  <w:shd w:val="clear" w:color="auto" w:fill="auto"/>
                  <w:noWrap/>
                  <w:vAlign w:val="center"/>
                  <w:hideMark/>
                </w:tcPr>
                <w:p w14:paraId="17124BF5"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12</w:t>
                  </w:r>
                </w:p>
              </w:tc>
              <w:tc>
                <w:tcPr>
                  <w:tcW w:w="1033" w:type="dxa"/>
                  <w:tcBorders>
                    <w:top w:val="nil"/>
                    <w:left w:val="nil"/>
                    <w:bottom w:val="single" w:sz="8" w:space="0" w:color="auto"/>
                    <w:right w:val="single" w:sz="8" w:space="0" w:color="auto"/>
                  </w:tcBorders>
                  <w:shd w:val="clear" w:color="auto" w:fill="auto"/>
                  <w:noWrap/>
                  <w:vAlign w:val="center"/>
                  <w:hideMark/>
                </w:tcPr>
                <w:p w14:paraId="33F8B0C0"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10000</w:t>
                  </w:r>
                </w:p>
              </w:tc>
              <w:tc>
                <w:tcPr>
                  <w:tcW w:w="1442" w:type="dxa"/>
                  <w:tcBorders>
                    <w:top w:val="nil"/>
                    <w:left w:val="nil"/>
                    <w:bottom w:val="single" w:sz="8" w:space="0" w:color="auto"/>
                    <w:right w:val="single" w:sz="8" w:space="0" w:color="auto"/>
                  </w:tcBorders>
                  <w:shd w:val="clear" w:color="auto" w:fill="auto"/>
                  <w:noWrap/>
                  <w:vAlign w:val="center"/>
                  <w:hideMark/>
                </w:tcPr>
                <w:p w14:paraId="66A178CF"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120000</w:t>
                  </w:r>
                </w:p>
              </w:tc>
            </w:tr>
            <w:tr w:rsidR="002A1B6D" w:rsidRPr="002E77A7" w14:paraId="13DC5355" w14:textId="77777777" w:rsidTr="002E77A7">
              <w:trPr>
                <w:trHeight w:val="291"/>
              </w:trPr>
              <w:tc>
                <w:tcPr>
                  <w:tcW w:w="654" w:type="dxa"/>
                  <w:tcBorders>
                    <w:top w:val="nil"/>
                    <w:left w:val="single" w:sz="8" w:space="0" w:color="auto"/>
                    <w:bottom w:val="single" w:sz="8" w:space="0" w:color="auto"/>
                    <w:right w:val="single" w:sz="8" w:space="0" w:color="auto"/>
                  </w:tcBorders>
                  <w:shd w:val="clear" w:color="auto" w:fill="auto"/>
                  <w:noWrap/>
                  <w:vAlign w:val="center"/>
                  <w:hideMark/>
                </w:tcPr>
                <w:p w14:paraId="52BC06AC"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6</w:t>
                  </w:r>
                </w:p>
              </w:tc>
              <w:tc>
                <w:tcPr>
                  <w:tcW w:w="2792" w:type="dxa"/>
                  <w:tcBorders>
                    <w:top w:val="nil"/>
                    <w:left w:val="nil"/>
                    <w:bottom w:val="single" w:sz="8" w:space="0" w:color="auto"/>
                    <w:right w:val="single" w:sz="8" w:space="0" w:color="auto"/>
                  </w:tcBorders>
                  <w:shd w:val="clear" w:color="auto" w:fill="auto"/>
                  <w:noWrap/>
                  <w:vAlign w:val="center"/>
                  <w:hideMark/>
                </w:tcPr>
                <w:p w14:paraId="1258C3E9" w14:textId="77777777" w:rsidR="002A1B6D" w:rsidRPr="002E77A7" w:rsidRDefault="002A1B6D" w:rsidP="00364903">
                  <w:pPr>
                    <w:spacing w:before="0" w:after="0" w:line="240" w:lineRule="auto"/>
                    <w:jc w:val="both"/>
                    <w:rPr>
                      <w:rFonts w:ascii="Times New Roman" w:eastAsia="Times New Roman" w:hAnsi="Times New Roman" w:cs="Times New Roman"/>
                      <w:b/>
                      <w:bCs/>
                      <w:color w:val="000000"/>
                      <w:sz w:val="22"/>
                      <w:szCs w:val="22"/>
                      <w:lang w:eastAsia="fr-FR"/>
                    </w:rPr>
                  </w:pPr>
                  <w:r w:rsidRPr="002E77A7">
                    <w:rPr>
                      <w:rFonts w:ascii="Times New Roman" w:eastAsia="Times New Roman" w:hAnsi="Times New Roman" w:cs="Times New Roman"/>
                      <w:b/>
                      <w:bCs/>
                      <w:color w:val="000000"/>
                      <w:sz w:val="22"/>
                      <w:szCs w:val="22"/>
                      <w:lang w:eastAsia="fr-FR"/>
                    </w:rPr>
                    <w:t>TOTAL</w:t>
                  </w:r>
                </w:p>
              </w:tc>
              <w:tc>
                <w:tcPr>
                  <w:tcW w:w="1068" w:type="dxa"/>
                  <w:tcBorders>
                    <w:top w:val="nil"/>
                    <w:left w:val="nil"/>
                    <w:bottom w:val="single" w:sz="8" w:space="0" w:color="auto"/>
                    <w:right w:val="single" w:sz="8" w:space="0" w:color="auto"/>
                  </w:tcBorders>
                  <w:shd w:val="clear" w:color="auto" w:fill="auto"/>
                  <w:noWrap/>
                  <w:vAlign w:val="center"/>
                  <w:hideMark/>
                </w:tcPr>
                <w:p w14:paraId="726089CC" w14:textId="77777777" w:rsidR="002A1B6D" w:rsidRPr="002E77A7" w:rsidRDefault="002A1B6D" w:rsidP="00364903">
                  <w:pPr>
                    <w:spacing w:before="0" w:after="0" w:line="240" w:lineRule="auto"/>
                    <w:jc w:val="both"/>
                    <w:rPr>
                      <w:rFonts w:ascii="Times New Roman" w:eastAsia="Times New Roman" w:hAnsi="Times New Roman" w:cs="Times New Roman"/>
                      <w:b/>
                      <w:bCs/>
                      <w:color w:val="000000"/>
                      <w:sz w:val="22"/>
                      <w:szCs w:val="22"/>
                      <w:lang w:eastAsia="fr-FR"/>
                    </w:rPr>
                  </w:pPr>
                  <w:r w:rsidRPr="002E77A7">
                    <w:rPr>
                      <w:rFonts w:ascii="Times New Roman" w:eastAsia="Times New Roman" w:hAnsi="Times New Roman" w:cs="Times New Roman"/>
                      <w:b/>
                      <w:bCs/>
                      <w:color w:val="000000"/>
                      <w:sz w:val="22"/>
                      <w:szCs w:val="22"/>
                      <w:lang w:eastAsia="fr-FR"/>
                    </w:rPr>
                    <w:t> </w:t>
                  </w:r>
                </w:p>
              </w:tc>
              <w:tc>
                <w:tcPr>
                  <w:tcW w:w="1033" w:type="dxa"/>
                  <w:tcBorders>
                    <w:top w:val="nil"/>
                    <w:left w:val="nil"/>
                    <w:bottom w:val="single" w:sz="8" w:space="0" w:color="auto"/>
                    <w:right w:val="single" w:sz="8" w:space="0" w:color="auto"/>
                  </w:tcBorders>
                  <w:shd w:val="clear" w:color="auto" w:fill="auto"/>
                  <w:noWrap/>
                  <w:vAlign w:val="center"/>
                  <w:hideMark/>
                </w:tcPr>
                <w:p w14:paraId="7C93543C" w14:textId="77777777" w:rsidR="002A1B6D" w:rsidRPr="002E77A7" w:rsidRDefault="002A1B6D" w:rsidP="00364903">
                  <w:pPr>
                    <w:spacing w:before="0" w:after="0" w:line="240" w:lineRule="auto"/>
                    <w:jc w:val="both"/>
                    <w:rPr>
                      <w:rFonts w:ascii="Times New Roman" w:eastAsia="Times New Roman" w:hAnsi="Times New Roman" w:cs="Times New Roman"/>
                      <w:b/>
                      <w:bCs/>
                      <w:color w:val="000000"/>
                      <w:sz w:val="22"/>
                      <w:szCs w:val="22"/>
                      <w:lang w:eastAsia="fr-FR"/>
                    </w:rPr>
                  </w:pPr>
                  <w:r w:rsidRPr="002E77A7">
                    <w:rPr>
                      <w:rFonts w:ascii="Times New Roman" w:eastAsia="Times New Roman" w:hAnsi="Times New Roman" w:cs="Times New Roman"/>
                      <w:b/>
                      <w:bCs/>
                      <w:color w:val="000000"/>
                      <w:sz w:val="22"/>
                      <w:szCs w:val="22"/>
                      <w:lang w:eastAsia="fr-FR"/>
                    </w:rPr>
                    <w:t> </w:t>
                  </w:r>
                </w:p>
              </w:tc>
              <w:tc>
                <w:tcPr>
                  <w:tcW w:w="1033" w:type="dxa"/>
                  <w:tcBorders>
                    <w:top w:val="nil"/>
                    <w:left w:val="nil"/>
                    <w:bottom w:val="single" w:sz="8" w:space="0" w:color="auto"/>
                    <w:right w:val="single" w:sz="8" w:space="0" w:color="auto"/>
                  </w:tcBorders>
                  <w:shd w:val="clear" w:color="auto" w:fill="auto"/>
                  <w:noWrap/>
                  <w:vAlign w:val="center"/>
                  <w:hideMark/>
                </w:tcPr>
                <w:p w14:paraId="3B138F30" w14:textId="77777777" w:rsidR="002A1B6D" w:rsidRPr="002E77A7" w:rsidRDefault="002A1B6D" w:rsidP="00364903">
                  <w:pPr>
                    <w:spacing w:before="0" w:after="0" w:line="240" w:lineRule="auto"/>
                    <w:jc w:val="both"/>
                    <w:rPr>
                      <w:rFonts w:ascii="Times New Roman" w:eastAsia="Times New Roman" w:hAnsi="Times New Roman" w:cs="Times New Roman"/>
                      <w:b/>
                      <w:bCs/>
                      <w:color w:val="000000"/>
                      <w:sz w:val="22"/>
                      <w:szCs w:val="22"/>
                      <w:lang w:eastAsia="fr-FR"/>
                    </w:rPr>
                  </w:pPr>
                  <w:r w:rsidRPr="002E77A7">
                    <w:rPr>
                      <w:rFonts w:ascii="Times New Roman" w:eastAsia="Times New Roman" w:hAnsi="Times New Roman" w:cs="Times New Roman"/>
                      <w:b/>
                      <w:bCs/>
                      <w:color w:val="000000"/>
                      <w:sz w:val="22"/>
                      <w:szCs w:val="22"/>
                      <w:lang w:eastAsia="fr-FR"/>
                    </w:rPr>
                    <w:t> </w:t>
                  </w:r>
                </w:p>
              </w:tc>
              <w:tc>
                <w:tcPr>
                  <w:tcW w:w="1033" w:type="dxa"/>
                  <w:tcBorders>
                    <w:top w:val="nil"/>
                    <w:left w:val="nil"/>
                    <w:bottom w:val="single" w:sz="8" w:space="0" w:color="auto"/>
                    <w:right w:val="single" w:sz="8" w:space="0" w:color="auto"/>
                  </w:tcBorders>
                  <w:shd w:val="clear" w:color="auto" w:fill="auto"/>
                  <w:noWrap/>
                  <w:vAlign w:val="center"/>
                  <w:hideMark/>
                </w:tcPr>
                <w:p w14:paraId="7868F4FB" w14:textId="77777777" w:rsidR="002A1B6D" w:rsidRPr="002E77A7" w:rsidRDefault="002A1B6D" w:rsidP="00364903">
                  <w:pPr>
                    <w:spacing w:before="0" w:after="0" w:line="240" w:lineRule="auto"/>
                    <w:jc w:val="both"/>
                    <w:rPr>
                      <w:rFonts w:ascii="Times New Roman" w:eastAsia="Times New Roman" w:hAnsi="Times New Roman" w:cs="Times New Roman"/>
                      <w:b/>
                      <w:bCs/>
                      <w:color w:val="000000"/>
                      <w:sz w:val="22"/>
                      <w:szCs w:val="22"/>
                      <w:lang w:eastAsia="fr-FR"/>
                    </w:rPr>
                  </w:pPr>
                  <w:r w:rsidRPr="002E77A7">
                    <w:rPr>
                      <w:rFonts w:ascii="Times New Roman" w:eastAsia="Times New Roman" w:hAnsi="Times New Roman" w:cs="Times New Roman"/>
                      <w:b/>
                      <w:bCs/>
                      <w:color w:val="000000"/>
                      <w:sz w:val="22"/>
                      <w:szCs w:val="22"/>
                      <w:lang w:eastAsia="fr-FR"/>
                    </w:rPr>
                    <w:t> </w:t>
                  </w:r>
                </w:p>
              </w:tc>
              <w:tc>
                <w:tcPr>
                  <w:tcW w:w="1442" w:type="dxa"/>
                  <w:tcBorders>
                    <w:top w:val="nil"/>
                    <w:left w:val="nil"/>
                    <w:bottom w:val="single" w:sz="8" w:space="0" w:color="auto"/>
                    <w:right w:val="single" w:sz="8" w:space="0" w:color="auto"/>
                  </w:tcBorders>
                  <w:shd w:val="clear" w:color="auto" w:fill="auto"/>
                  <w:noWrap/>
                  <w:vAlign w:val="center"/>
                  <w:hideMark/>
                </w:tcPr>
                <w:p w14:paraId="6D8B4B80" w14:textId="23DEF8A8" w:rsidR="002A1B6D" w:rsidRPr="002E77A7" w:rsidRDefault="002A1B6D" w:rsidP="00364903">
                  <w:pPr>
                    <w:spacing w:before="0" w:after="0" w:line="240" w:lineRule="auto"/>
                    <w:jc w:val="both"/>
                    <w:rPr>
                      <w:rFonts w:ascii="Times New Roman" w:eastAsia="Times New Roman" w:hAnsi="Times New Roman" w:cs="Times New Roman"/>
                      <w:b/>
                      <w:bCs/>
                      <w:color w:val="000000"/>
                      <w:sz w:val="22"/>
                      <w:szCs w:val="22"/>
                      <w:lang w:eastAsia="fr-FR"/>
                    </w:rPr>
                  </w:pPr>
                  <w:r w:rsidRPr="002E77A7">
                    <w:rPr>
                      <w:rFonts w:ascii="Times New Roman" w:eastAsia="Times New Roman" w:hAnsi="Times New Roman" w:cs="Times New Roman"/>
                      <w:b/>
                      <w:bCs/>
                      <w:color w:val="000000"/>
                      <w:sz w:val="22"/>
                      <w:szCs w:val="22"/>
                      <w:lang w:eastAsia="fr-FR"/>
                    </w:rPr>
                    <w:t>3</w:t>
                  </w:r>
                  <w:r w:rsidR="00FF1F43" w:rsidRPr="002E77A7">
                    <w:rPr>
                      <w:rFonts w:ascii="Times New Roman" w:eastAsia="Times New Roman" w:hAnsi="Times New Roman" w:cs="Times New Roman"/>
                      <w:b/>
                      <w:bCs/>
                      <w:color w:val="000000"/>
                      <w:sz w:val="22"/>
                      <w:szCs w:val="22"/>
                      <w:lang w:eastAsia="fr-FR"/>
                    </w:rPr>
                    <w:t xml:space="preserve"> </w:t>
                  </w:r>
                  <w:r w:rsidRPr="002E77A7">
                    <w:rPr>
                      <w:rFonts w:ascii="Times New Roman" w:eastAsia="Times New Roman" w:hAnsi="Times New Roman" w:cs="Times New Roman"/>
                      <w:b/>
                      <w:bCs/>
                      <w:color w:val="000000"/>
                      <w:sz w:val="22"/>
                      <w:szCs w:val="22"/>
                      <w:lang w:eastAsia="fr-FR"/>
                    </w:rPr>
                    <w:t>842</w:t>
                  </w:r>
                  <w:r w:rsidR="00FF1F43" w:rsidRPr="002E77A7">
                    <w:rPr>
                      <w:rFonts w:ascii="Times New Roman" w:eastAsia="Times New Roman" w:hAnsi="Times New Roman" w:cs="Times New Roman"/>
                      <w:b/>
                      <w:bCs/>
                      <w:color w:val="000000"/>
                      <w:sz w:val="22"/>
                      <w:szCs w:val="22"/>
                      <w:lang w:eastAsia="fr-FR"/>
                    </w:rPr>
                    <w:t xml:space="preserve"> </w:t>
                  </w:r>
                  <w:r w:rsidRPr="002E77A7">
                    <w:rPr>
                      <w:rFonts w:ascii="Times New Roman" w:eastAsia="Times New Roman" w:hAnsi="Times New Roman" w:cs="Times New Roman"/>
                      <w:b/>
                      <w:bCs/>
                      <w:color w:val="000000"/>
                      <w:sz w:val="22"/>
                      <w:szCs w:val="22"/>
                      <w:lang w:eastAsia="fr-FR"/>
                    </w:rPr>
                    <w:t>725</w:t>
                  </w:r>
                </w:p>
              </w:tc>
            </w:tr>
          </w:tbl>
          <w:p w14:paraId="6F56FE08" w14:textId="7BAEF4B0" w:rsidR="0038078C" w:rsidRPr="002E77A7" w:rsidRDefault="0038078C" w:rsidP="00364903">
            <w:pPr>
              <w:jc w:val="both"/>
              <w:rPr>
                <w:rFonts w:ascii="Times New Roman" w:eastAsiaTheme="minorHAnsi" w:hAnsi="Times New Roman" w:cs="Times New Roman"/>
                <w:b/>
                <w:i/>
                <w:sz w:val="22"/>
                <w:szCs w:val="22"/>
              </w:rPr>
            </w:pPr>
          </w:p>
        </w:tc>
      </w:tr>
    </w:tbl>
    <w:p w14:paraId="6FACA653" w14:textId="77777777" w:rsidR="0055561D" w:rsidRPr="002E77A7" w:rsidRDefault="0055561D" w:rsidP="00364903">
      <w:pPr>
        <w:spacing w:after="0"/>
        <w:jc w:val="both"/>
        <w:rPr>
          <w:rFonts w:ascii="Times New Roman" w:hAnsi="Times New Roman" w:cs="Times New Roman"/>
          <w:sz w:val="22"/>
          <w:szCs w:val="22"/>
        </w:rPr>
      </w:pPr>
    </w:p>
    <w:tbl>
      <w:tblPr>
        <w:tblStyle w:val="Grilledutableau"/>
        <w:tblW w:w="10054" w:type="dxa"/>
        <w:tblInd w:w="80" w:type="dxa"/>
        <w:tblLook w:val="04A0" w:firstRow="1" w:lastRow="0" w:firstColumn="1" w:lastColumn="0" w:noHBand="0" w:noVBand="1"/>
      </w:tblPr>
      <w:tblGrid>
        <w:gridCol w:w="2038"/>
        <w:gridCol w:w="3611"/>
        <w:gridCol w:w="2319"/>
        <w:gridCol w:w="2086"/>
      </w:tblGrid>
      <w:tr w:rsidR="00242A03" w:rsidRPr="002E77A7" w14:paraId="134B0061" w14:textId="77777777" w:rsidTr="00F158D6">
        <w:trPr>
          <w:trHeight w:val="168"/>
        </w:trPr>
        <w:tc>
          <w:tcPr>
            <w:tcW w:w="2038" w:type="dxa"/>
            <w:tcBorders>
              <w:top w:val="nil"/>
              <w:left w:val="nil"/>
              <w:bottom w:val="single" w:sz="8" w:space="0" w:color="auto"/>
              <w:right w:val="single" w:sz="8" w:space="0" w:color="auto"/>
            </w:tcBorders>
          </w:tcPr>
          <w:p w14:paraId="40FF7EEE" w14:textId="77777777" w:rsidR="00242A03" w:rsidRPr="002E77A7" w:rsidRDefault="00242A03" w:rsidP="00364903">
            <w:pPr>
              <w:spacing w:before="0" w:after="0"/>
              <w:jc w:val="both"/>
              <w:rPr>
                <w:rFonts w:ascii="Times New Roman" w:hAnsi="Times New Roman" w:cs="Times New Roman"/>
                <w:b/>
                <w:sz w:val="22"/>
                <w:szCs w:val="22"/>
              </w:rPr>
            </w:pPr>
          </w:p>
        </w:tc>
        <w:tc>
          <w:tcPr>
            <w:tcW w:w="3611" w:type="dxa"/>
            <w:tcBorders>
              <w:top w:val="single" w:sz="8" w:space="0" w:color="auto"/>
              <w:left w:val="single" w:sz="8" w:space="0" w:color="auto"/>
              <w:bottom w:val="single" w:sz="8" w:space="0" w:color="auto"/>
              <w:right w:val="single" w:sz="8" w:space="0" w:color="auto"/>
            </w:tcBorders>
          </w:tcPr>
          <w:p w14:paraId="24B53BFE" w14:textId="77777777" w:rsidR="00242A03" w:rsidRPr="002E77A7" w:rsidRDefault="00242A03" w:rsidP="00364903">
            <w:pPr>
              <w:spacing w:before="0" w:after="0"/>
              <w:jc w:val="both"/>
              <w:rPr>
                <w:rFonts w:ascii="Times New Roman" w:hAnsi="Times New Roman" w:cs="Times New Roman"/>
                <w:b/>
                <w:sz w:val="22"/>
                <w:szCs w:val="22"/>
              </w:rPr>
            </w:pPr>
            <w:r w:rsidRPr="002E77A7">
              <w:rPr>
                <w:rFonts w:ascii="Times New Roman" w:hAnsi="Times New Roman" w:cs="Times New Roman"/>
                <w:b/>
                <w:sz w:val="22"/>
                <w:szCs w:val="22"/>
              </w:rPr>
              <w:t xml:space="preserve">Nom et prénom </w:t>
            </w:r>
          </w:p>
        </w:tc>
        <w:tc>
          <w:tcPr>
            <w:tcW w:w="2319" w:type="dxa"/>
            <w:tcBorders>
              <w:top w:val="single" w:sz="8" w:space="0" w:color="auto"/>
              <w:left w:val="single" w:sz="8" w:space="0" w:color="auto"/>
              <w:bottom w:val="single" w:sz="8" w:space="0" w:color="auto"/>
              <w:right w:val="single" w:sz="8" w:space="0" w:color="auto"/>
            </w:tcBorders>
          </w:tcPr>
          <w:p w14:paraId="57CB3658" w14:textId="77777777" w:rsidR="00242A03" w:rsidRPr="002E77A7" w:rsidRDefault="00242A03" w:rsidP="00364903">
            <w:pPr>
              <w:spacing w:before="0" w:after="0"/>
              <w:jc w:val="both"/>
              <w:rPr>
                <w:rFonts w:ascii="Times New Roman" w:hAnsi="Times New Roman" w:cs="Times New Roman"/>
                <w:b/>
                <w:sz w:val="22"/>
                <w:szCs w:val="22"/>
              </w:rPr>
            </w:pPr>
            <w:r w:rsidRPr="002E77A7">
              <w:rPr>
                <w:rFonts w:ascii="Times New Roman" w:hAnsi="Times New Roman" w:cs="Times New Roman"/>
                <w:b/>
                <w:sz w:val="22"/>
                <w:szCs w:val="22"/>
              </w:rPr>
              <w:t>Date</w:t>
            </w:r>
          </w:p>
        </w:tc>
        <w:tc>
          <w:tcPr>
            <w:tcW w:w="2086" w:type="dxa"/>
            <w:tcBorders>
              <w:top w:val="single" w:sz="8" w:space="0" w:color="auto"/>
              <w:left w:val="single" w:sz="8" w:space="0" w:color="auto"/>
              <w:bottom w:val="single" w:sz="8" w:space="0" w:color="auto"/>
              <w:right w:val="single" w:sz="8" w:space="0" w:color="auto"/>
            </w:tcBorders>
          </w:tcPr>
          <w:p w14:paraId="29F0BB37" w14:textId="77777777" w:rsidR="00242A03" w:rsidRPr="002E77A7" w:rsidRDefault="00242A03" w:rsidP="00364903">
            <w:pPr>
              <w:spacing w:before="0" w:after="0"/>
              <w:jc w:val="both"/>
              <w:rPr>
                <w:rFonts w:ascii="Times New Roman" w:hAnsi="Times New Roman" w:cs="Times New Roman"/>
                <w:b/>
                <w:sz w:val="22"/>
                <w:szCs w:val="22"/>
              </w:rPr>
            </w:pPr>
            <w:r w:rsidRPr="002E77A7">
              <w:rPr>
                <w:rFonts w:ascii="Times New Roman" w:hAnsi="Times New Roman" w:cs="Times New Roman"/>
                <w:b/>
                <w:sz w:val="22"/>
                <w:szCs w:val="22"/>
              </w:rPr>
              <w:t>Signature</w:t>
            </w:r>
          </w:p>
        </w:tc>
      </w:tr>
      <w:tr w:rsidR="00242A03" w:rsidRPr="002E77A7" w14:paraId="0DD2C579" w14:textId="77777777" w:rsidTr="00F158D6">
        <w:trPr>
          <w:trHeight w:val="173"/>
        </w:trPr>
        <w:tc>
          <w:tcPr>
            <w:tcW w:w="2038" w:type="dxa"/>
            <w:tcBorders>
              <w:top w:val="single" w:sz="8" w:space="0" w:color="auto"/>
              <w:left w:val="single" w:sz="8" w:space="0" w:color="auto"/>
            </w:tcBorders>
          </w:tcPr>
          <w:p w14:paraId="3F5A4315" w14:textId="77777777" w:rsidR="00242A03" w:rsidRPr="002E77A7" w:rsidRDefault="00242A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Préparée par </w:t>
            </w:r>
          </w:p>
        </w:tc>
        <w:tc>
          <w:tcPr>
            <w:tcW w:w="3611" w:type="dxa"/>
            <w:tcBorders>
              <w:top w:val="single" w:sz="8" w:space="0" w:color="auto"/>
            </w:tcBorders>
          </w:tcPr>
          <w:p w14:paraId="04CC5F2A" w14:textId="4E8456D3" w:rsidR="00242A03" w:rsidRPr="002E77A7" w:rsidRDefault="00242A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 xml:space="preserve"> KA</w:t>
            </w:r>
            <w:r w:rsidR="000A4091" w:rsidRPr="002E77A7">
              <w:rPr>
                <w:rFonts w:ascii="Times New Roman" w:hAnsi="Times New Roman" w:cs="Times New Roman"/>
                <w:sz w:val="22"/>
                <w:szCs w:val="22"/>
              </w:rPr>
              <w:t>ZE SANDRINE AIMEE DANIELLA</w:t>
            </w:r>
          </w:p>
        </w:tc>
        <w:tc>
          <w:tcPr>
            <w:tcW w:w="2319" w:type="dxa"/>
            <w:tcBorders>
              <w:top w:val="single" w:sz="8" w:space="0" w:color="auto"/>
            </w:tcBorders>
          </w:tcPr>
          <w:p w14:paraId="2F6B7C44" w14:textId="49E42182" w:rsidR="00242A03" w:rsidRPr="002E77A7" w:rsidRDefault="003649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06</w:t>
            </w:r>
            <w:r w:rsidR="00242A03" w:rsidRPr="002E77A7">
              <w:rPr>
                <w:rFonts w:ascii="Times New Roman" w:hAnsi="Times New Roman" w:cs="Times New Roman"/>
                <w:sz w:val="22"/>
                <w:szCs w:val="22"/>
              </w:rPr>
              <w:t>/</w:t>
            </w:r>
            <w:r w:rsidRPr="002E77A7">
              <w:rPr>
                <w:rFonts w:ascii="Times New Roman" w:hAnsi="Times New Roman" w:cs="Times New Roman"/>
                <w:sz w:val="22"/>
                <w:szCs w:val="22"/>
              </w:rPr>
              <w:t>05</w:t>
            </w:r>
            <w:r w:rsidR="00242A03" w:rsidRPr="002E77A7">
              <w:rPr>
                <w:rFonts w:ascii="Times New Roman" w:hAnsi="Times New Roman" w:cs="Times New Roman"/>
                <w:sz w:val="22"/>
                <w:szCs w:val="22"/>
              </w:rPr>
              <w:t>/202</w:t>
            </w:r>
            <w:r w:rsidR="00F0010F" w:rsidRPr="002E77A7">
              <w:rPr>
                <w:rFonts w:ascii="Times New Roman" w:hAnsi="Times New Roman" w:cs="Times New Roman"/>
                <w:sz w:val="22"/>
                <w:szCs w:val="22"/>
              </w:rPr>
              <w:t>4</w:t>
            </w:r>
          </w:p>
          <w:p w14:paraId="498B0469" w14:textId="77777777" w:rsidR="00242A03" w:rsidRPr="002E77A7" w:rsidRDefault="00242A03" w:rsidP="00364903">
            <w:pPr>
              <w:spacing w:before="0" w:after="0" w:line="240" w:lineRule="auto"/>
              <w:jc w:val="both"/>
              <w:rPr>
                <w:rFonts w:ascii="Times New Roman" w:hAnsi="Times New Roman" w:cs="Times New Roman"/>
                <w:sz w:val="22"/>
                <w:szCs w:val="22"/>
              </w:rPr>
            </w:pPr>
          </w:p>
        </w:tc>
        <w:tc>
          <w:tcPr>
            <w:tcW w:w="2086" w:type="dxa"/>
            <w:tcBorders>
              <w:top w:val="single" w:sz="8" w:space="0" w:color="auto"/>
              <w:right w:val="single" w:sz="8" w:space="0" w:color="auto"/>
            </w:tcBorders>
          </w:tcPr>
          <w:p w14:paraId="75350376" w14:textId="77777777" w:rsidR="00242A03" w:rsidRPr="002E77A7" w:rsidRDefault="00242A03" w:rsidP="00364903">
            <w:pPr>
              <w:spacing w:before="0" w:after="0" w:line="240" w:lineRule="auto"/>
              <w:jc w:val="both"/>
              <w:rPr>
                <w:rFonts w:ascii="Times New Roman" w:hAnsi="Times New Roman" w:cs="Times New Roman"/>
                <w:sz w:val="22"/>
                <w:szCs w:val="22"/>
              </w:rPr>
            </w:pPr>
          </w:p>
        </w:tc>
      </w:tr>
      <w:tr w:rsidR="00242A03" w:rsidRPr="002E77A7" w14:paraId="63B7AB90" w14:textId="77777777" w:rsidTr="00F158D6">
        <w:trPr>
          <w:trHeight w:val="168"/>
        </w:trPr>
        <w:tc>
          <w:tcPr>
            <w:tcW w:w="2038" w:type="dxa"/>
            <w:tcBorders>
              <w:left w:val="single" w:sz="8" w:space="0" w:color="auto"/>
            </w:tcBorders>
          </w:tcPr>
          <w:p w14:paraId="69EE7351" w14:textId="77777777" w:rsidR="00242A03" w:rsidRPr="002E77A7" w:rsidRDefault="00242A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 xml:space="preserve">Vérifiée par  </w:t>
            </w:r>
          </w:p>
        </w:tc>
        <w:tc>
          <w:tcPr>
            <w:tcW w:w="3611" w:type="dxa"/>
          </w:tcPr>
          <w:p w14:paraId="7BCAEBC0" w14:textId="77777777" w:rsidR="00242A03" w:rsidRPr="002E77A7" w:rsidRDefault="00242A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Diane MUHIMPUNDU</w:t>
            </w:r>
          </w:p>
        </w:tc>
        <w:tc>
          <w:tcPr>
            <w:tcW w:w="2319" w:type="dxa"/>
          </w:tcPr>
          <w:p w14:paraId="32C31239" w14:textId="5698A3BC" w:rsidR="00242A03" w:rsidRPr="002E77A7" w:rsidRDefault="003649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06</w:t>
            </w:r>
            <w:r w:rsidR="00242A03" w:rsidRPr="002E77A7">
              <w:rPr>
                <w:rFonts w:ascii="Times New Roman" w:hAnsi="Times New Roman" w:cs="Times New Roman"/>
                <w:sz w:val="22"/>
                <w:szCs w:val="22"/>
              </w:rPr>
              <w:t>/</w:t>
            </w:r>
            <w:r w:rsidRPr="002E77A7">
              <w:rPr>
                <w:rFonts w:ascii="Times New Roman" w:hAnsi="Times New Roman" w:cs="Times New Roman"/>
                <w:sz w:val="22"/>
                <w:szCs w:val="22"/>
              </w:rPr>
              <w:t>05</w:t>
            </w:r>
            <w:r w:rsidR="00242A03" w:rsidRPr="002E77A7">
              <w:rPr>
                <w:rFonts w:ascii="Times New Roman" w:hAnsi="Times New Roman" w:cs="Times New Roman"/>
                <w:sz w:val="22"/>
                <w:szCs w:val="22"/>
              </w:rPr>
              <w:t>/202</w:t>
            </w:r>
            <w:r w:rsidR="00F0010F" w:rsidRPr="002E77A7">
              <w:rPr>
                <w:rFonts w:ascii="Times New Roman" w:hAnsi="Times New Roman" w:cs="Times New Roman"/>
                <w:sz w:val="22"/>
                <w:szCs w:val="22"/>
              </w:rPr>
              <w:t>4</w:t>
            </w:r>
          </w:p>
          <w:p w14:paraId="009ED6B9" w14:textId="77777777" w:rsidR="00242A03" w:rsidRPr="002E77A7" w:rsidRDefault="00242A03" w:rsidP="00364903">
            <w:pPr>
              <w:spacing w:before="0" w:after="0" w:line="240" w:lineRule="auto"/>
              <w:jc w:val="both"/>
              <w:rPr>
                <w:rFonts w:ascii="Times New Roman" w:hAnsi="Times New Roman" w:cs="Times New Roman"/>
                <w:sz w:val="22"/>
                <w:szCs w:val="22"/>
              </w:rPr>
            </w:pPr>
          </w:p>
        </w:tc>
        <w:tc>
          <w:tcPr>
            <w:tcW w:w="2086" w:type="dxa"/>
            <w:tcBorders>
              <w:right w:val="single" w:sz="8" w:space="0" w:color="auto"/>
            </w:tcBorders>
          </w:tcPr>
          <w:p w14:paraId="68A02BA8" w14:textId="77777777" w:rsidR="00242A03" w:rsidRPr="002E77A7" w:rsidRDefault="00242A03" w:rsidP="00364903">
            <w:pPr>
              <w:spacing w:before="0" w:after="0" w:line="240" w:lineRule="auto"/>
              <w:jc w:val="both"/>
              <w:rPr>
                <w:rFonts w:ascii="Times New Roman" w:hAnsi="Times New Roman" w:cs="Times New Roman"/>
                <w:sz w:val="22"/>
                <w:szCs w:val="22"/>
              </w:rPr>
            </w:pPr>
          </w:p>
        </w:tc>
      </w:tr>
      <w:tr w:rsidR="00242A03" w:rsidRPr="002E77A7" w14:paraId="4FA97385" w14:textId="77777777" w:rsidTr="00F158D6">
        <w:trPr>
          <w:trHeight w:val="168"/>
        </w:trPr>
        <w:tc>
          <w:tcPr>
            <w:tcW w:w="2038" w:type="dxa"/>
            <w:tcBorders>
              <w:left w:val="single" w:sz="8" w:space="0" w:color="auto"/>
              <w:bottom w:val="single" w:sz="8" w:space="0" w:color="auto"/>
            </w:tcBorders>
          </w:tcPr>
          <w:p w14:paraId="183DAF52" w14:textId="77777777" w:rsidR="00242A03" w:rsidRPr="002E77A7" w:rsidRDefault="00242A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Approuvée par </w:t>
            </w:r>
          </w:p>
        </w:tc>
        <w:tc>
          <w:tcPr>
            <w:tcW w:w="3611" w:type="dxa"/>
            <w:tcBorders>
              <w:bottom w:val="single" w:sz="8" w:space="0" w:color="auto"/>
            </w:tcBorders>
          </w:tcPr>
          <w:p w14:paraId="117BA7DF" w14:textId="67026288" w:rsidR="00242A03" w:rsidRPr="002E77A7" w:rsidRDefault="00FF1F4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Christa IRAKOZE</w:t>
            </w:r>
          </w:p>
        </w:tc>
        <w:tc>
          <w:tcPr>
            <w:tcW w:w="2319" w:type="dxa"/>
            <w:tcBorders>
              <w:bottom w:val="single" w:sz="8" w:space="0" w:color="auto"/>
            </w:tcBorders>
          </w:tcPr>
          <w:p w14:paraId="4FE3C9A3" w14:textId="321870E2" w:rsidR="00242A03" w:rsidRPr="002E77A7" w:rsidRDefault="003649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06/05</w:t>
            </w:r>
            <w:r w:rsidR="00FF1F43" w:rsidRPr="002E77A7">
              <w:rPr>
                <w:rFonts w:ascii="Times New Roman" w:hAnsi="Times New Roman" w:cs="Times New Roman"/>
                <w:sz w:val="22"/>
                <w:szCs w:val="22"/>
              </w:rPr>
              <w:t>/2024</w:t>
            </w:r>
          </w:p>
          <w:p w14:paraId="70BB51D2" w14:textId="77777777" w:rsidR="00242A03" w:rsidRPr="002E77A7" w:rsidRDefault="00242A03" w:rsidP="00364903">
            <w:pPr>
              <w:spacing w:before="0" w:after="0" w:line="240" w:lineRule="auto"/>
              <w:jc w:val="both"/>
              <w:rPr>
                <w:rFonts w:ascii="Times New Roman" w:hAnsi="Times New Roman" w:cs="Times New Roman"/>
                <w:sz w:val="22"/>
                <w:szCs w:val="22"/>
              </w:rPr>
            </w:pPr>
          </w:p>
        </w:tc>
        <w:tc>
          <w:tcPr>
            <w:tcW w:w="2086" w:type="dxa"/>
            <w:tcBorders>
              <w:bottom w:val="single" w:sz="8" w:space="0" w:color="auto"/>
              <w:right w:val="single" w:sz="8" w:space="0" w:color="auto"/>
            </w:tcBorders>
          </w:tcPr>
          <w:p w14:paraId="5D3EDCCC" w14:textId="77777777" w:rsidR="00242A03" w:rsidRPr="002E77A7" w:rsidRDefault="00242A03" w:rsidP="00364903">
            <w:pPr>
              <w:spacing w:before="0" w:after="0" w:line="240" w:lineRule="auto"/>
              <w:jc w:val="both"/>
              <w:rPr>
                <w:rFonts w:ascii="Times New Roman" w:hAnsi="Times New Roman" w:cs="Times New Roman"/>
                <w:sz w:val="22"/>
                <w:szCs w:val="22"/>
              </w:rPr>
            </w:pPr>
          </w:p>
        </w:tc>
      </w:tr>
    </w:tbl>
    <w:p w14:paraId="03345B92" w14:textId="77777777" w:rsidR="00364903" w:rsidRPr="002E77A7" w:rsidRDefault="00364903" w:rsidP="002E77A7">
      <w:pPr>
        <w:jc w:val="both"/>
        <w:rPr>
          <w:rFonts w:ascii="Times New Roman" w:hAnsi="Times New Roman" w:cs="Times New Roman"/>
          <w:b/>
          <w:sz w:val="22"/>
          <w:szCs w:val="22"/>
        </w:rPr>
      </w:pPr>
    </w:p>
    <w:sectPr w:rsidR="00364903" w:rsidRPr="002E77A7" w:rsidSect="00480BEC">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907" w:footer="45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B76F1" w14:textId="77777777" w:rsidR="00525457" w:rsidRDefault="00525457">
      <w:pPr>
        <w:spacing w:line="240" w:lineRule="auto"/>
      </w:pPr>
      <w:r>
        <w:separator/>
      </w:r>
    </w:p>
  </w:endnote>
  <w:endnote w:type="continuationSeparator" w:id="0">
    <w:p w14:paraId="7857D6D4" w14:textId="77777777" w:rsidR="00525457" w:rsidRDefault="005254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roman"/>
    <w:pitch w:val="variable"/>
  </w:font>
  <w:font w:name="Gotham Rounded Medium">
    <w:charset w:val="00"/>
    <w:family w:val="roman"/>
    <w:pitch w:val="variable"/>
  </w:font>
  <w:font w:name="Gotham Rounded Light">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EB208" w14:textId="77777777" w:rsidR="00AD3354" w:rsidRDefault="00AD335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0EDD1" w14:textId="6BAB084E" w:rsidR="00462E21" w:rsidRPr="00462E21" w:rsidRDefault="00462E21" w:rsidP="00462E21">
    <w:pPr>
      <w:tabs>
        <w:tab w:val="center" w:pos="4536"/>
        <w:tab w:val="right" w:pos="9072"/>
      </w:tabs>
      <w:jc w:val="center"/>
      <w:rPr>
        <w:rFonts w:ascii="Times New Roman" w:hAnsi="Times New Roman" w:cs="Times New Roman"/>
        <w:b/>
        <w:lang w:val="fr-BE"/>
      </w:rPr>
    </w:pPr>
    <w:r w:rsidRPr="00462E21">
      <w:rPr>
        <w:rFonts w:ascii="Times New Roman" w:eastAsia="Century Gothic" w:hAnsi="Times New Roman" w:cs="Times New Roman"/>
        <w:b/>
        <w:sz w:val="16"/>
        <w:szCs w:val="16"/>
      </w:rPr>
      <w:t xml:space="preserve">                     </w:t>
    </w:r>
    <w:r w:rsidRPr="00462E21">
      <w:rPr>
        <w:rFonts w:ascii="Times New Roman" w:hAnsi="Times New Roman" w:cs="Times New Roman"/>
        <w:b/>
        <w:lang w:val="fr-BE"/>
      </w:rPr>
      <w:t>ROHERO II, AV. de la Mission, 06, Immeuble Maison de Coordination Bureau numéro 1</w:t>
    </w:r>
  </w:p>
  <w:p w14:paraId="5F702059" w14:textId="77777777" w:rsidR="00462E21" w:rsidRPr="00462E21" w:rsidRDefault="00462E21" w:rsidP="00462E21">
    <w:pPr>
      <w:tabs>
        <w:tab w:val="right" w:pos="9072"/>
      </w:tabs>
      <w:ind w:right="-1130"/>
      <w:jc w:val="center"/>
      <w:rPr>
        <w:rFonts w:ascii="Times New Roman" w:eastAsia="Calibri" w:hAnsi="Times New Roman" w:cs="Times New Roman"/>
        <w:b/>
        <w:lang w:val="en-US"/>
        <w14:textOutline w14:w="9525" w14:cap="rnd" w14:cmpd="sng" w14:algn="ctr">
          <w14:noFill/>
          <w14:prstDash w14:val="solid"/>
          <w14:bevel/>
        </w14:textOutline>
      </w:rPr>
    </w:pPr>
    <w:r w:rsidRPr="00462E21">
      <w:rPr>
        <w:rFonts w:ascii="Times New Roman" w:eastAsia="Calibri" w:hAnsi="Times New Roman" w:cs="Times New Roman"/>
        <w:noProof/>
        <w:lang w:eastAsia="fr-FR"/>
        <w14:textOutline w14:w="9525" w14:cap="rnd" w14:cmpd="sng" w14:algn="ctr">
          <w14:noFill/>
          <w14:prstDash w14:val="solid"/>
          <w14:bevel/>
        </w14:textOutline>
      </w:rPr>
      <w:drawing>
        <wp:inline distT="0" distB="0" distL="0" distR="0" wp14:anchorId="704E37E6" wp14:editId="03C370F6">
          <wp:extent cx="164465" cy="164465"/>
          <wp:effectExtent l="0" t="0" r="6985" b="698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65" cy="164465"/>
                  </a:xfrm>
                  <a:prstGeom prst="rect">
                    <a:avLst/>
                  </a:prstGeom>
                  <a:noFill/>
                  <a:ln>
                    <a:noFill/>
                  </a:ln>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xml:space="preserve">: (+257) 22 24 30 82   </w:t>
    </w:r>
    <w:r w:rsidRPr="00462E21">
      <w:rPr>
        <w:rFonts w:ascii="Times New Roman" w:eastAsia="Calibri" w:hAnsi="Times New Roman" w:cs="Times New Roman"/>
        <w:noProof/>
        <w:lang w:eastAsia="fr-FR"/>
        <w14:textOutline w14:w="9525" w14:cap="rnd" w14:cmpd="sng" w14:algn="ctr">
          <w14:noFill/>
          <w14:prstDash w14:val="solid"/>
          <w14:bevel/>
        </w14:textOutline>
      </w:rPr>
      <w:drawing>
        <wp:inline distT="0" distB="0" distL="0" distR="0" wp14:anchorId="7BD15153" wp14:editId="2829D3B1">
          <wp:extent cx="190500" cy="190500"/>
          <wp:effectExtent l="0" t="0" r="0" b="0"/>
          <wp:docPr id="8" name="image" descr="https://image.flaticon.com/icons/png/512/122/1229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https://image.flaticon.com/icons/png/512/122/12294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519" cy="195519"/>
                  </a:xfrm>
                  <a:prstGeom prst="rect">
                    <a:avLst/>
                  </a:prstGeom>
                  <a:noFill/>
                  <a:ln>
                    <a:noFill/>
                  </a:ln>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xml:space="preserve"> : </w:t>
    </w:r>
    <w:r w:rsidR="007872FD">
      <w:fldChar w:fldCharType="begin"/>
    </w:r>
    <w:r w:rsidR="007872FD" w:rsidRPr="007872FD">
      <w:rPr>
        <w:lang w:val="en-US"/>
      </w:rPr>
      <w:instrText>HYPERLINK "mailto:guidesburundi@gmail.com"</w:instrText>
    </w:r>
    <w:r w:rsidR="007872FD">
      <w:fldChar w:fldCharType="separate"/>
    </w:r>
    <w:r w:rsidRPr="00462E21">
      <w:rPr>
        <w:rFonts w:ascii="Times New Roman" w:eastAsia="Calibri" w:hAnsi="Times New Roman" w:cs="Times New Roman"/>
        <w:b/>
        <w:u w:val="single"/>
        <w:lang w:val="en-US"/>
        <w14:textOutline w14:w="9525" w14:cap="rnd" w14:cmpd="sng" w14:algn="ctr">
          <w14:noFill/>
          <w14:prstDash w14:val="solid"/>
          <w14:bevel/>
        </w14:textOutline>
      </w:rPr>
      <w:t>guidesburundi@gmail.com</w:t>
    </w:r>
    <w:r w:rsidR="007872FD">
      <w:rPr>
        <w:rFonts w:ascii="Times New Roman" w:eastAsia="Calibri" w:hAnsi="Times New Roman" w:cs="Times New Roman"/>
        <w:b/>
        <w:u w:val="single"/>
        <w:lang w:val="en-US"/>
        <w14:textOutline w14:w="9525" w14:cap="rnd" w14:cmpd="sng" w14:algn="ctr">
          <w14:noFill/>
          <w14:prstDash w14:val="solid"/>
          <w14:bevel/>
        </w14:textOutline>
      </w:rPr>
      <w:fldChar w:fldCharType="end"/>
    </w:r>
    <w:r w:rsidRPr="00462E21">
      <w:rPr>
        <w:rFonts w:ascii="Times New Roman" w:eastAsia="Calibri" w:hAnsi="Times New Roman" w:cs="Times New Roman"/>
        <w:b/>
        <w:u w:val="single"/>
        <w:lang w:val="en-US"/>
        <w14:textOutline w14:w="9525" w14:cap="rnd" w14:cmpd="sng" w14:algn="ctr">
          <w14:noFill/>
          <w14:prstDash w14:val="solid"/>
          <w14:bevel/>
        </w14:textOutline>
      </w:rPr>
      <w:t xml:space="preserve"> </w:t>
    </w:r>
    <w:r w:rsidRPr="00462E21">
      <w:rPr>
        <w:rFonts w:ascii="Times New Roman" w:eastAsia="Calibri" w:hAnsi="Times New Roman" w:cs="Times New Roman"/>
        <w:b/>
        <w:lang w:val="en-US"/>
        <w14:textOutline w14:w="9525" w14:cap="rnd" w14:cmpd="sng" w14:algn="ctr">
          <w14:noFill/>
          <w14:prstDash w14:val="solid"/>
          <w14:bevel/>
        </w14:textOutline>
      </w:rPr>
      <w:t xml:space="preserve"> </w:t>
    </w:r>
    <w:r w:rsidRPr="00462E21">
      <w:rPr>
        <w:rFonts w:ascii="Times New Roman" w:eastAsia="Calibri" w:hAnsi="Times New Roman" w:cs="Times New Roman"/>
        <w:b/>
        <w:noProof/>
        <w:lang w:eastAsia="fr-FR"/>
        <w14:textOutline w14:w="9525" w14:cap="rnd" w14:cmpd="sng" w14:algn="ctr">
          <w14:noFill/>
          <w14:prstDash w14:val="solid"/>
          <w14:bevel/>
        </w14:textOutline>
      </w:rPr>
      <w:drawing>
        <wp:inline distT="0" distB="0" distL="0" distR="0" wp14:anchorId="67AAEE90" wp14:editId="238EEC2C">
          <wp:extent cx="239165" cy="135925"/>
          <wp:effectExtent l="0" t="0" r="889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50528" cy="142383"/>
                  </a:xfrm>
                  <a:prstGeom prst="rect">
                    <a:avLst/>
                  </a:prstGeom>
                  <a:noFill/>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 Burundi Girl Guides Association</w:t>
    </w:r>
  </w:p>
  <w:p w14:paraId="6B95E3BA" w14:textId="77777777" w:rsidR="00462E21" w:rsidRPr="00462E21" w:rsidRDefault="00462E21" w:rsidP="00462E21">
    <w:pPr>
      <w:tabs>
        <w:tab w:val="right" w:pos="9072"/>
      </w:tabs>
      <w:ind w:right="-1130"/>
      <w:rPr>
        <w:rFonts w:ascii="Times New Roman" w:eastAsia="Calibri" w:hAnsi="Times New Roman" w:cs="Times New Roman"/>
        <w:lang w:val="en-US"/>
        <w14:textOutline w14:w="9525" w14:cap="rnd" w14:cmpd="sng" w14:algn="ctr">
          <w14:noFill/>
          <w14:prstDash w14:val="solid"/>
          <w14:bevel/>
        </w14:textOutline>
      </w:rPr>
    </w:pPr>
    <w:r w:rsidRPr="00462E21">
      <w:rPr>
        <w:rFonts w:ascii="Times New Roman" w:eastAsia="Calibri" w:hAnsi="Times New Roman" w:cs="Times New Roman"/>
        <w:b/>
        <w:lang w:val="en-US"/>
        <w14:textOutline w14:w="9525" w14:cap="rnd" w14:cmpd="sng" w14:algn="ctr">
          <w14:noFill/>
          <w14:prstDash w14:val="solid"/>
          <w14:bevel/>
        </w14:textOutline>
      </w:rPr>
      <w:t xml:space="preserve">                         </w:t>
    </w:r>
    <w:r w:rsidRPr="00462E21">
      <w:rPr>
        <w:rFonts w:ascii="Times New Roman" w:eastAsia="Calibri" w:hAnsi="Times New Roman" w:cs="Times New Roman"/>
        <w:b/>
        <w:noProof/>
        <w:lang w:eastAsia="fr-FR"/>
        <w14:textOutline w14:w="9525" w14:cap="rnd" w14:cmpd="sng" w14:algn="ctr">
          <w14:noFill/>
          <w14:prstDash w14:val="solid"/>
          <w14:bevel/>
        </w14:textOutline>
      </w:rPr>
      <w:drawing>
        <wp:inline distT="0" distB="0" distL="0" distR="0" wp14:anchorId="3D071001" wp14:editId="52FDBCCC">
          <wp:extent cx="185351" cy="161153"/>
          <wp:effectExtent l="0" t="0" r="5715" b="0"/>
          <wp:docPr id="10" name="Image 10"/>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0554" cy="165677"/>
                  </a:xfrm>
                  <a:prstGeom prst="rect">
                    <a:avLst/>
                  </a:prstGeom>
                  <a:noFill/>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xml:space="preserve">: @Guidesburundi     Site web: </w:t>
    </w:r>
    <w:r w:rsidRPr="00462E21">
      <w:rPr>
        <w:rFonts w:ascii="Times New Roman" w:eastAsia="Calibri" w:hAnsi="Times New Roman" w:cs="Times New Roman"/>
        <w:b/>
        <w:u w:val="single"/>
        <w:lang w:val="en-US"/>
        <w14:textOutline w14:w="9525" w14:cap="rnd" w14:cmpd="sng" w14:algn="ctr">
          <w14:noFill/>
          <w14:prstDash w14:val="solid"/>
          <w14:bevel/>
        </w14:textOutline>
      </w:rPr>
      <w:t>www.guidesburundi.org</w:t>
    </w:r>
    <w:r w:rsidRPr="00462E21">
      <w:rPr>
        <w:rFonts w:ascii="Times New Roman" w:eastAsia="Calibri" w:hAnsi="Times New Roman" w:cs="Times New Roman"/>
        <w:b/>
        <w:lang w:val="en-US"/>
        <w14:textOutline w14:w="9525" w14:cap="rnd" w14:cmpd="sng" w14:algn="ctr">
          <w14:noFill/>
          <w14:prstDash w14:val="solid"/>
          <w14:bevel/>
        </w14:textOutline>
      </w:rPr>
      <w:t xml:space="preserve">       </w:t>
    </w:r>
    <w:r w:rsidRPr="00462E21">
      <w:rPr>
        <w:rFonts w:ascii="Times New Roman" w:eastAsia="Calibri" w:hAnsi="Times New Roman" w:cs="Times New Roman"/>
        <w:noProof/>
        <w:lang w:eastAsia="fr-FR"/>
        <w14:textOutline w14:w="9525" w14:cap="rnd" w14:cmpd="sng" w14:algn="ctr">
          <w14:noFill/>
          <w14:prstDash w14:val="solid"/>
          <w14:bevel/>
        </w14:textOutline>
      </w:rPr>
      <w:drawing>
        <wp:inline distT="0" distB="0" distL="0" distR="0" wp14:anchorId="6B40AE0E" wp14:editId="2B624806">
          <wp:extent cx="144780" cy="144780"/>
          <wp:effectExtent l="0" t="0" r="7620" b="7620"/>
          <wp:docPr id="11" name="Image 1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flipH="1">
                    <a:off x="0" y="0"/>
                    <a:ext cx="153145" cy="153145"/>
                  </a:xfrm>
                  <a:prstGeom prst="rect">
                    <a:avLst/>
                  </a:prstGeom>
                  <a:noFill/>
                  <a:ln>
                    <a:noFill/>
                  </a:ln>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@Guidesburundi</w:t>
    </w:r>
  </w:p>
  <w:p w14:paraId="6B803A17" w14:textId="5B734604" w:rsidR="00385E10" w:rsidRPr="0093146D" w:rsidRDefault="00385E10" w:rsidP="006E0597">
    <w:pPr>
      <w:tabs>
        <w:tab w:val="center" w:pos="4680"/>
        <w:tab w:val="right" w:pos="9360"/>
      </w:tabs>
      <w:spacing w:after="0" w:line="240" w:lineRule="auto"/>
      <w:rPr>
        <w:lang w:val="en-US"/>
      </w:rPr>
    </w:pPr>
  </w:p>
  <w:p w14:paraId="0AE7C252" w14:textId="656C8E59" w:rsidR="0070214B" w:rsidRPr="00EB478C" w:rsidRDefault="0070214B" w:rsidP="00F75F9B">
    <w:pPr>
      <w:tabs>
        <w:tab w:val="center" w:pos="7088"/>
        <w:tab w:val="right" w:pos="9072"/>
        <w:tab w:val="right" w:pos="14601"/>
      </w:tabs>
      <w:ind w:left="-709" w:right="-574"/>
      <w:rPr>
        <w:color w:val="5091CD"/>
        <w:szCs w:val="14"/>
      </w:rPr>
    </w:pPr>
    <w:r w:rsidRPr="002A0D6F">
      <w:rPr>
        <w:lang w:val="en-US"/>
      </w:rPr>
      <w:tab/>
    </w:r>
    <w:r w:rsidRPr="002A0D6F">
      <w:rPr>
        <w:lang w:val="en-US"/>
      </w:rPr>
      <w:tab/>
    </w:r>
    <w:r w:rsidRPr="00EB478C">
      <w:rPr>
        <w:color w:val="808080"/>
        <w:sz w:val="14"/>
        <w:szCs w:val="18"/>
      </w:rPr>
      <w:t xml:space="preserve">Page </w:t>
    </w:r>
    <w:r w:rsidRPr="00EB478C">
      <w:rPr>
        <w:color w:val="808080"/>
        <w:sz w:val="14"/>
        <w:szCs w:val="18"/>
      </w:rPr>
      <w:fldChar w:fldCharType="begin"/>
    </w:r>
    <w:r w:rsidRPr="00EB478C">
      <w:rPr>
        <w:color w:val="808080"/>
        <w:sz w:val="14"/>
        <w:szCs w:val="18"/>
      </w:rPr>
      <w:instrText xml:space="preserve"> PAGE </w:instrText>
    </w:r>
    <w:r w:rsidRPr="00EB478C">
      <w:rPr>
        <w:color w:val="808080"/>
        <w:sz w:val="14"/>
        <w:szCs w:val="18"/>
      </w:rPr>
      <w:fldChar w:fldCharType="separate"/>
    </w:r>
    <w:r w:rsidR="00F13E48">
      <w:rPr>
        <w:noProof/>
        <w:color w:val="808080"/>
        <w:sz w:val="14"/>
        <w:szCs w:val="18"/>
      </w:rPr>
      <w:t>1</w:t>
    </w:r>
    <w:r w:rsidRPr="00EB478C">
      <w:rPr>
        <w:color w:val="808080"/>
        <w:sz w:val="14"/>
        <w:szCs w:val="18"/>
      </w:rPr>
      <w:fldChar w:fldCharType="end"/>
    </w:r>
    <w:r>
      <w:rPr>
        <w:color w:val="808080"/>
        <w:sz w:val="14"/>
        <w:szCs w:val="18"/>
      </w:rPr>
      <w:t xml:space="preserve"> de</w:t>
    </w:r>
    <w:r w:rsidRPr="00EB478C">
      <w:rPr>
        <w:color w:val="808080"/>
        <w:sz w:val="14"/>
        <w:szCs w:val="18"/>
      </w:rPr>
      <w:fldChar w:fldCharType="begin"/>
    </w:r>
    <w:r w:rsidRPr="00EB478C">
      <w:rPr>
        <w:color w:val="808080"/>
        <w:sz w:val="14"/>
        <w:szCs w:val="18"/>
      </w:rPr>
      <w:instrText xml:space="preserve"> NUMPAGES </w:instrText>
    </w:r>
    <w:r w:rsidRPr="00EB478C">
      <w:rPr>
        <w:color w:val="808080"/>
        <w:sz w:val="14"/>
        <w:szCs w:val="18"/>
      </w:rPr>
      <w:fldChar w:fldCharType="separate"/>
    </w:r>
    <w:r w:rsidR="00F13E48">
      <w:rPr>
        <w:noProof/>
        <w:color w:val="808080"/>
        <w:sz w:val="14"/>
        <w:szCs w:val="18"/>
      </w:rPr>
      <w:t>3</w:t>
    </w:r>
    <w:r w:rsidRPr="00EB478C">
      <w:rPr>
        <w:color w:val="80808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29630" w14:textId="77777777" w:rsidR="00AD3354" w:rsidRDefault="00AD33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605DC" w14:textId="77777777" w:rsidR="00525457" w:rsidRDefault="00525457">
      <w:pPr>
        <w:spacing w:line="240" w:lineRule="auto"/>
      </w:pPr>
      <w:r>
        <w:rPr>
          <w:color w:val="000000"/>
        </w:rPr>
        <w:separator/>
      </w:r>
    </w:p>
  </w:footnote>
  <w:footnote w:type="continuationSeparator" w:id="0">
    <w:p w14:paraId="3516C25F" w14:textId="77777777" w:rsidR="00525457" w:rsidRDefault="005254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FDC10" w14:textId="77777777" w:rsidR="0070214B" w:rsidRDefault="007872FD">
    <w:pPr>
      <w:pStyle w:val="En-tte"/>
    </w:pPr>
    <w:r>
      <w:rPr>
        <w:noProof/>
        <w:lang w:val="en-US"/>
      </w:rPr>
      <w:pict w14:anchorId="5623C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2" type="#_x0000_t136" style="position:absolute;margin-left:0;margin-top:0;width:557.1pt;height:61.9pt;rotation:315;z-index:-251658240;mso-wrap-edited:f;mso-position-horizontal:center;mso-position-horizontal-relative:margin;mso-position-vertical:center;mso-position-vertical-relative:margin" wrapcoords="21076 2342 20960 1561 20408 1040 20001 3643 19913 4163 19797 8327 18867 1821 18547 0 18344 1301 16367 1301 16192 1821 16163 2602 16163 5465 15582 2081 15175 780 15058 1301 14535 1561 14477 7546 13489 1821 13285 780 13227 2602 13198 8067 12297 4684 12209 5204 11425 1040 11279 2342 11512 5725 10640 1301 10523 2081 10320 5985 9564 5204 9041 5725 8256 5204 7180 520 7093 1301 7093 6506 6889 5725 6453 5204 6366 5985 5756 1301 5290 -520 5000 1301 4883 2342 4680 5204 4680 8327 4825 9889 4273 6506 3808 4424 3692 5725 3401 5725 3372 5985 3343 8327 2703 5985 1133 1301 697 1301 261 4424 116 8587 203 12751 203 12751 697 17175 697 17175 1075 17696 1511 15874 1569 15874 2441 17696 2878 16395 3052 16915 3488 17175 3575 15874 4418 17696 4971 17175 5029 11971 5697 17436 5785 17175 5814 12751 6192 15874 6802 18216 6948 17175 7267 17175 7296 16655 7325 14573 7442 15354 8256 18216 8372 17696 8634 15874 8692 15093 9128 17436 9186 17175 9215 14053 9971 17175 10058 17436 10116 15874 10901 17696 11512 17175 11570 16915 12326 17696 13372 17175 13460 16395 13460 10669 14012 14573 14622 17436 14739 16134 14826 11190 15727 17436 15843 16395 15436 10669 16134 16395 16628 18997 16919 17696 17384 17175 17413 16655 16774 10669 17268 10149 18227 17436 18344 17175 18373 7546 18547 3383 19681 13012 20611 18997 20786 17436 21222 15874 21338 14313 21541 10930 21454 6245 21367 4944 21076 2342" fillcolor="#5091cd" stroked="f">
          <v:fill opacity="19660f"/>
          <v:textpath style="font-family:&quot;Gotham Rounded Light&quot;;font-size:1pt" string="Confidential RET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D7F46" w14:textId="77777777" w:rsidR="006E0597" w:rsidRDefault="00007430" w:rsidP="006E0597">
    <w:pPr>
      <w:pStyle w:val="En-tte"/>
      <w:tabs>
        <w:tab w:val="left" w:pos="2055"/>
      </w:tabs>
      <w:jc w:val="center"/>
      <w:rPr>
        <w:b/>
        <w:sz w:val="28"/>
        <w:szCs w:val="28"/>
        <w:lang w:val="fr-BE"/>
      </w:rPr>
    </w:pPr>
    <w:r>
      <w:t xml:space="preserve"> </w:t>
    </w:r>
    <w:r w:rsidR="006E0597">
      <w:rPr>
        <w:noProof/>
        <w:lang w:eastAsia="fr-FR"/>
      </w:rPr>
      <w:drawing>
        <wp:anchor distT="0" distB="0" distL="114300" distR="114300" simplePos="0" relativeHeight="251661312" behindDoc="0" locked="0" layoutInCell="1" allowOverlap="1" wp14:anchorId="34B1BF3C" wp14:editId="220235EB">
          <wp:simplePos x="0" y="0"/>
          <wp:positionH relativeFrom="margin">
            <wp:align>left</wp:align>
          </wp:positionH>
          <wp:positionV relativeFrom="paragraph">
            <wp:posOffset>-229755</wp:posOffset>
          </wp:positionV>
          <wp:extent cx="876300" cy="990600"/>
          <wp:effectExtent l="0" t="0" r="0" b="0"/>
          <wp:wrapSquare wrapText="bothSides"/>
          <wp:docPr id="1" name="Image 1" descr="H:\GUI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GUID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E0597" w:rsidRPr="00727DF8">
      <w:rPr>
        <w:b/>
        <w:sz w:val="28"/>
        <w:szCs w:val="28"/>
        <w:lang w:val="fr-BE"/>
      </w:rPr>
      <w:t>ASSOCIATION DES GUIDES DU BURUNDI</w:t>
    </w:r>
  </w:p>
  <w:p w14:paraId="261873FA" w14:textId="1608C29A" w:rsidR="006E0597" w:rsidRPr="00EC67AF" w:rsidRDefault="006E0597" w:rsidP="006E0597">
    <w:pPr>
      <w:pStyle w:val="En-tte"/>
      <w:tabs>
        <w:tab w:val="left" w:pos="2055"/>
      </w:tabs>
      <w:rPr>
        <w:bCs/>
        <w:sz w:val="24"/>
        <w:szCs w:val="24"/>
      </w:rPr>
    </w:pPr>
    <w:r>
      <w:rPr>
        <w:bCs/>
        <w:sz w:val="24"/>
        <w:szCs w:val="24"/>
      </w:rPr>
      <w:t xml:space="preserve">                                         </w:t>
    </w:r>
    <w:r w:rsidRPr="00EC67AF">
      <w:rPr>
        <w:bCs/>
        <w:sz w:val="24"/>
        <w:szCs w:val="24"/>
      </w:rPr>
      <w:t>BP 6921 Bujumbura - Burundi</w:t>
    </w:r>
  </w:p>
  <w:p w14:paraId="1F2B1591" w14:textId="691E5AAB" w:rsidR="00435A09" w:rsidRPr="006E0597" w:rsidRDefault="006E0597" w:rsidP="006E0597">
    <w:pPr>
      <w:pStyle w:val="En-tte"/>
      <w:tabs>
        <w:tab w:val="left" w:pos="2055"/>
      </w:tabs>
      <w:jc w:val="center"/>
      <w:rPr>
        <w:bCs/>
        <w:sz w:val="24"/>
        <w:szCs w:val="24"/>
        <w:lang w:val="en-US"/>
      </w:rPr>
    </w:pPr>
    <w:r w:rsidRPr="00833081">
      <w:rPr>
        <w:bCs/>
        <w:sz w:val="24"/>
        <w:szCs w:val="24"/>
        <w:lang w:val="en-US"/>
      </w:rPr>
      <w:t xml:space="preserve">Ordonnance </w:t>
    </w:r>
    <w:proofErr w:type="spellStart"/>
    <w:r w:rsidRPr="00833081">
      <w:rPr>
        <w:bCs/>
        <w:sz w:val="24"/>
        <w:szCs w:val="24"/>
        <w:lang w:val="en-US"/>
      </w:rPr>
      <w:t>Minist</w:t>
    </w:r>
    <w:r>
      <w:rPr>
        <w:bCs/>
        <w:sz w:val="24"/>
        <w:szCs w:val="24"/>
        <w:lang w:val="en-US"/>
      </w:rPr>
      <w:t>é</w:t>
    </w:r>
    <w:r w:rsidRPr="00833081">
      <w:rPr>
        <w:bCs/>
        <w:sz w:val="24"/>
        <w:szCs w:val="24"/>
        <w:lang w:val="en-US"/>
      </w:rPr>
      <w:t>rielle</w:t>
    </w:r>
    <w:proofErr w:type="spellEnd"/>
    <w:r w:rsidRPr="00833081">
      <w:rPr>
        <w:bCs/>
        <w:sz w:val="24"/>
        <w:szCs w:val="24"/>
        <w:lang w:val="en-US"/>
      </w:rPr>
      <w:t xml:space="preserve"> no</w:t>
    </w:r>
    <w:r>
      <w:rPr>
        <w:bCs/>
        <w:sz w:val="24"/>
        <w:szCs w:val="24"/>
        <w:lang w:val="en-US"/>
      </w:rPr>
      <w:t xml:space="preserve"> </w:t>
    </w:r>
    <w:r w:rsidRPr="00833081">
      <w:rPr>
        <w:bCs/>
        <w:sz w:val="24"/>
        <w:szCs w:val="24"/>
        <w:lang w:val="en-US"/>
      </w:rPr>
      <w:t>530/108</w:t>
    </w:r>
    <w:r>
      <w:rPr>
        <w:bCs/>
        <w:sz w:val="24"/>
        <w:szCs w:val="24"/>
        <w:lang w:val="en-US"/>
      </w:rPr>
      <w:t>1 du</w:t>
    </w:r>
    <w:r w:rsidRPr="00833081">
      <w:rPr>
        <w:bCs/>
        <w:sz w:val="24"/>
        <w:szCs w:val="24"/>
        <w:lang w:val="en-US"/>
      </w:rPr>
      <w:t xml:space="preserve"> 17/7/2014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A98A6" w14:textId="77777777" w:rsidR="0070214B" w:rsidRDefault="007872FD">
    <w:pPr>
      <w:pStyle w:val="En-tte"/>
    </w:pPr>
    <w:r>
      <w:rPr>
        <w:noProof/>
        <w:lang w:val="en-US"/>
      </w:rPr>
      <w:pict w14:anchorId="7EC64D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3" type="#_x0000_t136" style="position:absolute;margin-left:0;margin-top:0;width:557.1pt;height:61.9pt;rotation:315;z-index:-251657216;mso-wrap-edited:f;mso-position-horizontal:center;mso-position-horizontal-relative:margin;mso-position-vertical:center;mso-position-vertical-relative:margin" wrapcoords="21076 2342 20960 1561 20408 1040 20001 3643 19913 4163 19797 8327 18867 1821 18547 0 18344 1301 16367 1301 16192 1821 16163 2602 16163 5465 15582 2081 15175 780 15058 1301 14535 1561 14477 7546 13489 1821 13285 780 13227 2602 13198 8067 12297 4684 12209 5204 11425 1040 11279 2342 11512 5725 10640 1301 10523 2081 10320 5985 9564 5204 9041 5725 8256 5204 7180 520 7093 1301 7093 6506 6889 5725 6453 5204 6366 5985 5756 1301 5290 -520 5000 1301 4883 2342 4680 5204 4680 8327 4825 9889 4273 6506 3808 4424 3692 5725 3401 5725 3372 5985 3343 8327 2703 5985 1133 1301 697 1301 261 4424 116 8587 203 12751 203 12751 697 17175 697 17175 1075 17696 1511 15874 1569 15874 2441 17696 2878 16395 3052 16915 3488 17175 3575 15874 4418 17696 4971 17175 5029 11971 5697 17436 5785 17175 5814 12751 6192 15874 6802 18216 6948 17175 7267 17175 7296 16655 7325 14573 7442 15354 8256 18216 8372 17696 8634 15874 8692 15093 9128 17436 9186 17175 9215 14053 9971 17175 10058 17436 10116 15874 10901 17696 11512 17175 11570 16915 12326 17696 13372 17175 13460 16395 13460 10669 14012 14573 14622 17436 14739 16134 14826 11190 15727 17436 15843 16395 15436 10669 16134 16395 16628 18997 16919 17696 17384 17175 17413 16655 16774 10669 17268 10149 18227 17436 18344 17175 18373 7546 18547 3383 19681 13012 20611 18997 20786 17436 21222 15874 21338 14313 21541 10930 21454 6245 21367 4944 21076 2342" fillcolor="#5091cd" stroked="f">
          <v:fill opacity="19660f"/>
          <v:textpath style="font-family:&quot;Gotham Rounded Light&quot;;font-size:1pt" string="Confidential RET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0pt;height:462pt" o:bullet="t">
        <v:imagedata r:id="rId1" o:title="png-Hand-Pointing-Clip-Art-Pointing-Clipart-Middle-Finger-Hand-pointing-hand-clip-art"/>
      </v:shape>
    </w:pict>
  </w:numPicBullet>
  <w:abstractNum w:abstractNumId="0" w15:restartNumberingAfterBreak="0">
    <w:nsid w:val="152142DD"/>
    <w:multiLevelType w:val="hybridMultilevel"/>
    <w:tmpl w:val="9F9E0A4A"/>
    <w:lvl w:ilvl="0" w:tplc="04A6C30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C50E61"/>
    <w:multiLevelType w:val="hybridMultilevel"/>
    <w:tmpl w:val="A3B4CD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631F43"/>
    <w:multiLevelType w:val="hybridMultilevel"/>
    <w:tmpl w:val="F60A70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2255479"/>
    <w:multiLevelType w:val="hybridMultilevel"/>
    <w:tmpl w:val="E0F84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706F60"/>
    <w:multiLevelType w:val="hybridMultilevel"/>
    <w:tmpl w:val="0CAA288C"/>
    <w:lvl w:ilvl="0" w:tplc="654C7314">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F966A51"/>
    <w:multiLevelType w:val="hybridMultilevel"/>
    <w:tmpl w:val="DDAC8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12571885">
    <w:abstractNumId w:val="0"/>
  </w:num>
  <w:num w:numId="2" w16cid:durableId="2077436270">
    <w:abstractNumId w:val="4"/>
  </w:num>
  <w:num w:numId="3" w16cid:durableId="1687438561">
    <w:abstractNumId w:val="3"/>
  </w:num>
  <w:num w:numId="4" w16cid:durableId="42481602">
    <w:abstractNumId w:val="2"/>
  </w:num>
  <w:num w:numId="5" w16cid:durableId="300614914">
    <w:abstractNumId w:val="1"/>
  </w:num>
  <w:num w:numId="6" w16cid:durableId="139041990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autoHyphenation/>
  <w:hyphenationZone w:val="425"/>
  <w:drawingGridHorizontalSpacing w:val="110"/>
  <w:drawingGridVerticalSpacing w:val="113"/>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FFF"/>
    <w:rsid w:val="00000313"/>
    <w:rsid w:val="00001C20"/>
    <w:rsid w:val="000032A0"/>
    <w:rsid w:val="0000367A"/>
    <w:rsid w:val="00003AB4"/>
    <w:rsid w:val="00004068"/>
    <w:rsid w:val="00004585"/>
    <w:rsid w:val="00007430"/>
    <w:rsid w:val="00010347"/>
    <w:rsid w:val="000104E0"/>
    <w:rsid w:val="000106D0"/>
    <w:rsid w:val="00010D1F"/>
    <w:rsid w:val="00010E10"/>
    <w:rsid w:val="00010FC5"/>
    <w:rsid w:val="0001243D"/>
    <w:rsid w:val="00012A68"/>
    <w:rsid w:val="00014EAE"/>
    <w:rsid w:val="0001577E"/>
    <w:rsid w:val="0001597D"/>
    <w:rsid w:val="00017065"/>
    <w:rsid w:val="00017521"/>
    <w:rsid w:val="00017E06"/>
    <w:rsid w:val="0002150F"/>
    <w:rsid w:val="0002215D"/>
    <w:rsid w:val="00023F69"/>
    <w:rsid w:val="0002405D"/>
    <w:rsid w:val="00024A3E"/>
    <w:rsid w:val="00025CA0"/>
    <w:rsid w:val="000304BE"/>
    <w:rsid w:val="00030644"/>
    <w:rsid w:val="000353C3"/>
    <w:rsid w:val="00035BCC"/>
    <w:rsid w:val="00036F56"/>
    <w:rsid w:val="0003778F"/>
    <w:rsid w:val="00040B65"/>
    <w:rsid w:val="00042E72"/>
    <w:rsid w:val="000430D9"/>
    <w:rsid w:val="000432CB"/>
    <w:rsid w:val="00043540"/>
    <w:rsid w:val="000445FA"/>
    <w:rsid w:val="000452B9"/>
    <w:rsid w:val="0004634B"/>
    <w:rsid w:val="00046C56"/>
    <w:rsid w:val="0004717B"/>
    <w:rsid w:val="0004731B"/>
    <w:rsid w:val="000515BC"/>
    <w:rsid w:val="00051B00"/>
    <w:rsid w:val="00052251"/>
    <w:rsid w:val="00052C10"/>
    <w:rsid w:val="0005333B"/>
    <w:rsid w:val="0005528A"/>
    <w:rsid w:val="000552D8"/>
    <w:rsid w:val="00062A6E"/>
    <w:rsid w:val="00063C46"/>
    <w:rsid w:val="00064846"/>
    <w:rsid w:val="00064990"/>
    <w:rsid w:val="00065A3B"/>
    <w:rsid w:val="00066918"/>
    <w:rsid w:val="00066E55"/>
    <w:rsid w:val="00067B26"/>
    <w:rsid w:val="0007049B"/>
    <w:rsid w:val="00070E37"/>
    <w:rsid w:val="00071266"/>
    <w:rsid w:val="00074E06"/>
    <w:rsid w:val="0007542E"/>
    <w:rsid w:val="00075637"/>
    <w:rsid w:val="00075AA2"/>
    <w:rsid w:val="00077997"/>
    <w:rsid w:val="00080EC5"/>
    <w:rsid w:val="0008102C"/>
    <w:rsid w:val="00081094"/>
    <w:rsid w:val="00081A90"/>
    <w:rsid w:val="00082FD4"/>
    <w:rsid w:val="00083429"/>
    <w:rsid w:val="00083B4B"/>
    <w:rsid w:val="0008432A"/>
    <w:rsid w:val="00084DEE"/>
    <w:rsid w:val="00084F82"/>
    <w:rsid w:val="0008522C"/>
    <w:rsid w:val="000852D4"/>
    <w:rsid w:val="000855A5"/>
    <w:rsid w:val="000857EB"/>
    <w:rsid w:val="0008675A"/>
    <w:rsid w:val="0008754D"/>
    <w:rsid w:val="0009018F"/>
    <w:rsid w:val="00090785"/>
    <w:rsid w:val="00090B8C"/>
    <w:rsid w:val="00090ECF"/>
    <w:rsid w:val="00092779"/>
    <w:rsid w:val="00092FD3"/>
    <w:rsid w:val="000950F0"/>
    <w:rsid w:val="00095B72"/>
    <w:rsid w:val="00096156"/>
    <w:rsid w:val="000967AF"/>
    <w:rsid w:val="0009697F"/>
    <w:rsid w:val="00096AD6"/>
    <w:rsid w:val="0009706A"/>
    <w:rsid w:val="000A1418"/>
    <w:rsid w:val="000A1460"/>
    <w:rsid w:val="000A2096"/>
    <w:rsid w:val="000A2749"/>
    <w:rsid w:val="000A2A3A"/>
    <w:rsid w:val="000A4091"/>
    <w:rsid w:val="000A40A4"/>
    <w:rsid w:val="000A47C0"/>
    <w:rsid w:val="000A4AC6"/>
    <w:rsid w:val="000A5866"/>
    <w:rsid w:val="000A58A1"/>
    <w:rsid w:val="000A5CD2"/>
    <w:rsid w:val="000A5F51"/>
    <w:rsid w:val="000A667B"/>
    <w:rsid w:val="000A6C20"/>
    <w:rsid w:val="000A6FC4"/>
    <w:rsid w:val="000A7E06"/>
    <w:rsid w:val="000A7F7A"/>
    <w:rsid w:val="000A7FDF"/>
    <w:rsid w:val="000B119E"/>
    <w:rsid w:val="000B29E9"/>
    <w:rsid w:val="000B31B8"/>
    <w:rsid w:val="000B3448"/>
    <w:rsid w:val="000B378F"/>
    <w:rsid w:val="000B56C0"/>
    <w:rsid w:val="000B66FD"/>
    <w:rsid w:val="000B73C5"/>
    <w:rsid w:val="000B7487"/>
    <w:rsid w:val="000B7A45"/>
    <w:rsid w:val="000C030F"/>
    <w:rsid w:val="000C148E"/>
    <w:rsid w:val="000C2121"/>
    <w:rsid w:val="000C3724"/>
    <w:rsid w:val="000C505C"/>
    <w:rsid w:val="000C517F"/>
    <w:rsid w:val="000C5FC7"/>
    <w:rsid w:val="000C61B4"/>
    <w:rsid w:val="000C6D09"/>
    <w:rsid w:val="000C6EA8"/>
    <w:rsid w:val="000D003D"/>
    <w:rsid w:val="000D093D"/>
    <w:rsid w:val="000D7805"/>
    <w:rsid w:val="000D7838"/>
    <w:rsid w:val="000E05ED"/>
    <w:rsid w:val="000E1FCD"/>
    <w:rsid w:val="000E218D"/>
    <w:rsid w:val="000E2B99"/>
    <w:rsid w:val="000E31EB"/>
    <w:rsid w:val="000E46B3"/>
    <w:rsid w:val="000E500F"/>
    <w:rsid w:val="000E5B15"/>
    <w:rsid w:val="000E6417"/>
    <w:rsid w:val="000E6F49"/>
    <w:rsid w:val="000E7603"/>
    <w:rsid w:val="000E79CE"/>
    <w:rsid w:val="000E7BB9"/>
    <w:rsid w:val="000F1009"/>
    <w:rsid w:val="000F1D2F"/>
    <w:rsid w:val="000F391C"/>
    <w:rsid w:val="000F4C79"/>
    <w:rsid w:val="000F5782"/>
    <w:rsid w:val="000F5858"/>
    <w:rsid w:val="000F5C14"/>
    <w:rsid w:val="000F6182"/>
    <w:rsid w:val="000F70AF"/>
    <w:rsid w:val="000F7FB6"/>
    <w:rsid w:val="00100179"/>
    <w:rsid w:val="00100634"/>
    <w:rsid w:val="00100CCF"/>
    <w:rsid w:val="00101064"/>
    <w:rsid w:val="001022A8"/>
    <w:rsid w:val="00102D4E"/>
    <w:rsid w:val="00103575"/>
    <w:rsid w:val="0010461E"/>
    <w:rsid w:val="001055D1"/>
    <w:rsid w:val="001056F3"/>
    <w:rsid w:val="001062DF"/>
    <w:rsid w:val="0010636E"/>
    <w:rsid w:val="0010717A"/>
    <w:rsid w:val="001079E6"/>
    <w:rsid w:val="00110110"/>
    <w:rsid w:val="00112266"/>
    <w:rsid w:val="0011260C"/>
    <w:rsid w:val="001128AF"/>
    <w:rsid w:val="00113471"/>
    <w:rsid w:val="001158D0"/>
    <w:rsid w:val="00115BDF"/>
    <w:rsid w:val="00116033"/>
    <w:rsid w:val="001163D5"/>
    <w:rsid w:val="001169EF"/>
    <w:rsid w:val="00117919"/>
    <w:rsid w:val="00117FAD"/>
    <w:rsid w:val="001206B4"/>
    <w:rsid w:val="00120EBC"/>
    <w:rsid w:val="00122E80"/>
    <w:rsid w:val="001240F1"/>
    <w:rsid w:val="00124271"/>
    <w:rsid w:val="001268A8"/>
    <w:rsid w:val="00130CA3"/>
    <w:rsid w:val="001315FC"/>
    <w:rsid w:val="00131865"/>
    <w:rsid w:val="0013275E"/>
    <w:rsid w:val="0013283C"/>
    <w:rsid w:val="00133598"/>
    <w:rsid w:val="0013694F"/>
    <w:rsid w:val="00136C8F"/>
    <w:rsid w:val="00136D9F"/>
    <w:rsid w:val="001378AF"/>
    <w:rsid w:val="00137E22"/>
    <w:rsid w:val="00137F7F"/>
    <w:rsid w:val="00141087"/>
    <w:rsid w:val="00147A96"/>
    <w:rsid w:val="00147BDB"/>
    <w:rsid w:val="001511E1"/>
    <w:rsid w:val="00151A4D"/>
    <w:rsid w:val="00151C83"/>
    <w:rsid w:val="0015273B"/>
    <w:rsid w:val="0015293B"/>
    <w:rsid w:val="00152DAE"/>
    <w:rsid w:val="001531FA"/>
    <w:rsid w:val="001556EE"/>
    <w:rsid w:val="001560EB"/>
    <w:rsid w:val="00156681"/>
    <w:rsid w:val="001578F1"/>
    <w:rsid w:val="00157C6E"/>
    <w:rsid w:val="00161E1A"/>
    <w:rsid w:val="00162122"/>
    <w:rsid w:val="0016254D"/>
    <w:rsid w:val="00162753"/>
    <w:rsid w:val="00163ADC"/>
    <w:rsid w:val="00164B9B"/>
    <w:rsid w:val="00167037"/>
    <w:rsid w:val="00167AE3"/>
    <w:rsid w:val="001706A5"/>
    <w:rsid w:val="0017120F"/>
    <w:rsid w:val="00171972"/>
    <w:rsid w:val="001719C4"/>
    <w:rsid w:val="00173075"/>
    <w:rsid w:val="0017353D"/>
    <w:rsid w:val="00173FC5"/>
    <w:rsid w:val="00173FC6"/>
    <w:rsid w:val="0017534C"/>
    <w:rsid w:val="00175D49"/>
    <w:rsid w:val="00176412"/>
    <w:rsid w:val="00176B30"/>
    <w:rsid w:val="00176C18"/>
    <w:rsid w:val="001815FF"/>
    <w:rsid w:val="00182D6A"/>
    <w:rsid w:val="00183BAF"/>
    <w:rsid w:val="00184B88"/>
    <w:rsid w:val="00184BCE"/>
    <w:rsid w:val="00185A7E"/>
    <w:rsid w:val="0018734F"/>
    <w:rsid w:val="00190BD6"/>
    <w:rsid w:val="00190E05"/>
    <w:rsid w:val="00191AB2"/>
    <w:rsid w:val="0019257B"/>
    <w:rsid w:val="00192AED"/>
    <w:rsid w:val="00192BA4"/>
    <w:rsid w:val="00192D69"/>
    <w:rsid w:val="00193259"/>
    <w:rsid w:val="00193AAF"/>
    <w:rsid w:val="00193C85"/>
    <w:rsid w:val="00194359"/>
    <w:rsid w:val="001945D9"/>
    <w:rsid w:val="00194D9E"/>
    <w:rsid w:val="00195944"/>
    <w:rsid w:val="00195E4E"/>
    <w:rsid w:val="0019702D"/>
    <w:rsid w:val="00197FC3"/>
    <w:rsid w:val="001A06FE"/>
    <w:rsid w:val="001A1EA2"/>
    <w:rsid w:val="001A2BA0"/>
    <w:rsid w:val="001A314E"/>
    <w:rsid w:val="001A3398"/>
    <w:rsid w:val="001A3F49"/>
    <w:rsid w:val="001A4F78"/>
    <w:rsid w:val="001A6F03"/>
    <w:rsid w:val="001A7C54"/>
    <w:rsid w:val="001B0F0E"/>
    <w:rsid w:val="001B1821"/>
    <w:rsid w:val="001B34FE"/>
    <w:rsid w:val="001B3D37"/>
    <w:rsid w:val="001B5154"/>
    <w:rsid w:val="001B5F5C"/>
    <w:rsid w:val="001C0773"/>
    <w:rsid w:val="001C475E"/>
    <w:rsid w:val="001C4B3E"/>
    <w:rsid w:val="001C5504"/>
    <w:rsid w:val="001C69B3"/>
    <w:rsid w:val="001C69BF"/>
    <w:rsid w:val="001C6C79"/>
    <w:rsid w:val="001C7629"/>
    <w:rsid w:val="001C7977"/>
    <w:rsid w:val="001C7D75"/>
    <w:rsid w:val="001D014F"/>
    <w:rsid w:val="001D057F"/>
    <w:rsid w:val="001D0B6A"/>
    <w:rsid w:val="001D113F"/>
    <w:rsid w:val="001D153E"/>
    <w:rsid w:val="001D1BF8"/>
    <w:rsid w:val="001D24ED"/>
    <w:rsid w:val="001D2B37"/>
    <w:rsid w:val="001D2D2E"/>
    <w:rsid w:val="001D2F0F"/>
    <w:rsid w:val="001D38B0"/>
    <w:rsid w:val="001D3A28"/>
    <w:rsid w:val="001D40E4"/>
    <w:rsid w:val="001D566E"/>
    <w:rsid w:val="001D650F"/>
    <w:rsid w:val="001D6D40"/>
    <w:rsid w:val="001D7294"/>
    <w:rsid w:val="001D7827"/>
    <w:rsid w:val="001E0FF6"/>
    <w:rsid w:val="001E104E"/>
    <w:rsid w:val="001E1ED4"/>
    <w:rsid w:val="001E38AA"/>
    <w:rsid w:val="001E3AC0"/>
    <w:rsid w:val="001E3CD2"/>
    <w:rsid w:val="001E3F34"/>
    <w:rsid w:val="001E72C4"/>
    <w:rsid w:val="001F04DD"/>
    <w:rsid w:val="001F1250"/>
    <w:rsid w:val="001F2718"/>
    <w:rsid w:val="001F3584"/>
    <w:rsid w:val="001F6323"/>
    <w:rsid w:val="001F6DF7"/>
    <w:rsid w:val="001F6F40"/>
    <w:rsid w:val="001F7BFF"/>
    <w:rsid w:val="00200B8D"/>
    <w:rsid w:val="002016C1"/>
    <w:rsid w:val="002017C4"/>
    <w:rsid w:val="00202848"/>
    <w:rsid w:val="0020362A"/>
    <w:rsid w:val="00203EA6"/>
    <w:rsid w:val="00204831"/>
    <w:rsid w:val="002058FE"/>
    <w:rsid w:val="002066A6"/>
    <w:rsid w:val="00210588"/>
    <w:rsid w:val="00212511"/>
    <w:rsid w:val="002130A7"/>
    <w:rsid w:val="00214502"/>
    <w:rsid w:val="00216E1B"/>
    <w:rsid w:val="002170F1"/>
    <w:rsid w:val="002178F2"/>
    <w:rsid w:val="002207BE"/>
    <w:rsid w:val="00220825"/>
    <w:rsid w:val="00222C61"/>
    <w:rsid w:val="0022378C"/>
    <w:rsid w:val="002239DE"/>
    <w:rsid w:val="00223B34"/>
    <w:rsid w:val="00224836"/>
    <w:rsid w:val="00224BE3"/>
    <w:rsid w:val="00225DE9"/>
    <w:rsid w:val="00226C9E"/>
    <w:rsid w:val="00226E65"/>
    <w:rsid w:val="00227358"/>
    <w:rsid w:val="00227F26"/>
    <w:rsid w:val="00231647"/>
    <w:rsid w:val="00231C3B"/>
    <w:rsid w:val="00232E76"/>
    <w:rsid w:val="00234153"/>
    <w:rsid w:val="00234A0A"/>
    <w:rsid w:val="002361AA"/>
    <w:rsid w:val="00237543"/>
    <w:rsid w:val="00237546"/>
    <w:rsid w:val="0023778E"/>
    <w:rsid w:val="00237BFD"/>
    <w:rsid w:val="00237CF5"/>
    <w:rsid w:val="00240418"/>
    <w:rsid w:val="00240A94"/>
    <w:rsid w:val="00241462"/>
    <w:rsid w:val="00241973"/>
    <w:rsid w:val="00242691"/>
    <w:rsid w:val="00242A03"/>
    <w:rsid w:val="00242B20"/>
    <w:rsid w:val="00244A1A"/>
    <w:rsid w:val="002475F7"/>
    <w:rsid w:val="00247A38"/>
    <w:rsid w:val="00247B35"/>
    <w:rsid w:val="002508A8"/>
    <w:rsid w:val="00250F64"/>
    <w:rsid w:val="00252238"/>
    <w:rsid w:val="00254725"/>
    <w:rsid w:val="00254C5A"/>
    <w:rsid w:val="00256B52"/>
    <w:rsid w:val="00257868"/>
    <w:rsid w:val="00260053"/>
    <w:rsid w:val="002603D8"/>
    <w:rsid w:val="00261A48"/>
    <w:rsid w:val="002625B2"/>
    <w:rsid w:val="00262BA5"/>
    <w:rsid w:val="00262F1E"/>
    <w:rsid w:val="0026391B"/>
    <w:rsid w:val="002646DC"/>
    <w:rsid w:val="002658B1"/>
    <w:rsid w:val="00266819"/>
    <w:rsid w:val="00266C58"/>
    <w:rsid w:val="00270894"/>
    <w:rsid w:val="002714A1"/>
    <w:rsid w:val="00271C0D"/>
    <w:rsid w:val="002746F5"/>
    <w:rsid w:val="002759EB"/>
    <w:rsid w:val="00275A49"/>
    <w:rsid w:val="00275E32"/>
    <w:rsid w:val="002763E1"/>
    <w:rsid w:val="002771C4"/>
    <w:rsid w:val="002808FE"/>
    <w:rsid w:val="00280ABC"/>
    <w:rsid w:val="00280E30"/>
    <w:rsid w:val="002826F3"/>
    <w:rsid w:val="002828EE"/>
    <w:rsid w:val="002829D1"/>
    <w:rsid w:val="00282BCF"/>
    <w:rsid w:val="00282DD4"/>
    <w:rsid w:val="00283255"/>
    <w:rsid w:val="00283929"/>
    <w:rsid w:val="00283AE0"/>
    <w:rsid w:val="002846C9"/>
    <w:rsid w:val="002864B7"/>
    <w:rsid w:val="002866A9"/>
    <w:rsid w:val="00287CF7"/>
    <w:rsid w:val="002911F5"/>
    <w:rsid w:val="0029149D"/>
    <w:rsid w:val="002917A0"/>
    <w:rsid w:val="00291D2F"/>
    <w:rsid w:val="00291FC8"/>
    <w:rsid w:val="00292A30"/>
    <w:rsid w:val="00293634"/>
    <w:rsid w:val="002961BB"/>
    <w:rsid w:val="002A09F9"/>
    <w:rsid w:val="002A0D6F"/>
    <w:rsid w:val="002A1B6D"/>
    <w:rsid w:val="002A2836"/>
    <w:rsid w:val="002A2872"/>
    <w:rsid w:val="002A41A9"/>
    <w:rsid w:val="002A457C"/>
    <w:rsid w:val="002A4B21"/>
    <w:rsid w:val="002A4F6E"/>
    <w:rsid w:val="002A56F9"/>
    <w:rsid w:val="002A71E4"/>
    <w:rsid w:val="002A7D19"/>
    <w:rsid w:val="002B0042"/>
    <w:rsid w:val="002B04CC"/>
    <w:rsid w:val="002B0A46"/>
    <w:rsid w:val="002B1681"/>
    <w:rsid w:val="002B2D88"/>
    <w:rsid w:val="002B390E"/>
    <w:rsid w:val="002B3CCC"/>
    <w:rsid w:val="002B5208"/>
    <w:rsid w:val="002B589B"/>
    <w:rsid w:val="002B6470"/>
    <w:rsid w:val="002B78C3"/>
    <w:rsid w:val="002C0FAB"/>
    <w:rsid w:val="002C20E8"/>
    <w:rsid w:val="002C20F9"/>
    <w:rsid w:val="002C3294"/>
    <w:rsid w:val="002C3694"/>
    <w:rsid w:val="002C3739"/>
    <w:rsid w:val="002C5599"/>
    <w:rsid w:val="002C650B"/>
    <w:rsid w:val="002C71A9"/>
    <w:rsid w:val="002D0143"/>
    <w:rsid w:val="002D1897"/>
    <w:rsid w:val="002D1D2B"/>
    <w:rsid w:val="002D44B2"/>
    <w:rsid w:val="002D49C9"/>
    <w:rsid w:val="002D4B1B"/>
    <w:rsid w:val="002D4C0E"/>
    <w:rsid w:val="002D4E44"/>
    <w:rsid w:val="002E0081"/>
    <w:rsid w:val="002E0F46"/>
    <w:rsid w:val="002E145E"/>
    <w:rsid w:val="002E2D42"/>
    <w:rsid w:val="002E2DFD"/>
    <w:rsid w:val="002E3F5A"/>
    <w:rsid w:val="002E4AC3"/>
    <w:rsid w:val="002E7218"/>
    <w:rsid w:val="002E7478"/>
    <w:rsid w:val="002E74B5"/>
    <w:rsid w:val="002E77A7"/>
    <w:rsid w:val="002E7916"/>
    <w:rsid w:val="002E7DBA"/>
    <w:rsid w:val="002E7EF5"/>
    <w:rsid w:val="002F19F5"/>
    <w:rsid w:val="002F1ECC"/>
    <w:rsid w:val="002F2013"/>
    <w:rsid w:val="002F2051"/>
    <w:rsid w:val="002F22A9"/>
    <w:rsid w:val="002F2804"/>
    <w:rsid w:val="002F2E62"/>
    <w:rsid w:val="002F307C"/>
    <w:rsid w:val="002F309F"/>
    <w:rsid w:val="002F36F8"/>
    <w:rsid w:val="002F3923"/>
    <w:rsid w:val="002F3AAD"/>
    <w:rsid w:val="002F40CC"/>
    <w:rsid w:val="002F448A"/>
    <w:rsid w:val="002F44CA"/>
    <w:rsid w:val="002F4793"/>
    <w:rsid w:val="002F4DE9"/>
    <w:rsid w:val="002F5A7A"/>
    <w:rsid w:val="002F6090"/>
    <w:rsid w:val="002F6227"/>
    <w:rsid w:val="002F65CE"/>
    <w:rsid w:val="002F6882"/>
    <w:rsid w:val="002F6943"/>
    <w:rsid w:val="002F6A2D"/>
    <w:rsid w:val="002F7203"/>
    <w:rsid w:val="002F7929"/>
    <w:rsid w:val="00300780"/>
    <w:rsid w:val="003016DD"/>
    <w:rsid w:val="00301DD0"/>
    <w:rsid w:val="003020EB"/>
    <w:rsid w:val="00302222"/>
    <w:rsid w:val="003052A8"/>
    <w:rsid w:val="003054B5"/>
    <w:rsid w:val="00305862"/>
    <w:rsid w:val="00305B3B"/>
    <w:rsid w:val="00306868"/>
    <w:rsid w:val="00306FE5"/>
    <w:rsid w:val="0031016D"/>
    <w:rsid w:val="00310CC9"/>
    <w:rsid w:val="00310DCA"/>
    <w:rsid w:val="00312ABA"/>
    <w:rsid w:val="003139DC"/>
    <w:rsid w:val="00314917"/>
    <w:rsid w:val="00316A32"/>
    <w:rsid w:val="00317E77"/>
    <w:rsid w:val="00320F44"/>
    <w:rsid w:val="00321DEC"/>
    <w:rsid w:val="00322BFC"/>
    <w:rsid w:val="0032321A"/>
    <w:rsid w:val="00325AB8"/>
    <w:rsid w:val="00325C00"/>
    <w:rsid w:val="00326415"/>
    <w:rsid w:val="00326B94"/>
    <w:rsid w:val="003273E1"/>
    <w:rsid w:val="00330703"/>
    <w:rsid w:val="00332620"/>
    <w:rsid w:val="003329C1"/>
    <w:rsid w:val="00332CDD"/>
    <w:rsid w:val="00333010"/>
    <w:rsid w:val="003331B9"/>
    <w:rsid w:val="003340E2"/>
    <w:rsid w:val="00334297"/>
    <w:rsid w:val="003368D7"/>
    <w:rsid w:val="00336937"/>
    <w:rsid w:val="00336972"/>
    <w:rsid w:val="00336CD1"/>
    <w:rsid w:val="00340048"/>
    <w:rsid w:val="00340842"/>
    <w:rsid w:val="00341488"/>
    <w:rsid w:val="003436A9"/>
    <w:rsid w:val="00343D78"/>
    <w:rsid w:val="003440C6"/>
    <w:rsid w:val="00344900"/>
    <w:rsid w:val="00345A7E"/>
    <w:rsid w:val="00346CE2"/>
    <w:rsid w:val="00346DA5"/>
    <w:rsid w:val="00347CEC"/>
    <w:rsid w:val="00350213"/>
    <w:rsid w:val="00350467"/>
    <w:rsid w:val="003513CD"/>
    <w:rsid w:val="003523F7"/>
    <w:rsid w:val="00352655"/>
    <w:rsid w:val="00352888"/>
    <w:rsid w:val="00353D7D"/>
    <w:rsid w:val="00355435"/>
    <w:rsid w:val="0035571B"/>
    <w:rsid w:val="003560E3"/>
    <w:rsid w:val="00356450"/>
    <w:rsid w:val="0035761F"/>
    <w:rsid w:val="0036008E"/>
    <w:rsid w:val="00360CAE"/>
    <w:rsid w:val="003610A2"/>
    <w:rsid w:val="003611DB"/>
    <w:rsid w:val="003621DA"/>
    <w:rsid w:val="00362893"/>
    <w:rsid w:val="003633AA"/>
    <w:rsid w:val="0036378D"/>
    <w:rsid w:val="003638F3"/>
    <w:rsid w:val="00363BF9"/>
    <w:rsid w:val="00363C55"/>
    <w:rsid w:val="00364292"/>
    <w:rsid w:val="00364903"/>
    <w:rsid w:val="00366372"/>
    <w:rsid w:val="003703C4"/>
    <w:rsid w:val="0037391F"/>
    <w:rsid w:val="003739CE"/>
    <w:rsid w:val="0037443A"/>
    <w:rsid w:val="0037451C"/>
    <w:rsid w:val="00375AD4"/>
    <w:rsid w:val="00375BC0"/>
    <w:rsid w:val="0037611A"/>
    <w:rsid w:val="00376CC4"/>
    <w:rsid w:val="00376CF1"/>
    <w:rsid w:val="00377000"/>
    <w:rsid w:val="003774F1"/>
    <w:rsid w:val="00377A4E"/>
    <w:rsid w:val="0038078C"/>
    <w:rsid w:val="00381691"/>
    <w:rsid w:val="003821DE"/>
    <w:rsid w:val="00382B44"/>
    <w:rsid w:val="00382DF6"/>
    <w:rsid w:val="00382EF3"/>
    <w:rsid w:val="003842D0"/>
    <w:rsid w:val="00384AEE"/>
    <w:rsid w:val="003850C2"/>
    <w:rsid w:val="003850E5"/>
    <w:rsid w:val="0038567B"/>
    <w:rsid w:val="00385E10"/>
    <w:rsid w:val="0038648A"/>
    <w:rsid w:val="003872A8"/>
    <w:rsid w:val="003877D7"/>
    <w:rsid w:val="00387892"/>
    <w:rsid w:val="00387E01"/>
    <w:rsid w:val="00390F54"/>
    <w:rsid w:val="00392A70"/>
    <w:rsid w:val="00392BDF"/>
    <w:rsid w:val="00393E58"/>
    <w:rsid w:val="003958B1"/>
    <w:rsid w:val="00395E2B"/>
    <w:rsid w:val="003A1730"/>
    <w:rsid w:val="003A1CD0"/>
    <w:rsid w:val="003A3499"/>
    <w:rsid w:val="003A35BC"/>
    <w:rsid w:val="003A3839"/>
    <w:rsid w:val="003A4093"/>
    <w:rsid w:val="003A41E9"/>
    <w:rsid w:val="003A6A07"/>
    <w:rsid w:val="003A6B33"/>
    <w:rsid w:val="003A70A7"/>
    <w:rsid w:val="003B11B5"/>
    <w:rsid w:val="003B11CB"/>
    <w:rsid w:val="003B21E1"/>
    <w:rsid w:val="003B2A1B"/>
    <w:rsid w:val="003B2CFC"/>
    <w:rsid w:val="003B5487"/>
    <w:rsid w:val="003B5EF4"/>
    <w:rsid w:val="003B7557"/>
    <w:rsid w:val="003C3A59"/>
    <w:rsid w:val="003C442E"/>
    <w:rsid w:val="003C525B"/>
    <w:rsid w:val="003C56E9"/>
    <w:rsid w:val="003C598A"/>
    <w:rsid w:val="003C6771"/>
    <w:rsid w:val="003C69B2"/>
    <w:rsid w:val="003C725D"/>
    <w:rsid w:val="003C7C7D"/>
    <w:rsid w:val="003C7E31"/>
    <w:rsid w:val="003D0604"/>
    <w:rsid w:val="003D1477"/>
    <w:rsid w:val="003D181B"/>
    <w:rsid w:val="003D26A9"/>
    <w:rsid w:val="003D286A"/>
    <w:rsid w:val="003D357F"/>
    <w:rsid w:val="003D46E1"/>
    <w:rsid w:val="003D5912"/>
    <w:rsid w:val="003D5BD8"/>
    <w:rsid w:val="003E0010"/>
    <w:rsid w:val="003E1656"/>
    <w:rsid w:val="003E188A"/>
    <w:rsid w:val="003E2449"/>
    <w:rsid w:val="003E3F48"/>
    <w:rsid w:val="003E4078"/>
    <w:rsid w:val="003E4D00"/>
    <w:rsid w:val="003E55F9"/>
    <w:rsid w:val="003E5637"/>
    <w:rsid w:val="003E5731"/>
    <w:rsid w:val="003E5BB5"/>
    <w:rsid w:val="003E5D79"/>
    <w:rsid w:val="003E66F9"/>
    <w:rsid w:val="003E6EDB"/>
    <w:rsid w:val="003F05CA"/>
    <w:rsid w:val="003F1396"/>
    <w:rsid w:val="003F1B6D"/>
    <w:rsid w:val="003F1CF5"/>
    <w:rsid w:val="003F264D"/>
    <w:rsid w:val="003F2B49"/>
    <w:rsid w:val="003F2C77"/>
    <w:rsid w:val="003F3E3F"/>
    <w:rsid w:val="003F410E"/>
    <w:rsid w:val="003F4E10"/>
    <w:rsid w:val="003F5357"/>
    <w:rsid w:val="003F69E9"/>
    <w:rsid w:val="003F6C5E"/>
    <w:rsid w:val="003F6EC1"/>
    <w:rsid w:val="003F7128"/>
    <w:rsid w:val="003F7554"/>
    <w:rsid w:val="003F7964"/>
    <w:rsid w:val="003F7DC1"/>
    <w:rsid w:val="00400813"/>
    <w:rsid w:val="00400DAF"/>
    <w:rsid w:val="00401752"/>
    <w:rsid w:val="004025C1"/>
    <w:rsid w:val="00403A26"/>
    <w:rsid w:val="00404A4E"/>
    <w:rsid w:val="00404BA5"/>
    <w:rsid w:val="00404CCA"/>
    <w:rsid w:val="004051F1"/>
    <w:rsid w:val="0040612C"/>
    <w:rsid w:val="004076E1"/>
    <w:rsid w:val="00407DB9"/>
    <w:rsid w:val="0041031B"/>
    <w:rsid w:val="00410724"/>
    <w:rsid w:val="0041099A"/>
    <w:rsid w:val="00410B26"/>
    <w:rsid w:val="00412005"/>
    <w:rsid w:val="00412A21"/>
    <w:rsid w:val="00412B6F"/>
    <w:rsid w:val="00414AC0"/>
    <w:rsid w:val="00414EB4"/>
    <w:rsid w:val="00417AA0"/>
    <w:rsid w:val="0042034E"/>
    <w:rsid w:val="00420778"/>
    <w:rsid w:val="00421966"/>
    <w:rsid w:val="00421C9F"/>
    <w:rsid w:val="00424264"/>
    <w:rsid w:val="00424B96"/>
    <w:rsid w:val="00424D0B"/>
    <w:rsid w:val="004259A7"/>
    <w:rsid w:val="0042729E"/>
    <w:rsid w:val="0042730C"/>
    <w:rsid w:val="0043023A"/>
    <w:rsid w:val="00432CDD"/>
    <w:rsid w:val="00432EFC"/>
    <w:rsid w:val="0043361E"/>
    <w:rsid w:val="00434AD2"/>
    <w:rsid w:val="00435A09"/>
    <w:rsid w:val="00435E70"/>
    <w:rsid w:val="00436231"/>
    <w:rsid w:val="0043702D"/>
    <w:rsid w:val="004374B0"/>
    <w:rsid w:val="004403F3"/>
    <w:rsid w:val="004406BD"/>
    <w:rsid w:val="0044123C"/>
    <w:rsid w:val="00441401"/>
    <w:rsid w:val="00441932"/>
    <w:rsid w:val="00442FD0"/>
    <w:rsid w:val="004436EB"/>
    <w:rsid w:val="00443B7F"/>
    <w:rsid w:val="004443A5"/>
    <w:rsid w:val="00444BED"/>
    <w:rsid w:val="00444E4E"/>
    <w:rsid w:val="00445168"/>
    <w:rsid w:val="00446300"/>
    <w:rsid w:val="0044630C"/>
    <w:rsid w:val="0044652B"/>
    <w:rsid w:val="004466B1"/>
    <w:rsid w:val="00446C78"/>
    <w:rsid w:val="00447ACD"/>
    <w:rsid w:val="004505FF"/>
    <w:rsid w:val="0045072D"/>
    <w:rsid w:val="00452ED0"/>
    <w:rsid w:val="00454612"/>
    <w:rsid w:val="00454718"/>
    <w:rsid w:val="00454B55"/>
    <w:rsid w:val="00454F7B"/>
    <w:rsid w:val="00454FFF"/>
    <w:rsid w:val="00455DC9"/>
    <w:rsid w:val="00455F64"/>
    <w:rsid w:val="00457FA5"/>
    <w:rsid w:val="00460555"/>
    <w:rsid w:val="00460FE4"/>
    <w:rsid w:val="00462E21"/>
    <w:rsid w:val="00464A5D"/>
    <w:rsid w:val="00464F82"/>
    <w:rsid w:val="00464FE4"/>
    <w:rsid w:val="00465939"/>
    <w:rsid w:val="00466466"/>
    <w:rsid w:val="0046651F"/>
    <w:rsid w:val="00466725"/>
    <w:rsid w:val="004674A5"/>
    <w:rsid w:val="004678DE"/>
    <w:rsid w:val="00467E6B"/>
    <w:rsid w:val="00470153"/>
    <w:rsid w:val="0047144A"/>
    <w:rsid w:val="00471D68"/>
    <w:rsid w:val="00471DFA"/>
    <w:rsid w:val="00472AEC"/>
    <w:rsid w:val="00472F5F"/>
    <w:rsid w:val="00473221"/>
    <w:rsid w:val="0047412C"/>
    <w:rsid w:val="00474C5A"/>
    <w:rsid w:val="00477CBB"/>
    <w:rsid w:val="00477CD5"/>
    <w:rsid w:val="004809A0"/>
    <w:rsid w:val="004809B3"/>
    <w:rsid w:val="00480A03"/>
    <w:rsid w:val="00480A5B"/>
    <w:rsid w:val="00480BEC"/>
    <w:rsid w:val="00480DD3"/>
    <w:rsid w:val="004813B3"/>
    <w:rsid w:val="00481789"/>
    <w:rsid w:val="004832C6"/>
    <w:rsid w:val="00483F5D"/>
    <w:rsid w:val="00484356"/>
    <w:rsid w:val="00491270"/>
    <w:rsid w:val="00492177"/>
    <w:rsid w:val="00495208"/>
    <w:rsid w:val="00496316"/>
    <w:rsid w:val="00497534"/>
    <w:rsid w:val="00497566"/>
    <w:rsid w:val="004A04A0"/>
    <w:rsid w:val="004A34D3"/>
    <w:rsid w:val="004A37A3"/>
    <w:rsid w:val="004A4D68"/>
    <w:rsid w:val="004A54CB"/>
    <w:rsid w:val="004A5D95"/>
    <w:rsid w:val="004A640A"/>
    <w:rsid w:val="004A6569"/>
    <w:rsid w:val="004A766E"/>
    <w:rsid w:val="004B0007"/>
    <w:rsid w:val="004B0FCC"/>
    <w:rsid w:val="004B191A"/>
    <w:rsid w:val="004B42B7"/>
    <w:rsid w:val="004B43A9"/>
    <w:rsid w:val="004B4C4E"/>
    <w:rsid w:val="004B4D58"/>
    <w:rsid w:val="004B5F0E"/>
    <w:rsid w:val="004B6ABA"/>
    <w:rsid w:val="004B6B8E"/>
    <w:rsid w:val="004B6CB7"/>
    <w:rsid w:val="004B6CBC"/>
    <w:rsid w:val="004C0BB7"/>
    <w:rsid w:val="004C0C5E"/>
    <w:rsid w:val="004C1A6E"/>
    <w:rsid w:val="004C2586"/>
    <w:rsid w:val="004C34FF"/>
    <w:rsid w:val="004C4B15"/>
    <w:rsid w:val="004C4CDA"/>
    <w:rsid w:val="004C5896"/>
    <w:rsid w:val="004C5939"/>
    <w:rsid w:val="004C6143"/>
    <w:rsid w:val="004C77FE"/>
    <w:rsid w:val="004D3102"/>
    <w:rsid w:val="004D3427"/>
    <w:rsid w:val="004D47B9"/>
    <w:rsid w:val="004D547E"/>
    <w:rsid w:val="004D5E4A"/>
    <w:rsid w:val="004D665E"/>
    <w:rsid w:val="004D728D"/>
    <w:rsid w:val="004E026E"/>
    <w:rsid w:val="004E05AD"/>
    <w:rsid w:val="004E162D"/>
    <w:rsid w:val="004E1F7C"/>
    <w:rsid w:val="004E2968"/>
    <w:rsid w:val="004E5466"/>
    <w:rsid w:val="004E718E"/>
    <w:rsid w:val="004E7EF6"/>
    <w:rsid w:val="004F0688"/>
    <w:rsid w:val="004F19A5"/>
    <w:rsid w:val="004F2302"/>
    <w:rsid w:val="004F2996"/>
    <w:rsid w:val="004F387C"/>
    <w:rsid w:val="004F3A11"/>
    <w:rsid w:val="004F6C08"/>
    <w:rsid w:val="004F73B9"/>
    <w:rsid w:val="005009FB"/>
    <w:rsid w:val="00503602"/>
    <w:rsid w:val="00504854"/>
    <w:rsid w:val="00505976"/>
    <w:rsid w:val="005069E3"/>
    <w:rsid w:val="005076CE"/>
    <w:rsid w:val="00507713"/>
    <w:rsid w:val="0050774C"/>
    <w:rsid w:val="005106F4"/>
    <w:rsid w:val="00512125"/>
    <w:rsid w:val="00512E68"/>
    <w:rsid w:val="00514CEE"/>
    <w:rsid w:val="00515907"/>
    <w:rsid w:val="00516F27"/>
    <w:rsid w:val="005175E1"/>
    <w:rsid w:val="00517CB2"/>
    <w:rsid w:val="0052032F"/>
    <w:rsid w:val="00521563"/>
    <w:rsid w:val="00521BDD"/>
    <w:rsid w:val="00522754"/>
    <w:rsid w:val="00522F91"/>
    <w:rsid w:val="00524CD7"/>
    <w:rsid w:val="00525457"/>
    <w:rsid w:val="00525A30"/>
    <w:rsid w:val="005262DE"/>
    <w:rsid w:val="005263C3"/>
    <w:rsid w:val="00526DE7"/>
    <w:rsid w:val="00526E3B"/>
    <w:rsid w:val="00527BF9"/>
    <w:rsid w:val="00527F27"/>
    <w:rsid w:val="00530C81"/>
    <w:rsid w:val="00530F79"/>
    <w:rsid w:val="00530FEC"/>
    <w:rsid w:val="00532A7A"/>
    <w:rsid w:val="00532CD6"/>
    <w:rsid w:val="005334F5"/>
    <w:rsid w:val="00533C18"/>
    <w:rsid w:val="00533EA1"/>
    <w:rsid w:val="005340FC"/>
    <w:rsid w:val="00534EF4"/>
    <w:rsid w:val="005361D8"/>
    <w:rsid w:val="00540082"/>
    <w:rsid w:val="00540874"/>
    <w:rsid w:val="00540FB9"/>
    <w:rsid w:val="00542FE7"/>
    <w:rsid w:val="00543BD4"/>
    <w:rsid w:val="00546672"/>
    <w:rsid w:val="0054699A"/>
    <w:rsid w:val="00547627"/>
    <w:rsid w:val="00550024"/>
    <w:rsid w:val="00550336"/>
    <w:rsid w:val="005508A4"/>
    <w:rsid w:val="005517C1"/>
    <w:rsid w:val="0055480C"/>
    <w:rsid w:val="00555142"/>
    <w:rsid w:val="0055561D"/>
    <w:rsid w:val="00555A41"/>
    <w:rsid w:val="00555AA6"/>
    <w:rsid w:val="00555D5C"/>
    <w:rsid w:val="005622A0"/>
    <w:rsid w:val="00564F4C"/>
    <w:rsid w:val="00565501"/>
    <w:rsid w:val="00565CEB"/>
    <w:rsid w:val="00566BB4"/>
    <w:rsid w:val="00567547"/>
    <w:rsid w:val="00567E49"/>
    <w:rsid w:val="00574008"/>
    <w:rsid w:val="0057620A"/>
    <w:rsid w:val="00576A82"/>
    <w:rsid w:val="00576BB6"/>
    <w:rsid w:val="00577886"/>
    <w:rsid w:val="005800A5"/>
    <w:rsid w:val="00580169"/>
    <w:rsid w:val="005809F3"/>
    <w:rsid w:val="0058161E"/>
    <w:rsid w:val="005821BB"/>
    <w:rsid w:val="0058635B"/>
    <w:rsid w:val="00586CB7"/>
    <w:rsid w:val="00590497"/>
    <w:rsid w:val="0059107A"/>
    <w:rsid w:val="00591351"/>
    <w:rsid w:val="005925D0"/>
    <w:rsid w:val="00592B8E"/>
    <w:rsid w:val="00592C7B"/>
    <w:rsid w:val="00594D16"/>
    <w:rsid w:val="00595163"/>
    <w:rsid w:val="0059517D"/>
    <w:rsid w:val="00595FF0"/>
    <w:rsid w:val="00596466"/>
    <w:rsid w:val="00596D1A"/>
    <w:rsid w:val="00597738"/>
    <w:rsid w:val="005A018D"/>
    <w:rsid w:val="005A041A"/>
    <w:rsid w:val="005A0633"/>
    <w:rsid w:val="005A0938"/>
    <w:rsid w:val="005A0C1E"/>
    <w:rsid w:val="005A232A"/>
    <w:rsid w:val="005A2662"/>
    <w:rsid w:val="005A30DC"/>
    <w:rsid w:val="005A4E66"/>
    <w:rsid w:val="005A6539"/>
    <w:rsid w:val="005B0B49"/>
    <w:rsid w:val="005B0D09"/>
    <w:rsid w:val="005B3F92"/>
    <w:rsid w:val="005B5805"/>
    <w:rsid w:val="005B600C"/>
    <w:rsid w:val="005B61EC"/>
    <w:rsid w:val="005B620D"/>
    <w:rsid w:val="005B65C6"/>
    <w:rsid w:val="005B66A4"/>
    <w:rsid w:val="005B7C66"/>
    <w:rsid w:val="005C0CFF"/>
    <w:rsid w:val="005C1B16"/>
    <w:rsid w:val="005C2C54"/>
    <w:rsid w:val="005C4E9E"/>
    <w:rsid w:val="005C50AD"/>
    <w:rsid w:val="005C5BE3"/>
    <w:rsid w:val="005C6EC8"/>
    <w:rsid w:val="005D07F9"/>
    <w:rsid w:val="005D1418"/>
    <w:rsid w:val="005D3274"/>
    <w:rsid w:val="005D369C"/>
    <w:rsid w:val="005D3972"/>
    <w:rsid w:val="005D5797"/>
    <w:rsid w:val="005D5C65"/>
    <w:rsid w:val="005D5EE5"/>
    <w:rsid w:val="005D5FEF"/>
    <w:rsid w:val="005D6D70"/>
    <w:rsid w:val="005D75AB"/>
    <w:rsid w:val="005D7CD7"/>
    <w:rsid w:val="005E1843"/>
    <w:rsid w:val="005E1E7D"/>
    <w:rsid w:val="005E2C80"/>
    <w:rsid w:val="005E2F78"/>
    <w:rsid w:val="005E3388"/>
    <w:rsid w:val="005E4883"/>
    <w:rsid w:val="005E4A3D"/>
    <w:rsid w:val="005E53EE"/>
    <w:rsid w:val="005E5A80"/>
    <w:rsid w:val="005E672C"/>
    <w:rsid w:val="005E6A22"/>
    <w:rsid w:val="005E7824"/>
    <w:rsid w:val="005F03E3"/>
    <w:rsid w:val="005F0746"/>
    <w:rsid w:val="005F09A5"/>
    <w:rsid w:val="005F0BEC"/>
    <w:rsid w:val="005F0C25"/>
    <w:rsid w:val="005F38E4"/>
    <w:rsid w:val="005F4560"/>
    <w:rsid w:val="005F48A1"/>
    <w:rsid w:val="005F5198"/>
    <w:rsid w:val="005F5AF4"/>
    <w:rsid w:val="005F673B"/>
    <w:rsid w:val="005F6CC7"/>
    <w:rsid w:val="005F6F9A"/>
    <w:rsid w:val="005F7E2A"/>
    <w:rsid w:val="006001BC"/>
    <w:rsid w:val="00600575"/>
    <w:rsid w:val="006014B2"/>
    <w:rsid w:val="00601C5A"/>
    <w:rsid w:val="006032A1"/>
    <w:rsid w:val="0060343D"/>
    <w:rsid w:val="00603800"/>
    <w:rsid w:val="00603FB9"/>
    <w:rsid w:val="00605161"/>
    <w:rsid w:val="006056F8"/>
    <w:rsid w:val="00605755"/>
    <w:rsid w:val="00607C4C"/>
    <w:rsid w:val="006101E5"/>
    <w:rsid w:val="0061034E"/>
    <w:rsid w:val="0061255D"/>
    <w:rsid w:val="00613563"/>
    <w:rsid w:val="00613747"/>
    <w:rsid w:val="00614859"/>
    <w:rsid w:val="006151B8"/>
    <w:rsid w:val="00615948"/>
    <w:rsid w:val="006176FD"/>
    <w:rsid w:val="006208CA"/>
    <w:rsid w:val="00622009"/>
    <w:rsid w:val="00622186"/>
    <w:rsid w:val="00622420"/>
    <w:rsid w:val="00622C43"/>
    <w:rsid w:val="006241E2"/>
    <w:rsid w:val="006248BE"/>
    <w:rsid w:val="00626FB0"/>
    <w:rsid w:val="00627248"/>
    <w:rsid w:val="00627BF0"/>
    <w:rsid w:val="00627C80"/>
    <w:rsid w:val="0063050A"/>
    <w:rsid w:val="00630BCF"/>
    <w:rsid w:val="00631C13"/>
    <w:rsid w:val="00632866"/>
    <w:rsid w:val="00633449"/>
    <w:rsid w:val="006336B0"/>
    <w:rsid w:val="00635406"/>
    <w:rsid w:val="00635F82"/>
    <w:rsid w:val="00636824"/>
    <w:rsid w:val="00636BF1"/>
    <w:rsid w:val="006372F4"/>
    <w:rsid w:val="00640360"/>
    <w:rsid w:val="006404C0"/>
    <w:rsid w:val="0064132E"/>
    <w:rsid w:val="0064418A"/>
    <w:rsid w:val="006444D7"/>
    <w:rsid w:val="0064561D"/>
    <w:rsid w:val="00646259"/>
    <w:rsid w:val="006465EB"/>
    <w:rsid w:val="00647184"/>
    <w:rsid w:val="006478B8"/>
    <w:rsid w:val="00647E3A"/>
    <w:rsid w:val="00650BAB"/>
    <w:rsid w:val="00651AB6"/>
    <w:rsid w:val="006528AE"/>
    <w:rsid w:val="00653266"/>
    <w:rsid w:val="006535B6"/>
    <w:rsid w:val="00653FC5"/>
    <w:rsid w:val="006540A6"/>
    <w:rsid w:val="0065435F"/>
    <w:rsid w:val="00654E0A"/>
    <w:rsid w:val="00657805"/>
    <w:rsid w:val="00660938"/>
    <w:rsid w:val="00661130"/>
    <w:rsid w:val="006616DD"/>
    <w:rsid w:val="00661877"/>
    <w:rsid w:val="00662632"/>
    <w:rsid w:val="00662FE6"/>
    <w:rsid w:val="0066315B"/>
    <w:rsid w:val="00663799"/>
    <w:rsid w:val="006661B9"/>
    <w:rsid w:val="0066697F"/>
    <w:rsid w:val="00666B12"/>
    <w:rsid w:val="0067132B"/>
    <w:rsid w:val="0067148C"/>
    <w:rsid w:val="006718D2"/>
    <w:rsid w:val="0067196B"/>
    <w:rsid w:val="00671A1C"/>
    <w:rsid w:val="00674F70"/>
    <w:rsid w:val="006758B7"/>
    <w:rsid w:val="006759CD"/>
    <w:rsid w:val="0067608E"/>
    <w:rsid w:val="0067709F"/>
    <w:rsid w:val="00677324"/>
    <w:rsid w:val="00680180"/>
    <w:rsid w:val="00680697"/>
    <w:rsid w:val="006806D0"/>
    <w:rsid w:val="0068181D"/>
    <w:rsid w:val="006831FC"/>
    <w:rsid w:val="00685299"/>
    <w:rsid w:val="00685865"/>
    <w:rsid w:val="00686917"/>
    <w:rsid w:val="00686B37"/>
    <w:rsid w:val="0068714A"/>
    <w:rsid w:val="0068767E"/>
    <w:rsid w:val="0069055A"/>
    <w:rsid w:val="00690F25"/>
    <w:rsid w:val="00691AE7"/>
    <w:rsid w:val="00692D6E"/>
    <w:rsid w:val="00693D71"/>
    <w:rsid w:val="00694E0A"/>
    <w:rsid w:val="006958A4"/>
    <w:rsid w:val="0069695F"/>
    <w:rsid w:val="00697EB8"/>
    <w:rsid w:val="006A0318"/>
    <w:rsid w:val="006A0D64"/>
    <w:rsid w:val="006A18F8"/>
    <w:rsid w:val="006A1A46"/>
    <w:rsid w:val="006A3470"/>
    <w:rsid w:val="006A3582"/>
    <w:rsid w:val="006A53CD"/>
    <w:rsid w:val="006A58F8"/>
    <w:rsid w:val="006A687C"/>
    <w:rsid w:val="006A68B3"/>
    <w:rsid w:val="006A6A95"/>
    <w:rsid w:val="006A6B68"/>
    <w:rsid w:val="006A7621"/>
    <w:rsid w:val="006B0073"/>
    <w:rsid w:val="006B1020"/>
    <w:rsid w:val="006B1706"/>
    <w:rsid w:val="006B261E"/>
    <w:rsid w:val="006B2AEB"/>
    <w:rsid w:val="006B5819"/>
    <w:rsid w:val="006B5820"/>
    <w:rsid w:val="006C0848"/>
    <w:rsid w:val="006C0BB0"/>
    <w:rsid w:val="006C144C"/>
    <w:rsid w:val="006C5906"/>
    <w:rsid w:val="006C5D46"/>
    <w:rsid w:val="006C611F"/>
    <w:rsid w:val="006C6193"/>
    <w:rsid w:val="006C75EC"/>
    <w:rsid w:val="006C7D6B"/>
    <w:rsid w:val="006D0CD3"/>
    <w:rsid w:val="006D2DD2"/>
    <w:rsid w:val="006D451B"/>
    <w:rsid w:val="006D55CA"/>
    <w:rsid w:val="006D5CF3"/>
    <w:rsid w:val="006D641E"/>
    <w:rsid w:val="006D6DE4"/>
    <w:rsid w:val="006D72C6"/>
    <w:rsid w:val="006D73E8"/>
    <w:rsid w:val="006D7B0C"/>
    <w:rsid w:val="006D7C40"/>
    <w:rsid w:val="006D7E4F"/>
    <w:rsid w:val="006D7E87"/>
    <w:rsid w:val="006E0597"/>
    <w:rsid w:val="006E184F"/>
    <w:rsid w:val="006E211A"/>
    <w:rsid w:val="006E22DE"/>
    <w:rsid w:val="006E23C8"/>
    <w:rsid w:val="006E3977"/>
    <w:rsid w:val="006E4999"/>
    <w:rsid w:val="006E5270"/>
    <w:rsid w:val="006E5BF6"/>
    <w:rsid w:val="006E5DDD"/>
    <w:rsid w:val="006E6BB9"/>
    <w:rsid w:val="006E7C48"/>
    <w:rsid w:val="006F1E31"/>
    <w:rsid w:val="006F22EC"/>
    <w:rsid w:val="006F4882"/>
    <w:rsid w:val="006F5706"/>
    <w:rsid w:val="006F6576"/>
    <w:rsid w:val="006F6BBA"/>
    <w:rsid w:val="006F7DD3"/>
    <w:rsid w:val="00700739"/>
    <w:rsid w:val="00700B52"/>
    <w:rsid w:val="0070174D"/>
    <w:rsid w:val="0070214B"/>
    <w:rsid w:val="007029BE"/>
    <w:rsid w:val="00702A87"/>
    <w:rsid w:val="00703276"/>
    <w:rsid w:val="00704302"/>
    <w:rsid w:val="007049DC"/>
    <w:rsid w:val="00704B0B"/>
    <w:rsid w:val="007056BD"/>
    <w:rsid w:val="0070585D"/>
    <w:rsid w:val="00705C4B"/>
    <w:rsid w:val="007103BC"/>
    <w:rsid w:val="007107ED"/>
    <w:rsid w:val="007118BB"/>
    <w:rsid w:val="00711B8B"/>
    <w:rsid w:val="007123C0"/>
    <w:rsid w:val="00712AC9"/>
    <w:rsid w:val="007131C1"/>
    <w:rsid w:val="0071336D"/>
    <w:rsid w:val="007139AF"/>
    <w:rsid w:val="00713DEC"/>
    <w:rsid w:val="007145E1"/>
    <w:rsid w:val="00714E28"/>
    <w:rsid w:val="0071680B"/>
    <w:rsid w:val="0072008F"/>
    <w:rsid w:val="00720148"/>
    <w:rsid w:val="007213B6"/>
    <w:rsid w:val="00721688"/>
    <w:rsid w:val="007223A6"/>
    <w:rsid w:val="00724987"/>
    <w:rsid w:val="007260C7"/>
    <w:rsid w:val="007268AF"/>
    <w:rsid w:val="00727100"/>
    <w:rsid w:val="00727A26"/>
    <w:rsid w:val="007300F4"/>
    <w:rsid w:val="007314EF"/>
    <w:rsid w:val="0073235D"/>
    <w:rsid w:val="00733C26"/>
    <w:rsid w:val="00734543"/>
    <w:rsid w:val="007350AA"/>
    <w:rsid w:val="00736B2D"/>
    <w:rsid w:val="007373F7"/>
    <w:rsid w:val="0073756A"/>
    <w:rsid w:val="00740D86"/>
    <w:rsid w:val="00740E61"/>
    <w:rsid w:val="0074178B"/>
    <w:rsid w:val="00744765"/>
    <w:rsid w:val="00745B40"/>
    <w:rsid w:val="00745C55"/>
    <w:rsid w:val="00746341"/>
    <w:rsid w:val="00746767"/>
    <w:rsid w:val="007469B0"/>
    <w:rsid w:val="00747255"/>
    <w:rsid w:val="00747532"/>
    <w:rsid w:val="00747EF6"/>
    <w:rsid w:val="00750FA3"/>
    <w:rsid w:val="0075178C"/>
    <w:rsid w:val="00751ADA"/>
    <w:rsid w:val="00752C01"/>
    <w:rsid w:val="007536BD"/>
    <w:rsid w:val="007536EE"/>
    <w:rsid w:val="00754082"/>
    <w:rsid w:val="007548F2"/>
    <w:rsid w:val="007557C2"/>
    <w:rsid w:val="00755D10"/>
    <w:rsid w:val="00755EC4"/>
    <w:rsid w:val="00757F1B"/>
    <w:rsid w:val="00762177"/>
    <w:rsid w:val="00762D2D"/>
    <w:rsid w:val="00763332"/>
    <w:rsid w:val="00763933"/>
    <w:rsid w:val="0076684C"/>
    <w:rsid w:val="00766D5F"/>
    <w:rsid w:val="00767CC9"/>
    <w:rsid w:val="00770F6C"/>
    <w:rsid w:val="0077137F"/>
    <w:rsid w:val="00771F34"/>
    <w:rsid w:val="0077215C"/>
    <w:rsid w:val="00772229"/>
    <w:rsid w:val="007749C6"/>
    <w:rsid w:val="00774D70"/>
    <w:rsid w:val="00774DCD"/>
    <w:rsid w:val="007761F0"/>
    <w:rsid w:val="00776A89"/>
    <w:rsid w:val="00776D86"/>
    <w:rsid w:val="00777899"/>
    <w:rsid w:val="00781AFE"/>
    <w:rsid w:val="00781ECB"/>
    <w:rsid w:val="0078248D"/>
    <w:rsid w:val="00783B3B"/>
    <w:rsid w:val="007859E2"/>
    <w:rsid w:val="007872FD"/>
    <w:rsid w:val="007879F8"/>
    <w:rsid w:val="007913BB"/>
    <w:rsid w:val="00791EE3"/>
    <w:rsid w:val="007930B7"/>
    <w:rsid w:val="00793717"/>
    <w:rsid w:val="00793DF8"/>
    <w:rsid w:val="007946A3"/>
    <w:rsid w:val="00795C7E"/>
    <w:rsid w:val="00795E31"/>
    <w:rsid w:val="0079670C"/>
    <w:rsid w:val="00796F0F"/>
    <w:rsid w:val="00797CCD"/>
    <w:rsid w:val="00797D75"/>
    <w:rsid w:val="007A063B"/>
    <w:rsid w:val="007A11D3"/>
    <w:rsid w:val="007A1467"/>
    <w:rsid w:val="007A2070"/>
    <w:rsid w:val="007A3680"/>
    <w:rsid w:val="007A3BF1"/>
    <w:rsid w:val="007A5938"/>
    <w:rsid w:val="007A5C79"/>
    <w:rsid w:val="007A6A09"/>
    <w:rsid w:val="007A6F1A"/>
    <w:rsid w:val="007B22AF"/>
    <w:rsid w:val="007B2938"/>
    <w:rsid w:val="007B2AB0"/>
    <w:rsid w:val="007B2D86"/>
    <w:rsid w:val="007B2FAF"/>
    <w:rsid w:val="007B4432"/>
    <w:rsid w:val="007B445D"/>
    <w:rsid w:val="007B51F0"/>
    <w:rsid w:val="007B5C85"/>
    <w:rsid w:val="007B5DBD"/>
    <w:rsid w:val="007B62E8"/>
    <w:rsid w:val="007B66A5"/>
    <w:rsid w:val="007B6797"/>
    <w:rsid w:val="007C002B"/>
    <w:rsid w:val="007C093E"/>
    <w:rsid w:val="007C22BB"/>
    <w:rsid w:val="007C2310"/>
    <w:rsid w:val="007C3497"/>
    <w:rsid w:val="007C38DF"/>
    <w:rsid w:val="007C4576"/>
    <w:rsid w:val="007C5083"/>
    <w:rsid w:val="007C573D"/>
    <w:rsid w:val="007C783B"/>
    <w:rsid w:val="007C78E7"/>
    <w:rsid w:val="007D0383"/>
    <w:rsid w:val="007D06E6"/>
    <w:rsid w:val="007D291F"/>
    <w:rsid w:val="007D4372"/>
    <w:rsid w:val="007D4641"/>
    <w:rsid w:val="007D506E"/>
    <w:rsid w:val="007D5880"/>
    <w:rsid w:val="007D692D"/>
    <w:rsid w:val="007D6AC7"/>
    <w:rsid w:val="007D73FD"/>
    <w:rsid w:val="007E16FF"/>
    <w:rsid w:val="007E3AB4"/>
    <w:rsid w:val="007E52B1"/>
    <w:rsid w:val="007E6931"/>
    <w:rsid w:val="007F143F"/>
    <w:rsid w:val="007F1DEE"/>
    <w:rsid w:val="007F25D8"/>
    <w:rsid w:val="007F27EA"/>
    <w:rsid w:val="007F3BE1"/>
    <w:rsid w:val="007F3DCD"/>
    <w:rsid w:val="007F4FCF"/>
    <w:rsid w:val="007F6104"/>
    <w:rsid w:val="007F629C"/>
    <w:rsid w:val="007F6A57"/>
    <w:rsid w:val="007F6AB3"/>
    <w:rsid w:val="00802B2D"/>
    <w:rsid w:val="00804B7B"/>
    <w:rsid w:val="00804F47"/>
    <w:rsid w:val="0080518D"/>
    <w:rsid w:val="008051C7"/>
    <w:rsid w:val="0080587A"/>
    <w:rsid w:val="00805999"/>
    <w:rsid w:val="00805AE4"/>
    <w:rsid w:val="00807A76"/>
    <w:rsid w:val="008101D2"/>
    <w:rsid w:val="00813052"/>
    <w:rsid w:val="00813661"/>
    <w:rsid w:val="00814155"/>
    <w:rsid w:val="00814B05"/>
    <w:rsid w:val="00815636"/>
    <w:rsid w:val="00815BA5"/>
    <w:rsid w:val="00816418"/>
    <w:rsid w:val="00816D3B"/>
    <w:rsid w:val="00817085"/>
    <w:rsid w:val="008219D0"/>
    <w:rsid w:val="00821DC8"/>
    <w:rsid w:val="008222B5"/>
    <w:rsid w:val="00822369"/>
    <w:rsid w:val="00822B53"/>
    <w:rsid w:val="0082386C"/>
    <w:rsid w:val="0082434D"/>
    <w:rsid w:val="008244B5"/>
    <w:rsid w:val="00827B8F"/>
    <w:rsid w:val="00830D80"/>
    <w:rsid w:val="0083249D"/>
    <w:rsid w:val="008371EA"/>
    <w:rsid w:val="008375F1"/>
    <w:rsid w:val="008405DC"/>
    <w:rsid w:val="00841B3E"/>
    <w:rsid w:val="0084223C"/>
    <w:rsid w:val="00842460"/>
    <w:rsid w:val="00842F7A"/>
    <w:rsid w:val="00843EB6"/>
    <w:rsid w:val="008442E5"/>
    <w:rsid w:val="0084445C"/>
    <w:rsid w:val="008452CB"/>
    <w:rsid w:val="00845601"/>
    <w:rsid w:val="00845C34"/>
    <w:rsid w:val="008468F0"/>
    <w:rsid w:val="008472CC"/>
    <w:rsid w:val="00847C20"/>
    <w:rsid w:val="00850B04"/>
    <w:rsid w:val="00852FC2"/>
    <w:rsid w:val="0085303D"/>
    <w:rsid w:val="00853956"/>
    <w:rsid w:val="0085452A"/>
    <w:rsid w:val="0085489A"/>
    <w:rsid w:val="008556BD"/>
    <w:rsid w:val="00856F4B"/>
    <w:rsid w:val="008573C4"/>
    <w:rsid w:val="008616FF"/>
    <w:rsid w:val="00861956"/>
    <w:rsid w:val="008634A8"/>
    <w:rsid w:val="008639FC"/>
    <w:rsid w:val="00863DD5"/>
    <w:rsid w:val="008652CC"/>
    <w:rsid w:val="00866FA0"/>
    <w:rsid w:val="00867523"/>
    <w:rsid w:val="00870177"/>
    <w:rsid w:val="00870639"/>
    <w:rsid w:val="00871318"/>
    <w:rsid w:val="008717BB"/>
    <w:rsid w:val="008717FA"/>
    <w:rsid w:val="00871857"/>
    <w:rsid w:val="008737D6"/>
    <w:rsid w:val="008746FD"/>
    <w:rsid w:val="00874A8E"/>
    <w:rsid w:val="00875144"/>
    <w:rsid w:val="008758ED"/>
    <w:rsid w:val="00875DBB"/>
    <w:rsid w:val="0087772C"/>
    <w:rsid w:val="008778E0"/>
    <w:rsid w:val="00877F57"/>
    <w:rsid w:val="00880A37"/>
    <w:rsid w:val="00881551"/>
    <w:rsid w:val="00881610"/>
    <w:rsid w:val="00881D48"/>
    <w:rsid w:val="0088365E"/>
    <w:rsid w:val="008843F8"/>
    <w:rsid w:val="00884CA5"/>
    <w:rsid w:val="008852C2"/>
    <w:rsid w:val="00886D48"/>
    <w:rsid w:val="008906AD"/>
    <w:rsid w:val="00890EB1"/>
    <w:rsid w:val="008910C4"/>
    <w:rsid w:val="008918A1"/>
    <w:rsid w:val="008932CC"/>
    <w:rsid w:val="00893A6C"/>
    <w:rsid w:val="00896000"/>
    <w:rsid w:val="00896C3E"/>
    <w:rsid w:val="008A147F"/>
    <w:rsid w:val="008A249D"/>
    <w:rsid w:val="008A2738"/>
    <w:rsid w:val="008A2921"/>
    <w:rsid w:val="008A3637"/>
    <w:rsid w:val="008A3E81"/>
    <w:rsid w:val="008A576C"/>
    <w:rsid w:val="008A5DA2"/>
    <w:rsid w:val="008A7F86"/>
    <w:rsid w:val="008B00E8"/>
    <w:rsid w:val="008B0417"/>
    <w:rsid w:val="008B04F4"/>
    <w:rsid w:val="008B30E8"/>
    <w:rsid w:val="008B328D"/>
    <w:rsid w:val="008B37BC"/>
    <w:rsid w:val="008B5C31"/>
    <w:rsid w:val="008B5EA3"/>
    <w:rsid w:val="008B67E6"/>
    <w:rsid w:val="008B7DEA"/>
    <w:rsid w:val="008C1123"/>
    <w:rsid w:val="008C1509"/>
    <w:rsid w:val="008C1828"/>
    <w:rsid w:val="008C34A3"/>
    <w:rsid w:val="008C410E"/>
    <w:rsid w:val="008C5201"/>
    <w:rsid w:val="008C5DF1"/>
    <w:rsid w:val="008C6007"/>
    <w:rsid w:val="008C637F"/>
    <w:rsid w:val="008C76B0"/>
    <w:rsid w:val="008C782A"/>
    <w:rsid w:val="008D1BC0"/>
    <w:rsid w:val="008D1F5A"/>
    <w:rsid w:val="008D2062"/>
    <w:rsid w:val="008D3699"/>
    <w:rsid w:val="008D3BFA"/>
    <w:rsid w:val="008D7D88"/>
    <w:rsid w:val="008E0BBC"/>
    <w:rsid w:val="008E1199"/>
    <w:rsid w:val="008E3CB0"/>
    <w:rsid w:val="008E4001"/>
    <w:rsid w:val="008E4B84"/>
    <w:rsid w:val="008E4FF0"/>
    <w:rsid w:val="008E6598"/>
    <w:rsid w:val="008E7936"/>
    <w:rsid w:val="008F0094"/>
    <w:rsid w:val="008F1B5F"/>
    <w:rsid w:val="008F2808"/>
    <w:rsid w:val="008F4354"/>
    <w:rsid w:val="008F4704"/>
    <w:rsid w:val="008F5D29"/>
    <w:rsid w:val="008F685D"/>
    <w:rsid w:val="00901CBA"/>
    <w:rsid w:val="009038B2"/>
    <w:rsid w:val="00903AB6"/>
    <w:rsid w:val="00903F27"/>
    <w:rsid w:val="00904054"/>
    <w:rsid w:val="009044B5"/>
    <w:rsid w:val="009053E5"/>
    <w:rsid w:val="00906925"/>
    <w:rsid w:val="00907EBF"/>
    <w:rsid w:val="009109C7"/>
    <w:rsid w:val="009119B2"/>
    <w:rsid w:val="00912AEB"/>
    <w:rsid w:val="00912C85"/>
    <w:rsid w:val="00913B11"/>
    <w:rsid w:val="00913B2D"/>
    <w:rsid w:val="00913BAF"/>
    <w:rsid w:val="00916015"/>
    <w:rsid w:val="00917C9E"/>
    <w:rsid w:val="0092168B"/>
    <w:rsid w:val="0092217C"/>
    <w:rsid w:val="00922FDE"/>
    <w:rsid w:val="00922FFA"/>
    <w:rsid w:val="0092319C"/>
    <w:rsid w:val="009256D3"/>
    <w:rsid w:val="009261FA"/>
    <w:rsid w:val="009266CE"/>
    <w:rsid w:val="00926DC6"/>
    <w:rsid w:val="0092744E"/>
    <w:rsid w:val="00927460"/>
    <w:rsid w:val="009278DD"/>
    <w:rsid w:val="00927BB7"/>
    <w:rsid w:val="009307DE"/>
    <w:rsid w:val="00930A13"/>
    <w:rsid w:val="00930F73"/>
    <w:rsid w:val="0093228E"/>
    <w:rsid w:val="00932343"/>
    <w:rsid w:val="009323DB"/>
    <w:rsid w:val="0093240D"/>
    <w:rsid w:val="0093280F"/>
    <w:rsid w:val="0093308E"/>
    <w:rsid w:val="00934397"/>
    <w:rsid w:val="009350E6"/>
    <w:rsid w:val="00935333"/>
    <w:rsid w:val="00936DF8"/>
    <w:rsid w:val="009375DA"/>
    <w:rsid w:val="00937F58"/>
    <w:rsid w:val="00941E72"/>
    <w:rsid w:val="009421F2"/>
    <w:rsid w:val="00942498"/>
    <w:rsid w:val="0094254C"/>
    <w:rsid w:val="00943219"/>
    <w:rsid w:val="0094484C"/>
    <w:rsid w:val="00944F7C"/>
    <w:rsid w:val="00945208"/>
    <w:rsid w:val="0094764B"/>
    <w:rsid w:val="0095029E"/>
    <w:rsid w:val="00950461"/>
    <w:rsid w:val="00950DA2"/>
    <w:rsid w:val="00953148"/>
    <w:rsid w:val="009531E2"/>
    <w:rsid w:val="009539DE"/>
    <w:rsid w:val="00953B20"/>
    <w:rsid w:val="00954347"/>
    <w:rsid w:val="00954B0A"/>
    <w:rsid w:val="00955808"/>
    <w:rsid w:val="00955DCF"/>
    <w:rsid w:val="0095619E"/>
    <w:rsid w:val="00956FE0"/>
    <w:rsid w:val="0096011F"/>
    <w:rsid w:val="00960351"/>
    <w:rsid w:val="00963BE6"/>
    <w:rsid w:val="0096534C"/>
    <w:rsid w:val="00967E58"/>
    <w:rsid w:val="00971C6D"/>
    <w:rsid w:val="00973FFD"/>
    <w:rsid w:val="0097426D"/>
    <w:rsid w:val="00976378"/>
    <w:rsid w:val="00976EEC"/>
    <w:rsid w:val="00982B25"/>
    <w:rsid w:val="00982C9E"/>
    <w:rsid w:val="00982F39"/>
    <w:rsid w:val="009834DE"/>
    <w:rsid w:val="00985239"/>
    <w:rsid w:val="009856F1"/>
    <w:rsid w:val="0098642F"/>
    <w:rsid w:val="009866FC"/>
    <w:rsid w:val="0098708B"/>
    <w:rsid w:val="00987F19"/>
    <w:rsid w:val="0099142A"/>
    <w:rsid w:val="00991D91"/>
    <w:rsid w:val="0099254E"/>
    <w:rsid w:val="009925E0"/>
    <w:rsid w:val="00992CD0"/>
    <w:rsid w:val="0099425B"/>
    <w:rsid w:val="00994FCF"/>
    <w:rsid w:val="009958AB"/>
    <w:rsid w:val="00996011"/>
    <w:rsid w:val="009963AA"/>
    <w:rsid w:val="009967CC"/>
    <w:rsid w:val="00996FFB"/>
    <w:rsid w:val="009970B6"/>
    <w:rsid w:val="009A0528"/>
    <w:rsid w:val="009A0F8A"/>
    <w:rsid w:val="009A271F"/>
    <w:rsid w:val="009A2A2E"/>
    <w:rsid w:val="009A2D23"/>
    <w:rsid w:val="009A3E0B"/>
    <w:rsid w:val="009A3EFC"/>
    <w:rsid w:val="009A50B9"/>
    <w:rsid w:val="009A5EEA"/>
    <w:rsid w:val="009A617F"/>
    <w:rsid w:val="009A6DB1"/>
    <w:rsid w:val="009A752B"/>
    <w:rsid w:val="009A7844"/>
    <w:rsid w:val="009A78E1"/>
    <w:rsid w:val="009B08F4"/>
    <w:rsid w:val="009B2B62"/>
    <w:rsid w:val="009B3B14"/>
    <w:rsid w:val="009B3DE1"/>
    <w:rsid w:val="009B549D"/>
    <w:rsid w:val="009B5711"/>
    <w:rsid w:val="009B5964"/>
    <w:rsid w:val="009B64FB"/>
    <w:rsid w:val="009B6577"/>
    <w:rsid w:val="009B7CAD"/>
    <w:rsid w:val="009C0FB1"/>
    <w:rsid w:val="009C158D"/>
    <w:rsid w:val="009C172C"/>
    <w:rsid w:val="009C2751"/>
    <w:rsid w:val="009C2930"/>
    <w:rsid w:val="009C2CE8"/>
    <w:rsid w:val="009C3DD2"/>
    <w:rsid w:val="009C4C06"/>
    <w:rsid w:val="009C57CA"/>
    <w:rsid w:val="009C69C5"/>
    <w:rsid w:val="009C6B53"/>
    <w:rsid w:val="009D04D3"/>
    <w:rsid w:val="009D07A1"/>
    <w:rsid w:val="009D105C"/>
    <w:rsid w:val="009D1A38"/>
    <w:rsid w:val="009D2451"/>
    <w:rsid w:val="009D275A"/>
    <w:rsid w:val="009D2BB1"/>
    <w:rsid w:val="009D38D4"/>
    <w:rsid w:val="009D5A87"/>
    <w:rsid w:val="009D5C6B"/>
    <w:rsid w:val="009D61C7"/>
    <w:rsid w:val="009D6240"/>
    <w:rsid w:val="009D7532"/>
    <w:rsid w:val="009E06A9"/>
    <w:rsid w:val="009E079C"/>
    <w:rsid w:val="009E1633"/>
    <w:rsid w:val="009E1D94"/>
    <w:rsid w:val="009E2114"/>
    <w:rsid w:val="009E23B8"/>
    <w:rsid w:val="009E2822"/>
    <w:rsid w:val="009E336F"/>
    <w:rsid w:val="009E40BE"/>
    <w:rsid w:val="009E4249"/>
    <w:rsid w:val="009E43EB"/>
    <w:rsid w:val="009E47E7"/>
    <w:rsid w:val="009E7116"/>
    <w:rsid w:val="009E7BC1"/>
    <w:rsid w:val="009F0742"/>
    <w:rsid w:val="009F09EE"/>
    <w:rsid w:val="009F103F"/>
    <w:rsid w:val="009F1ED3"/>
    <w:rsid w:val="009F3624"/>
    <w:rsid w:val="009F5B17"/>
    <w:rsid w:val="009F614B"/>
    <w:rsid w:val="009F6FB3"/>
    <w:rsid w:val="009F6FF4"/>
    <w:rsid w:val="00A009F1"/>
    <w:rsid w:val="00A00F87"/>
    <w:rsid w:val="00A011BA"/>
    <w:rsid w:val="00A01375"/>
    <w:rsid w:val="00A02428"/>
    <w:rsid w:val="00A03B65"/>
    <w:rsid w:val="00A041AC"/>
    <w:rsid w:val="00A042B0"/>
    <w:rsid w:val="00A04506"/>
    <w:rsid w:val="00A04B41"/>
    <w:rsid w:val="00A06DCA"/>
    <w:rsid w:val="00A06E20"/>
    <w:rsid w:val="00A07594"/>
    <w:rsid w:val="00A1055A"/>
    <w:rsid w:val="00A11F41"/>
    <w:rsid w:val="00A12144"/>
    <w:rsid w:val="00A127D6"/>
    <w:rsid w:val="00A14DD8"/>
    <w:rsid w:val="00A1500D"/>
    <w:rsid w:val="00A16349"/>
    <w:rsid w:val="00A16420"/>
    <w:rsid w:val="00A176A2"/>
    <w:rsid w:val="00A1795F"/>
    <w:rsid w:val="00A20512"/>
    <w:rsid w:val="00A2052D"/>
    <w:rsid w:val="00A21746"/>
    <w:rsid w:val="00A21CC1"/>
    <w:rsid w:val="00A22B5B"/>
    <w:rsid w:val="00A243B6"/>
    <w:rsid w:val="00A256F3"/>
    <w:rsid w:val="00A2586F"/>
    <w:rsid w:val="00A25F27"/>
    <w:rsid w:val="00A26150"/>
    <w:rsid w:val="00A26D4D"/>
    <w:rsid w:val="00A26D80"/>
    <w:rsid w:val="00A274E6"/>
    <w:rsid w:val="00A27703"/>
    <w:rsid w:val="00A2797C"/>
    <w:rsid w:val="00A279FF"/>
    <w:rsid w:val="00A31709"/>
    <w:rsid w:val="00A32F29"/>
    <w:rsid w:val="00A3363B"/>
    <w:rsid w:val="00A33C22"/>
    <w:rsid w:val="00A35138"/>
    <w:rsid w:val="00A35392"/>
    <w:rsid w:val="00A370F5"/>
    <w:rsid w:val="00A376AF"/>
    <w:rsid w:val="00A401CD"/>
    <w:rsid w:val="00A40F24"/>
    <w:rsid w:val="00A41C73"/>
    <w:rsid w:val="00A42926"/>
    <w:rsid w:val="00A42DAC"/>
    <w:rsid w:val="00A43299"/>
    <w:rsid w:val="00A43AC1"/>
    <w:rsid w:val="00A440F8"/>
    <w:rsid w:val="00A44104"/>
    <w:rsid w:val="00A461C5"/>
    <w:rsid w:val="00A462B9"/>
    <w:rsid w:val="00A465E8"/>
    <w:rsid w:val="00A47487"/>
    <w:rsid w:val="00A506BD"/>
    <w:rsid w:val="00A5176C"/>
    <w:rsid w:val="00A51ADC"/>
    <w:rsid w:val="00A52E48"/>
    <w:rsid w:val="00A52F55"/>
    <w:rsid w:val="00A52F76"/>
    <w:rsid w:val="00A5479A"/>
    <w:rsid w:val="00A54E0D"/>
    <w:rsid w:val="00A564EE"/>
    <w:rsid w:val="00A573D3"/>
    <w:rsid w:val="00A600F0"/>
    <w:rsid w:val="00A60C40"/>
    <w:rsid w:val="00A60CB8"/>
    <w:rsid w:val="00A6119A"/>
    <w:rsid w:val="00A6172D"/>
    <w:rsid w:val="00A61CB6"/>
    <w:rsid w:val="00A61F09"/>
    <w:rsid w:val="00A62537"/>
    <w:rsid w:val="00A64057"/>
    <w:rsid w:val="00A64137"/>
    <w:rsid w:val="00A655D2"/>
    <w:rsid w:val="00A65C92"/>
    <w:rsid w:val="00A66A04"/>
    <w:rsid w:val="00A66FD6"/>
    <w:rsid w:val="00A706FE"/>
    <w:rsid w:val="00A70D43"/>
    <w:rsid w:val="00A7338C"/>
    <w:rsid w:val="00A73E36"/>
    <w:rsid w:val="00A75189"/>
    <w:rsid w:val="00A7562C"/>
    <w:rsid w:val="00A77390"/>
    <w:rsid w:val="00A801B6"/>
    <w:rsid w:val="00A809F4"/>
    <w:rsid w:val="00A80A59"/>
    <w:rsid w:val="00A80FDD"/>
    <w:rsid w:val="00A8382A"/>
    <w:rsid w:val="00A859BF"/>
    <w:rsid w:val="00A86F74"/>
    <w:rsid w:val="00A8753E"/>
    <w:rsid w:val="00A90485"/>
    <w:rsid w:val="00A91E38"/>
    <w:rsid w:val="00A92073"/>
    <w:rsid w:val="00A94406"/>
    <w:rsid w:val="00A94673"/>
    <w:rsid w:val="00A95939"/>
    <w:rsid w:val="00A96B83"/>
    <w:rsid w:val="00A971A3"/>
    <w:rsid w:val="00A974D1"/>
    <w:rsid w:val="00A97DC3"/>
    <w:rsid w:val="00AA1975"/>
    <w:rsid w:val="00AA1A2E"/>
    <w:rsid w:val="00AA21EF"/>
    <w:rsid w:val="00AA24D1"/>
    <w:rsid w:val="00AA2AD6"/>
    <w:rsid w:val="00AA3A87"/>
    <w:rsid w:val="00AA48A1"/>
    <w:rsid w:val="00AA6F84"/>
    <w:rsid w:val="00AA7A5A"/>
    <w:rsid w:val="00AB13D5"/>
    <w:rsid w:val="00AB204F"/>
    <w:rsid w:val="00AB5F70"/>
    <w:rsid w:val="00AB672F"/>
    <w:rsid w:val="00AC27C3"/>
    <w:rsid w:val="00AC3302"/>
    <w:rsid w:val="00AC4736"/>
    <w:rsid w:val="00AC6D02"/>
    <w:rsid w:val="00AC7727"/>
    <w:rsid w:val="00AD01BD"/>
    <w:rsid w:val="00AD088A"/>
    <w:rsid w:val="00AD1862"/>
    <w:rsid w:val="00AD189B"/>
    <w:rsid w:val="00AD1CA0"/>
    <w:rsid w:val="00AD22C4"/>
    <w:rsid w:val="00AD2AD5"/>
    <w:rsid w:val="00AD3354"/>
    <w:rsid w:val="00AD47A8"/>
    <w:rsid w:val="00AD527B"/>
    <w:rsid w:val="00AD5730"/>
    <w:rsid w:val="00AD5CEA"/>
    <w:rsid w:val="00AD69F0"/>
    <w:rsid w:val="00AD7596"/>
    <w:rsid w:val="00AE1A3F"/>
    <w:rsid w:val="00AE223A"/>
    <w:rsid w:val="00AE2C30"/>
    <w:rsid w:val="00AE3468"/>
    <w:rsid w:val="00AE4763"/>
    <w:rsid w:val="00AE484C"/>
    <w:rsid w:val="00AE5112"/>
    <w:rsid w:val="00AE58C6"/>
    <w:rsid w:val="00AF00DB"/>
    <w:rsid w:val="00AF15A9"/>
    <w:rsid w:val="00AF26E0"/>
    <w:rsid w:val="00AF2A73"/>
    <w:rsid w:val="00AF3454"/>
    <w:rsid w:val="00AF406A"/>
    <w:rsid w:val="00AF4770"/>
    <w:rsid w:val="00AF61EB"/>
    <w:rsid w:val="00AF6282"/>
    <w:rsid w:val="00AF6CE9"/>
    <w:rsid w:val="00AF6D8A"/>
    <w:rsid w:val="00AF7C38"/>
    <w:rsid w:val="00AF7D2B"/>
    <w:rsid w:val="00B00AB2"/>
    <w:rsid w:val="00B00C04"/>
    <w:rsid w:val="00B02EB4"/>
    <w:rsid w:val="00B0473B"/>
    <w:rsid w:val="00B04F81"/>
    <w:rsid w:val="00B05278"/>
    <w:rsid w:val="00B057A6"/>
    <w:rsid w:val="00B05C93"/>
    <w:rsid w:val="00B0659B"/>
    <w:rsid w:val="00B131C8"/>
    <w:rsid w:val="00B13C3D"/>
    <w:rsid w:val="00B13F9B"/>
    <w:rsid w:val="00B15632"/>
    <w:rsid w:val="00B15761"/>
    <w:rsid w:val="00B16449"/>
    <w:rsid w:val="00B177ED"/>
    <w:rsid w:val="00B217BF"/>
    <w:rsid w:val="00B21A0E"/>
    <w:rsid w:val="00B22A10"/>
    <w:rsid w:val="00B253F8"/>
    <w:rsid w:val="00B25DA0"/>
    <w:rsid w:val="00B25E6B"/>
    <w:rsid w:val="00B2770C"/>
    <w:rsid w:val="00B307E4"/>
    <w:rsid w:val="00B30B97"/>
    <w:rsid w:val="00B30EA2"/>
    <w:rsid w:val="00B32FAE"/>
    <w:rsid w:val="00B33CB1"/>
    <w:rsid w:val="00B33E15"/>
    <w:rsid w:val="00B35685"/>
    <w:rsid w:val="00B362B6"/>
    <w:rsid w:val="00B363DF"/>
    <w:rsid w:val="00B37EB3"/>
    <w:rsid w:val="00B37F4D"/>
    <w:rsid w:val="00B41490"/>
    <w:rsid w:val="00B416C1"/>
    <w:rsid w:val="00B41CEE"/>
    <w:rsid w:val="00B446CF"/>
    <w:rsid w:val="00B45073"/>
    <w:rsid w:val="00B45318"/>
    <w:rsid w:val="00B4538B"/>
    <w:rsid w:val="00B457C3"/>
    <w:rsid w:val="00B4592C"/>
    <w:rsid w:val="00B4686D"/>
    <w:rsid w:val="00B472BF"/>
    <w:rsid w:val="00B4749E"/>
    <w:rsid w:val="00B5050F"/>
    <w:rsid w:val="00B5084A"/>
    <w:rsid w:val="00B511C0"/>
    <w:rsid w:val="00B512A0"/>
    <w:rsid w:val="00B52B59"/>
    <w:rsid w:val="00B53EA8"/>
    <w:rsid w:val="00B54001"/>
    <w:rsid w:val="00B542DF"/>
    <w:rsid w:val="00B55FBC"/>
    <w:rsid w:val="00B57919"/>
    <w:rsid w:val="00B61015"/>
    <w:rsid w:val="00B6238A"/>
    <w:rsid w:val="00B62721"/>
    <w:rsid w:val="00B62920"/>
    <w:rsid w:val="00B62AE0"/>
    <w:rsid w:val="00B62B0F"/>
    <w:rsid w:val="00B64439"/>
    <w:rsid w:val="00B65578"/>
    <w:rsid w:val="00B657F2"/>
    <w:rsid w:val="00B658F9"/>
    <w:rsid w:val="00B67865"/>
    <w:rsid w:val="00B7035B"/>
    <w:rsid w:val="00B71503"/>
    <w:rsid w:val="00B716F8"/>
    <w:rsid w:val="00B71DBC"/>
    <w:rsid w:val="00B72956"/>
    <w:rsid w:val="00B72D24"/>
    <w:rsid w:val="00B73070"/>
    <w:rsid w:val="00B73146"/>
    <w:rsid w:val="00B75B8E"/>
    <w:rsid w:val="00B7628F"/>
    <w:rsid w:val="00B7633E"/>
    <w:rsid w:val="00B76855"/>
    <w:rsid w:val="00B769CD"/>
    <w:rsid w:val="00B77397"/>
    <w:rsid w:val="00B807B9"/>
    <w:rsid w:val="00B8103D"/>
    <w:rsid w:val="00B81D5E"/>
    <w:rsid w:val="00B843A0"/>
    <w:rsid w:val="00B843C3"/>
    <w:rsid w:val="00B84791"/>
    <w:rsid w:val="00B84A8D"/>
    <w:rsid w:val="00B8637B"/>
    <w:rsid w:val="00B86CA5"/>
    <w:rsid w:val="00B86F47"/>
    <w:rsid w:val="00B87096"/>
    <w:rsid w:val="00B910C1"/>
    <w:rsid w:val="00B91802"/>
    <w:rsid w:val="00B9197F"/>
    <w:rsid w:val="00B91BB2"/>
    <w:rsid w:val="00B91EAC"/>
    <w:rsid w:val="00B92A6D"/>
    <w:rsid w:val="00B933DA"/>
    <w:rsid w:val="00B93839"/>
    <w:rsid w:val="00B93ECE"/>
    <w:rsid w:val="00B96213"/>
    <w:rsid w:val="00B9773E"/>
    <w:rsid w:val="00B97926"/>
    <w:rsid w:val="00B97D21"/>
    <w:rsid w:val="00BA05B9"/>
    <w:rsid w:val="00BA11EA"/>
    <w:rsid w:val="00BA1A0D"/>
    <w:rsid w:val="00BA1CC1"/>
    <w:rsid w:val="00BA3668"/>
    <w:rsid w:val="00BA37C3"/>
    <w:rsid w:val="00BA4309"/>
    <w:rsid w:val="00BA5723"/>
    <w:rsid w:val="00BA5C1A"/>
    <w:rsid w:val="00BA6DFD"/>
    <w:rsid w:val="00BB23CA"/>
    <w:rsid w:val="00BB2911"/>
    <w:rsid w:val="00BB381F"/>
    <w:rsid w:val="00BB4279"/>
    <w:rsid w:val="00BB457B"/>
    <w:rsid w:val="00BB4B4C"/>
    <w:rsid w:val="00BB4F56"/>
    <w:rsid w:val="00BB5544"/>
    <w:rsid w:val="00BB5946"/>
    <w:rsid w:val="00BB67D5"/>
    <w:rsid w:val="00BB693D"/>
    <w:rsid w:val="00BB71CD"/>
    <w:rsid w:val="00BB7529"/>
    <w:rsid w:val="00BB79AC"/>
    <w:rsid w:val="00BB7E9C"/>
    <w:rsid w:val="00BC06F7"/>
    <w:rsid w:val="00BC0EBB"/>
    <w:rsid w:val="00BC1461"/>
    <w:rsid w:val="00BC197A"/>
    <w:rsid w:val="00BC2A3C"/>
    <w:rsid w:val="00BC3CC8"/>
    <w:rsid w:val="00BC6CCA"/>
    <w:rsid w:val="00BC7061"/>
    <w:rsid w:val="00BC7826"/>
    <w:rsid w:val="00BD039A"/>
    <w:rsid w:val="00BD06EE"/>
    <w:rsid w:val="00BD0CCF"/>
    <w:rsid w:val="00BD17BD"/>
    <w:rsid w:val="00BD19EB"/>
    <w:rsid w:val="00BD3E8A"/>
    <w:rsid w:val="00BD3FF1"/>
    <w:rsid w:val="00BD43ED"/>
    <w:rsid w:val="00BD525C"/>
    <w:rsid w:val="00BD579B"/>
    <w:rsid w:val="00BD64DB"/>
    <w:rsid w:val="00BD784C"/>
    <w:rsid w:val="00BD7894"/>
    <w:rsid w:val="00BE0905"/>
    <w:rsid w:val="00BE1722"/>
    <w:rsid w:val="00BE19FE"/>
    <w:rsid w:val="00BE2277"/>
    <w:rsid w:val="00BE38E8"/>
    <w:rsid w:val="00BE4872"/>
    <w:rsid w:val="00BE4A29"/>
    <w:rsid w:val="00BE599B"/>
    <w:rsid w:val="00BE6F24"/>
    <w:rsid w:val="00BE7085"/>
    <w:rsid w:val="00BF1557"/>
    <w:rsid w:val="00BF1653"/>
    <w:rsid w:val="00BF178C"/>
    <w:rsid w:val="00BF35E7"/>
    <w:rsid w:val="00BF375B"/>
    <w:rsid w:val="00BF3871"/>
    <w:rsid w:val="00BF4A39"/>
    <w:rsid w:val="00BF585B"/>
    <w:rsid w:val="00BF5BDF"/>
    <w:rsid w:val="00BF72D7"/>
    <w:rsid w:val="00BF79B4"/>
    <w:rsid w:val="00C00150"/>
    <w:rsid w:val="00C0027C"/>
    <w:rsid w:val="00C037A1"/>
    <w:rsid w:val="00C039CE"/>
    <w:rsid w:val="00C069A3"/>
    <w:rsid w:val="00C0711C"/>
    <w:rsid w:val="00C0761C"/>
    <w:rsid w:val="00C07ADD"/>
    <w:rsid w:val="00C07F87"/>
    <w:rsid w:val="00C10714"/>
    <w:rsid w:val="00C110CB"/>
    <w:rsid w:val="00C1181C"/>
    <w:rsid w:val="00C119F4"/>
    <w:rsid w:val="00C12BBD"/>
    <w:rsid w:val="00C13543"/>
    <w:rsid w:val="00C1495D"/>
    <w:rsid w:val="00C15626"/>
    <w:rsid w:val="00C15A95"/>
    <w:rsid w:val="00C15B42"/>
    <w:rsid w:val="00C218C1"/>
    <w:rsid w:val="00C23A20"/>
    <w:rsid w:val="00C240C4"/>
    <w:rsid w:val="00C24306"/>
    <w:rsid w:val="00C25594"/>
    <w:rsid w:val="00C25613"/>
    <w:rsid w:val="00C26D08"/>
    <w:rsid w:val="00C27575"/>
    <w:rsid w:val="00C27606"/>
    <w:rsid w:val="00C30630"/>
    <w:rsid w:val="00C31BFD"/>
    <w:rsid w:val="00C32C5A"/>
    <w:rsid w:val="00C33E14"/>
    <w:rsid w:val="00C33F7A"/>
    <w:rsid w:val="00C352D9"/>
    <w:rsid w:val="00C3562F"/>
    <w:rsid w:val="00C3634C"/>
    <w:rsid w:val="00C36751"/>
    <w:rsid w:val="00C406C4"/>
    <w:rsid w:val="00C4281D"/>
    <w:rsid w:val="00C428ED"/>
    <w:rsid w:val="00C4307E"/>
    <w:rsid w:val="00C4378D"/>
    <w:rsid w:val="00C45046"/>
    <w:rsid w:val="00C451B4"/>
    <w:rsid w:val="00C46413"/>
    <w:rsid w:val="00C468C9"/>
    <w:rsid w:val="00C46F45"/>
    <w:rsid w:val="00C520B2"/>
    <w:rsid w:val="00C52264"/>
    <w:rsid w:val="00C53122"/>
    <w:rsid w:val="00C53611"/>
    <w:rsid w:val="00C541CD"/>
    <w:rsid w:val="00C543D7"/>
    <w:rsid w:val="00C55A6B"/>
    <w:rsid w:val="00C560AD"/>
    <w:rsid w:val="00C561E6"/>
    <w:rsid w:val="00C56517"/>
    <w:rsid w:val="00C57078"/>
    <w:rsid w:val="00C5765C"/>
    <w:rsid w:val="00C57F7F"/>
    <w:rsid w:val="00C60015"/>
    <w:rsid w:val="00C60051"/>
    <w:rsid w:val="00C60B53"/>
    <w:rsid w:val="00C62593"/>
    <w:rsid w:val="00C62631"/>
    <w:rsid w:val="00C63103"/>
    <w:rsid w:val="00C64933"/>
    <w:rsid w:val="00C658FB"/>
    <w:rsid w:val="00C66DD2"/>
    <w:rsid w:val="00C66E1E"/>
    <w:rsid w:val="00C67CD3"/>
    <w:rsid w:val="00C70724"/>
    <w:rsid w:val="00C727B1"/>
    <w:rsid w:val="00C727F4"/>
    <w:rsid w:val="00C7335F"/>
    <w:rsid w:val="00C73EFE"/>
    <w:rsid w:val="00C74AF9"/>
    <w:rsid w:val="00C74BC0"/>
    <w:rsid w:val="00C80E53"/>
    <w:rsid w:val="00C81761"/>
    <w:rsid w:val="00C819F9"/>
    <w:rsid w:val="00C82D13"/>
    <w:rsid w:val="00C82F15"/>
    <w:rsid w:val="00C8348C"/>
    <w:rsid w:val="00C8390C"/>
    <w:rsid w:val="00C86503"/>
    <w:rsid w:val="00C86923"/>
    <w:rsid w:val="00C87106"/>
    <w:rsid w:val="00C871C4"/>
    <w:rsid w:val="00C872EE"/>
    <w:rsid w:val="00C87E4B"/>
    <w:rsid w:val="00C87E51"/>
    <w:rsid w:val="00C91678"/>
    <w:rsid w:val="00C941EA"/>
    <w:rsid w:val="00C944D0"/>
    <w:rsid w:val="00C94E4A"/>
    <w:rsid w:val="00C96FD3"/>
    <w:rsid w:val="00C9735B"/>
    <w:rsid w:val="00CA02EB"/>
    <w:rsid w:val="00CA059C"/>
    <w:rsid w:val="00CA1159"/>
    <w:rsid w:val="00CA294E"/>
    <w:rsid w:val="00CA2D95"/>
    <w:rsid w:val="00CA2DF1"/>
    <w:rsid w:val="00CA4409"/>
    <w:rsid w:val="00CA4417"/>
    <w:rsid w:val="00CA621B"/>
    <w:rsid w:val="00CA6DEF"/>
    <w:rsid w:val="00CA780A"/>
    <w:rsid w:val="00CA7979"/>
    <w:rsid w:val="00CB1746"/>
    <w:rsid w:val="00CB2072"/>
    <w:rsid w:val="00CB3E20"/>
    <w:rsid w:val="00CB454F"/>
    <w:rsid w:val="00CB4D9A"/>
    <w:rsid w:val="00CB4D9C"/>
    <w:rsid w:val="00CB4E57"/>
    <w:rsid w:val="00CB53A0"/>
    <w:rsid w:val="00CB57E9"/>
    <w:rsid w:val="00CB73A1"/>
    <w:rsid w:val="00CC102F"/>
    <w:rsid w:val="00CC1374"/>
    <w:rsid w:val="00CC13AD"/>
    <w:rsid w:val="00CC2787"/>
    <w:rsid w:val="00CC27C7"/>
    <w:rsid w:val="00CC3503"/>
    <w:rsid w:val="00CC5B33"/>
    <w:rsid w:val="00CC61D4"/>
    <w:rsid w:val="00CC6A39"/>
    <w:rsid w:val="00CC768E"/>
    <w:rsid w:val="00CC769F"/>
    <w:rsid w:val="00CC7B6F"/>
    <w:rsid w:val="00CD13CE"/>
    <w:rsid w:val="00CD15A6"/>
    <w:rsid w:val="00CD1660"/>
    <w:rsid w:val="00CD42C5"/>
    <w:rsid w:val="00CD526D"/>
    <w:rsid w:val="00CD64B3"/>
    <w:rsid w:val="00CD666A"/>
    <w:rsid w:val="00CD6FBF"/>
    <w:rsid w:val="00CD7FB2"/>
    <w:rsid w:val="00CE0585"/>
    <w:rsid w:val="00CE1071"/>
    <w:rsid w:val="00CE117D"/>
    <w:rsid w:val="00CE13FD"/>
    <w:rsid w:val="00CE1D3E"/>
    <w:rsid w:val="00CE22B6"/>
    <w:rsid w:val="00CE253A"/>
    <w:rsid w:val="00CE2860"/>
    <w:rsid w:val="00CE4640"/>
    <w:rsid w:val="00CE4C94"/>
    <w:rsid w:val="00CE6112"/>
    <w:rsid w:val="00CE6BF5"/>
    <w:rsid w:val="00CE7672"/>
    <w:rsid w:val="00CE7F23"/>
    <w:rsid w:val="00CF1517"/>
    <w:rsid w:val="00CF1AA5"/>
    <w:rsid w:val="00CF208B"/>
    <w:rsid w:val="00CF24AF"/>
    <w:rsid w:val="00CF583D"/>
    <w:rsid w:val="00CF5CD0"/>
    <w:rsid w:val="00CF76B6"/>
    <w:rsid w:val="00D00C1C"/>
    <w:rsid w:val="00D0143A"/>
    <w:rsid w:val="00D020D5"/>
    <w:rsid w:val="00D0216C"/>
    <w:rsid w:val="00D021A6"/>
    <w:rsid w:val="00D024FA"/>
    <w:rsid w:val="00D029D8"/>
    <w:rsid w:val="00D03B65"/>
    <w:rsid w:val="00D045B1"/>
    <w:rsid w:val="00D050F6"/>
    <w:rsid w:val="00D06D01"/>
    <w:rsid w:val="00D07929"/>
    <w:rsid w:val="00D07DF7"/>
    <w:rsid w:val="00D10831"/>
    <w:rsid w:val="00D10F62"/>
    <w:rsid w:val="00D1242B"/>
    <w:rsid w:val="00D141A9"/>
    <w:rsid w:val="00D146C6"/>
    <w:rsid w:val="00D16549"/>
    <w:rsid w:val="00D21974"/>
    <w:rsid w:val="00D22C6B"/>
    <w:rsid w:val="00D23FA2"/>
    <w:rsid w:val="00D257C1"/>
    <w:rsid w:val="00D25B9B"/>
    <w:rsid w:val="00D26231"/>
    <w:rsid w:val="00D26DE3"/>
    <w:rsid w:val="00D27AB2"/>
    <w:rsid w:val="00D3254A"/>
    <w:rsid w:val="00D32AE1"/>
    <w:rsid w:val="00D351CF"/>
    <w:rsid w:val="00D37221"/>
    <w:rsid w:val="00D3789B"/>
    <w:rsid w:val="00D37926"/>
    <w:rsid w:val="00D37F5E"/>
    <w:rsid w:val="00D40705"/>
    <w:rsid w:val="00D40FCE"/>
    <w:rsid w:val="00D4197D"/>
    <w:rsid w:val="00D43222"/>
    <w:rsid w:val="00D434FF"/>
    <w:rsid w:val="00D43CD2"/>
    <w:rsid w:val="00D43FD8"/>
    <w:rsid w:val="00D459B2"/>
    <w:rsid w:val="00D461D7"/>
    <w:rsid w:val="00D4682F"/>
    <w:rsid w:val="00D46BAA"/>
    <w:rsid w:val="00D5001A"/>
    <w:rsid w:val="00D51EED"/>
    <w:rsid w:val="00D5209D"/>
    <w:rsid w:val="00D52AA4"/>
    <w:rsid w:val="00D53DF2"/>
    <w:rsid w:val="00D54065"/>
    <w:rsid w:val="00D54224"/>
    <w:rsid w:val="00D5440D"/>
    <w:rsid w:val="00D54529"/>
    <w:rsid w:val="00D547D0"/>
    <w:rsid w:val="00D54EDE"/>
    <w:rsid w:val="00D5624F"/>
    <w:rsid w:val="00D56D47"/>
    <w:rsid w:val="00D577A1"/>
    <w:rsid w:val="00D579E1"/>
    <w:rsid w:val="00D60EB2"/>
    <w:rsid w:val="00D625DA"/>
    <w:rsid w:val="00D63A3D"/>
    <w:rsid w:val="00D643FD"/>
    <w:rsid w:val="00D64F26"/>
    <w:rsid w:val="00D6528D"/>
    <w:rsid w:val="00D70458"/>
    <w:rsid w:val="00D70E97"/>
    <w:rsid w:val="00D7148D"/>
    <w:rsid w:val="00D71FD0"/>
    <w:rsid w:val="00D75DCA"/>
    <w:rsid w:val="00D75F72"/>
    <w:rsid w:val="00D812ED"/>
    <w:rsid w:val="00D81665"/>
    <w:rsid w:val="00D81AE4"/>
    <w:rsid w:val="00D8268F"/>
    <w:rsid w:val="00D835E0"/>
    <w:rsid w:val="00D8362C"/>
    <w:rsid w:val="00D83FE9"/>
    <w:rsid w:val="00D851E0"/>
    <w:rsid w:val="00D8650D"/>
    <w:rsid w:val="00D902CC"/>
    <w:rsid w:val="00D904C8"/>
    <w:rsid w:val="00D91336"/>
    <w:rsid w:val="00D91FF6"/>
    <w:rsid w:val="00D92178"/>
    <w:rsid w:val="00D92247"/>
    <w:rsid w:val="00D94901"/>
    <w:rsid w:val="00D94ECA"/>
    <w:rsid w:val="00D967F4"/>
    <w:rsid w:val="00D96B49"/>
    <w:rsid w:val="00D97FEF"/>
    <w:rsid w:val="00DA03F8"/>
    <w:rsid w:val="00DA1905"/>
    <w:rsid w:val="00DA19D0"/>
    <w:rsid w:val="00DA2C69"/>
    <w:rsid w:val="00DA2C71"/>
    <w:rsid w:val="00DA3837"/>
    <w:rsid w:val="00DA62EA"/>
    <w:rsid w:val="00DA6F7F"/>
    <w:rsid w:val="00DA72AC"/>
    <w:rsid w:val="00DA7FDA"/>
    <w:rsid w:val="00DB02B3"/>
    <w:rsid w:val="00DB0E94"/>
    <w:rsid w:val="00DB29D5"/>
    <w:rsid w:val="00DB2D4E"/>
    <w:rsid w:val="00DB393C"/>
    <w:rsid w:val="00DB3A7C"/>
    <w:rsid w:val="00DB4451"/>
    <w:rsid w:val="00DB45EB"/>
    <w:rsid w:val="00DB4B53"/>
    <w:rsid w:val="00DB4FAB"/>
    <w:rsid w:val="00DB5B5B"/>
    <w:rsid w:val="00DB5EEE"/>
    <w:rsid w:val="00DB7508"/>
    <w:rsid w:val="00DC0B53"/>
    <w:rsid w:val="00DC0EB6"/>
    <w:rsid w:val="00DC42A5"/>
    <w:rsid w:val="00DC45CF"/>
    <w:rsid w:val="00DC4F09"/>
    <w:rsid w:val="00DC5E11"/>
    <w:rsid w:val="00DC7717"/>
    <w:rsid w:val="00DC79BD"/>
    <w:rsid w:val="00DC7B88"/>
    <w:rsid w:val="00DC7C4B"/>
    <w:rsid w:val="00DC7EE9"/>
    <w:rsid w:val="00DD2C5C"/>
    <w:rsid w:val="00DD2EC7"/>
    <w:rsid w:val="00DD3309"/>
    <w:rsid w:val="00DD41C1"/>
    <w:rsid w:val="00DD4DE9"/>
    <w:rsid w:val="00DD5717"/>
    <w:rsid w:val="00DD5A61"/>
    <w:rsid w:val="00DD658C"/>
    <w:rsid w:val="00DE00A7"/>
    <w:rsid w:val="00DE1A9D"/>
    <w:rsid w:val="00DE1BAA"/>
    <w:rsid w:val="00DE1FD1"/>
    <w:rsid w:val="00DE2A5D"/>
    <w:rsid w:val="00DE2AEF"/>
    <w:rsid w:val="00DE342B"/>
    <w:rsid w:val="00DE6CA6"/>
    <w:rsid w:val="00DE71EC"/>
    <w:rsid w:val="00DE7E34"/>
    <w:rsid w:val="00DF0828"/>
    <w:rsid w:val="00DF2753"/>
    <w:rsid w:val="00DF2F41"/>
    <w:rsid w:val="00DF31E5"/>
    <w:rsid w:val="00DF35D2"/>
    <w:rsid w:val="00DF37AC"/>
    <w:rsid w:val="00DF409D"/>
    <w:rsid w:val="00DF484B"/>
    <w:rsid w:val="00DF4E2C"/>
    <w:rsid w:val="00DF518D"/>
    <w:rsid w:val="00DF5592"/>
    <w:rsid w:val="00DF5847"/>
    <w:rsid w:val="00DF7451"/>
    <w:rsid w:val="00DF77ED"/>
    <w:rsid w:val="00E01798"/>
    <w:rsid w:val="00E023C2"/>
    <w:rsid w:val="00E0347E"/>
    <w:rsid w:val="00E039C5"/>
    <w:rsid w:val="00E04CA8"/>
    <w:rsid w:val="00E05D8C"/>
    <w:rsid w:val="00E06BFB"/>
    <w:rsid w:val="00E06DB1"/>
    <w:rsid w:val="00E10164"/>
    <w:rsid w:val="00E10EDC"/>
    <w:rsid w:val="00E11211"/>
    <w:rsid w:val="00E137EB"/>
    <w:rsid w:val="00E1423A"/>
    <w:rsid w:val="00E146D2"/>
    <w:rsid w:val="00E14740"/>
    <w:rsid w:val="00E149A4"/>
    <w:rsid w:val="00E14BCD"/>
    <w:rsid w:val="00E15B44"/>
    <w:rsid w:val="00E16417"/>
    <w:rsid w:val="00E17D12"/>
    <w:rsid w:val="00E2712D"/>
    <w:rsid w:val="00E276D6"/>
    <w:rsid w:val="00E30628"/>
    <w:rsid w:val="00E306A3"/>
    <w:rsid w:val="00E31AEB"/>
    <w:rsid w:val="00E32228"/>
    <w:rsid w:val="00E3288A"/>
    <w:rsid w:val="00E32CBB"/>
    <w:rsid w:val="00E334A4"/>
    <w:rsid w:val="00E33821"/>
    <w:rsid w:val="00E36CBB"/>
    <w:rsid w:val="00E376D7"/>
    <w:rsid w:val="00E42D02"/>
    <w:rsid w:val="00E42E6C"/>
    <w:rsid w:val="00E42FEE"/>
    <w:rsid w:val="00E4311C"/>
    <w:rsid w:val="00E4357E"/>
    <w:rsid w:val="00E43F4F"/>
    <w:rsid w:val="00E443FE"/>
    <w:rsid w:val="00E4516C"/>
    <w:rsid w:val="00E45926"/>
    <w:rsid w:val="00E459E0"/>
    <w:rsid w:val="00E45C0B"/>
    <w:rsid w:val="00E46310"/>
    <w:rsid w:val="00E47941"/>
    <w:rsid w:val="00E47CA2"/>
    <w:rsid w:val="00E5078D"/>
    <w:rsid w:val="00E50987"/>
    <w:rsid w:val="00E520E1"/>
    <w:rsid w:val="00E521E5"/>
    <w:rsid w:val="00E52D20"/>
    <w:rsid w:val="00E544C5"/>
    <w:rsid w:val="00E54F4C"/>
    <w:rsid w:val="00E55597"/>
    <w:rsid w:val="00E55AD6"/>
    <w:rsid w:val="00E5602C"/>
    <w:rsid w:val="00E57369"/>
    <w:rsid w:val="00E574A4"/>
    <w:rsid w:val="00E577AA"/>
    <w:rsid w:val="00E57F8E"/>
    <w:rsid w:val="00E6056A"/>
    <w:rsid w:val="00E6062C"/>
    <w:rsid w:val="00E620AB"/>
    <w:rsid w:val="00E633A1"/>
    <w:rsid w:val="00E63C04"/>
    <w:rsid w:val="00E63CEC"/>
    <w:rsid w:val="00E6403A"/>
    <w:rsid w:val="00E64455"/>
    <w:rsid w:val="00E6558D"/>
    <w:rsid w:val="00E6663F"/>
    <w:rsid w:val="00E6676F"/>
    <w:rsid w:val="00E67947"/>
    <w:rsid w:val="00E70214"/>
    <w:rsid w:val="00E70C9B"/>
    <w:rsid w:val="00E72239"/>
    <w:rsid w:val="00E72A1F"/>
    <w:rsid w:val="00E7346E"/>
    <w:rsid w:val="00E73AEF"/>
    <w:rsid w:val="00E747C0"/>
    <w:rsid w:val="00E74CD9"/>
    <w:rsid w:val="00E75748"/>
    <w:rsid w:val="00E804DE"/>
    <w:rsid w:val="00E8102D"/>
    <w:rsid w:val="00E81508"/>
    <w:rsid w:val="00E83FF4"/>
    <w:rsid w:val="00E844A3"/>
    <w:rsid w:val="00E85300"/>
    <w:rsid w:val="00E85911"/>
    <w:rsid w:val="00E870D2"/>
    <w:rsid w:val="00E87669"/>
    <w:rsid w:val="00E87A47"/>
    <w:rsid w:val="00E9000C"/>
    <w:rsid w:val="00E915CC"/>
    <w:rsid w:val="00E91C01"/>
    <w:rsid w:val="00E924C6"/>
    <w:rsid w:val="00E92A49"/>
    <w:rsid w:val="00E94DE6"/>
    <w:rsid w:val="00EA0E0A"/>
    <w:rsid w:val="00EA267F"/>
    <w:rsid w:val="00EA3136"/>
    <w:rsid w:val="00EA36C9"/>
    <w:rsid w:val="00EA45F2"/>
    <w:rsid w:val="00EA4722"/>
    <w:rsid w:val="00EA49F8"/>
    <w:rsid w:val="00EA5AB6"/>
    <w:rsid w:val="00EA67FB"/>
    <w:rsid w:val="00EB072D"/>
    <w:rsid w:val="00EB09CA"/>
    <w:rsid w:val="00EB1B90"/>
    <w:rsid w:val="00EB27B5"/>
    <w:rsid w:val="00EB478C"/>
    <w:rsid w:val="00EB6E2F"/>
    <w:rsid w:val="00EB7828"/>
    <w:rsid w:val="00EC2AEE"/>
    <w:rsid w:val="00EC2B5C"/>
    <w:rsid w:val="00EC2D0F"/>
    <w:rsid w:val="00EC3124"/>
    <w:rsid w:val="00EC33E2"/>
    <w:rsid w:val="00EC3E50"/>
    <w:rsid w:val="00EC40D6"/>
    <w:rsid w:val="00EC4919"/>
    <w:rsid w:val="00EC4D18"/>
    <w:rsid w:val="00EC5702"/>
    <w:rsid w:val="00EC5A2E"/>
    <w:rsid w:val="00EC65DD"/>
    <w:rsid w:val="00EC7066"/>
    <w:rsid w:val="00EC7835"/>
    <w:rsid w:val="00ED0DF8"/>
    <w:rsid w:val="00ED1EE1"/>
    <w:rsid w:val="00ED2DF1"/>
    <w:rsid w:val="00ED39A2"/>
    <w:rsid w:val="00ED491C"/>
    <w:rsid w:val="00ED4E2A"/>
    <w:rsid w:val="00ED5E42"/>
    <w:rsid w:val="00ED64F9"/>
    <w:rsid w:val="00EE0315"/>
    <w:rsid w:val="00EE1558"/>
    <w:rsid w:val="00EE2364"/>
    <w:rsid w:val="00EE3B33"/>
    <w:rsid w:val="00EE4F9B"/>
    <w:rsid w:val="00EE577A"/>
    <w:rsid w:val="00EE594C"/>
    <w:rsid w:val="00EE66BA"/>
    <w:rsid w:val="00EF0360"/>
    <w:rsid w:val="00EF047C"/>
    <w:rsid w:val="00EF0D34"/>
    <w:rsid w:val="00EF1920"/>
    <w:rsid w:val="00EF223A"/>
    <w:rsid w:val="00EF2A1B"/>
    <w:rsid w:val="00EF47A1"/>
    <w:rsid w:val="00EF4868"/>
    <w:rsid w:val="00EF4A88"/>
    <w:rsid w:val="00EF6FC5"/>
    <w:rsid w:val="00EF774A"/>
    <w:rsid w:val="00F0010F"/>
    <w:rsid w:val="00F00431"/>
    <w:rsid w:val="00F011AC"/>
    <w:rsid w:val="00F01BB1"/>
    <w:rsid w:val="00F01D55"/>
    <w:rsid w:val="00F0330C"/>
    <w:rsid w:val="00F04865"/>
    <w:rsid w:val="00F04DDA"/>
    <w:rsid w:val="00F04F64"/>
    <w:rsid w:val="00F05AFE"/>
    <w:rsid w:val="00F061B6"/>
    <w:rsid w:val="00F06D4C"/>
    <w:rsid w:val="00F10275"/>
    <w:rsid w:val="00F10630"/>
    <w:rsid w:val="00F112DA"/>
    <w:rsid w:val="00F11D3C"/>
    <w:rsid w:val="00F125CE"/>
    <w:rsid w:val="00F12C61"/>
    <w:rsid w:val="00F13752"/>
    <w:rsid w:val="00F137EB"/>
    <w:rsid w:val="00F13A01"/>
    <w:rsid w:val="00F13E48"/>
    <w:rsid w:val="00F158A8"/>
    <w:rsid w:val="00F158D6"/>
    <w:rsid w:val="00F173FF"/>
    <w:rsid w:val="00F178E0"/>
    <w:rsid w:val="00F20C57"/>
    <w:rsid w:val="00F212E5"/>
    <w:rsid w:val="00F2493A"/>
    <w:rsid w:val="00F26182"/>
    <w:rsid w:val="00F26B76"/>
    <w:rsid w:val="00F27C6B"/>
    <w:rsid w:val="00F30CAB"/>
    <w:rsid w:val="00F31D7B"/>
    <w:rsid w:val="00F32511"/>
    <w:rsid w:val="00F34C16"/>
    <w:rsid w:val="00F35554"/>
    <w:rsid w:val="00F363E2"/>
    <w:rsid w:val="00F37A42"/>
    <w:rsid w:val="00F37E09"/>
    <w:rsid w:val="00F404C0"/>
    <w:rsid w:val="00F41144"/>
    <w:rsid w:val="00F417F5"/>
    <w:rsid w:val="00F418FA"/>
    <w:rsid w:val="00F42B3D"/>
    <w:rsid w:val="00F443D2"/>
    <w:rsid w:val="00F44546"/>
    <w:rsid w:val="00F47642"/>
    <w:rsid w:val="00F4768B"/>
    <w:rsid w:val="00F47B4F"/>
    <w:rsid w:val="00F5008E"/>
    <w:rsid w:val="00F501DE"/>
    <w:rsid w:val="00F50563"/>
    <w:rsid w:val="00F506B8"/>
    <w:rsid w:val="00F51B1A"/>
    <w:rsid w:val="00F5495E"/>
    <w:rsid w:val="00F549A5"/>
    <w:rsid w:val="00F5589E"/>
    <w:rsid w:val="00F57403"/>
    <w:rsid w:val="00F57CE6"/>
    <w:rsid w:val="00F609B9"/>
    <w:rsid w:val="00F60DFC"/>
    <w:rsid w:val="00F634D0"/>
    <w:rsid w:val="00F6353D"/>
    <w:rsid w:val="00F639B6"/>
    <w:rsid w:val="00F63C2C"/>
    <w:rsid w:val="00F6569B"/>
    <w:rsid w:val="00F65BFF"/>
    <w:rsid w:val="00F65D7B"/>
    <w:rsid w:val="00F66822"/>
    <w:rsid w:val="00F66B5F"/>
    <w:rsid w:val="00F66C9D"/>
    <w:rsid w:val="00F670B8"/>
    <w:rsid w:val="00F675C4"/>
    <w:rsid w:val="00F67886"/>
    <w:rsid w:val="00F70C2F"/>
    <w:rsid w:val="00F70FCC"/>
    <w:rsid w:val="00F712FB"/>
    <w:rsid w:val="00F73A32"/>
    <w:rsid w:val="00F75F9B"/>
    <w:rsid w:val="00F7704B"/>
    <w:rsid w:val="00F80FF9"/>
    <w:rsid w:val="00F81447"/>
    <w:rsid w:val="00F82A1B"/>
    <w:rsid w:val="00F83699"/>
    <w:rsid w:val="00F836E0"/>
    <w:rsid w:val="00F84AA6"/>
    <w:rsid w:val="00F84EFB"/>
    <w:rsid w:val="00F85717"/>
    <w:rsid w:val="00F87B7E"/>
    <w:rsid w:val="00F90253"/>
    <w:rsid w:val="00F905F6"/>
    <w:rsid w:val="00F90F9B"/>
    <w:rsid w:val="00F910F2"/>
    <w:rsid w:val="00F93043"/>
    <w:rsid w:val="00F95103"/>
    <w:rsid w:val="00F95263"/>
    <w:rsid w:val="00F958DF"/>
    <w:rsid w:val="00F9606E"/>
    <w:rsid w:val="00F9615E"/>
    <w:rsid w:val="00F9620B"/>
    <w:rsid w:val="00F96ED5"/>
    <w:rsid w:val="00F970F9"/>
    <w:rsid w:val="00FA03F4"/>
    <w:rsid w:val="00FA3145"/>
    <w:rsid w:val="00FA3694"/>
    <w:rsid w:val="00FA44BA"/>
    <w:rsid w:val="00FA4FF1"/>
    <w:rsid w:val="00FA61D8"/>
    <w:rsid w:val="00FB098C"/>
    <w:rsid w:val="00FB2703"/>
    <w:rsid w:val="00FB36FB"/>
    <w:rsid w:val="00FB3DE1"/>
    <w:rsid w:val="00FB4677"/>
    <w:rsid w:val="00FB4C35"/>
    <w:rsid w:val="00FB5105"/>
    <w:rsid w:val="00FB5115"/>
    <w:rsid w:val="00FB5795"/>
    <w:rsid w:val="00FB6C07"/>
    <w:rsid w:val="00FB7DBC"/>
    <w:rsid w:val="00FB7F39"/>
    <w:rsid w:val="00FC048C"/>
    <w:rsid w:val="00FC07EF"/>
    <w:rsid w:val="00FC0969"/>
    <w:rsid w:val="00FC0A1D"/>
    <w:rsid w:val="00FC1D58"/>
    <w:rsid w:val="00FC2AF3"/>
    <w:rsid w:val="00FC3570"/>
    <w:rsid w:val="00FC393B"/>
    <w:rsid w:val="00FC4AAF"/>
    <w:rsid w:val="00FC51FB"/>
    <w:rsid w:val="00FC52AD"/>
    <w:rsid w:val="00FC5A3A"/>
    <w:rsid w:val="00FC7400"/>
    <w:rsid w:val="00FD0036"/>
    <w:rsid w:val="00FD4F0F"/>
    <w:rsid w:val="00FD5724"/>
    <w:rsid w:val="00FD5A81"/>
    <w:rsid w:val="00FD6A82"/>
    <w:rsid w:val="00FD6BFF"/>
    <w:rsid w:val="00FD7CB4"/>
    <w:rsid w:val="00FE001B"/>
    <w:rsid w:val="00FE023D"/>
    <w:rsid w:val="00FE19F2"/>
    <w:rsid w:val="00FE1BE2"/>
    <w:rsid w:val="00FE2893"/>
    <w:rsid w:val="00FE3538"/>
    <w:rsid w:val="00FE380A"/>
    <w:rsid w:val="00FE4401"/>
    <w:rsid w:val="00FE5B47"/>
    <w:rsid w:val="00FE6040"/>
    <w:rsid w:val="00FE6CE6"/>
    <w:rsid w:val="00FE7D2F"/>
    <w:rsid w:val="00FF124A"/>
    <w:rsid w:val="00FF1E6E"/>
    <w:rsid w:val="00FF1F43"/>
    <w:rsid w:val="00FF2E4A"/>
    <w:rsid w:val="00FF3453"/>
    <w:rsid w:val="00FF3495"/>
    <w:rsid w:val="00FF3593"/>
    <w:rsid w:val="00FF38D9"/>
    <w:rsid w:val="00FF47B8"/>
    <w:rsid w:val="00FF4C9E"/>
    <w:rsid w:val="00FF56F4"/>
    <w:rsid w:val="00FF6261"/>
    <w:rsid w:val="00FF63E5"/>
    <w:rsid w:val="00FF6418"/>
    <w:rsid w:val="00FF6A70"/>
    <w:rsid w:val="00FF74A1"/>
    <w:rsid w:val="00FF752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3CC921D1"/>
  <w15:docId w15:val="{9053366D-3AA5-415C-826D-ACFCEBD69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4D7"/>
  </w:style>
  <w:style w:type="paragraph" w:styleId="Titre1">
    <w:name w:val="heading 1"/>
    <w:aliases w:val="RET Title 1"/>
    <w:basedOn w:val="Normal"/>
    <w:next w:val="Normal"/>
    <w:link w:val="Titre1Car"/>
    <w:uiPriority w:val="9"/>
    <w:qFormat/>
    <w:rsid w:val="004A04A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Titre2">
    <w:name w:val="heading 2"/>
    <w:aliases w:val="RET Title 2"/>
    <w:basedOn w:val="Normal"/>
    <w:next w:val="Normal"/>
    <w:link w:val="Titre2Car"/>
    <w:uiPriority w:val="9"/>
    <w:unhideWhenUsed/>
    <w:qFormat/>
    <w:rsid w:val="004A04A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Titre3">
    <w:name w:val="heading 3"/>
    <w:aliases w:val="RET Title 3"/>
    <w:basedOn w:val="Normal"/>
    <w:next w:val="Normal"/>
    <w:link w:val="Titre3Car"/>
    <w:uiPriority w:val="9"/>
    <w:unhideWhenUsed/>
    <w:qFormat/>
    <w:rsid w:val="004A04A0"/>
    <w:pPr>
      <w:pBdr>
        <w:top w:val="single" w:sz="6" w:space="2" w:color="4F81BD" w:themeColor="accent1"/>
      </w:pBdr>
      <w:spacing w:before="300" w:after="0"/>
      <w:outlineLvl w:val="2"/>
    </w:pPr>
    <w:rPr>
      <w:caps/>
      <w:color w:val="243F60" w:themeColor="accent1" w:themeShade="7F"/>
      <w:spacing w:val="15"/>
    </w:rPr>
  </w:style>
  <w:style w:type="paragraph" w:styleId="Titre4">
    <w:name w:val="heading 4"/>
    <w:aliases w:val="RET Title 4"/>
    <w:basedOn w:val="Normal"/>
    <w:next w:val="Normal"/>
    <w:link w:val="Titre4Car"/>
    <w:uiPriority w:val="9"/>
    <w:unhideWhenUsed/>
    <w:qFormat/>
    <w:rsid w:val="004A04A0"/>
    <w:pPr>
      <w:pBdr>
        <w:top w:val="dotted" w:sz="6" w:space="2" w:color="4F81BD" w:themeColor="accent1"/>
      </w:pBdr>
      <w:spacing w:before="200" w:after="0"/>
      <w:outlineLvl w:val="3"/>
    </w:pPr>
    <w:rPr>
      <w:caps/>
      <w:color w:val="365F91" w:themeColor="accent1" w:themeShade="BF"/>
      <w:spacing w:val="10"/>
    </w:rPr>
  </w:style>
  <w:style w:type="paragraph" w:styleId="Titre5">
    <w:name w:val="heading 5"/>
    <w:aliases w:val="RET Title 5"/>
    <w:basedOn w:val="Normal"/>
    <w:next w:val="Normal"/>
    <w:link w:val="Titre5Car"/>
    <w:uiPriority w:val="9"/>
    <w:unhideWhenUsed/>
    <w:qFormat/>
    <w:rsid w:val="004A04A0"/>
    <w:pPr>
      <w:pBdr>
        <w:bottom w:val="single" w:sz="6" w:space="1" w:color="4F81BD" w:themeColor="accent1"/>
      </w:pBdr>
      <w:spacing w:before="200" w:after="0"/>
      <w:outlineLvl w:val="4"/>
    </w:pPr>
    <w:rPr>
      <w:caps/>
      <w:color w:val="365F91" w:themeColor="accent1" w:themeShade="BF"/>
      <w:spacing w:val="10"/>
    </w:rPr>
  </w:style>
  <w:style w:type="paragraph" w:styleId="Titre6">
    <w:name w:val="heading 6"/>
    <w:basedOn w:val="Normal"/>
    <w:next w:val="Normal"/>
    <w:link w:val="Titre6Car"/>
    <w:uiPriority w:val="9"/>
    <w:semiHidden/>
    <w:unhideWhenUsed/>
    <w:qFormat/>
    <w:rsid w:val="004A04A0"/>
    <w:pPr>
      <w:pBdr>
        <w:bottom w:val="dotted" w:sz="6" w:space="1" w:color="4F81BD" w:themeColor="accent1"/>
      </w:pBdr>
      <w:spacing w:before="200" w:after="0"/>
      <w:outlineLvl w:val="5"/>
    </w:pPr>
    <w:rPr>
      <w:caps/>
      <w:color w:val="365F91" w:themeColor="accent1" w:themeShade="BF"/>
      <w:spacing w:val="10"/>
    </w:rPr>
  </w:style>
  <w:style w:type="paragraph" w:styleId="Titre7">
    <w:name w:val="heading 7"/>
    <w:basedOn w:val="Normal"/>
    <w:next w:val="Normal"/>
    <w:link w:val="Titre7Car"/>
    <w:uiPriority w:val="9"/>
    <w:semiHidden/>
    <w:unhideWhenUsed/>
    <w:qFormat/>
    <w:rsid w:val="004A04A0"/>
    <w:pPr>
      <w:spacing w:before="200" w:after="0"/>
      <w:outlineLvl w:val="6"/>
    </w:pPr>
    <w:rPr>
      <w:caps/>
      <w:color w:val="365F91" w:themeColor="accent1" w:themeShade="BF"/>
      <w:spacing w:val="10"/>
    </w:rPr>
  </w:style>
  <w:style w:type="paragraph" w:styleId="Titre8">
    <w:name w:val="heading 8"/>
    <w:basedOn w:val="Normal"/>
    <w:next w:val="Normal"/>
    <w:link w:val="Titre8Car"/>
    <w:uiPriority w:val="9"/>
    <w:semiHidden/>
    <w:unhideWhenUsed/>
    <w:qFormat/>
    <w:rsid w:val="004A04A0"/>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4A04A0"/>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rsid w:val="00BB2911"/>
    <w:pPr>
      <w:spacing w:line="240" w:lineRule="auto"/>
    </w:pPr>
    <w:rPr>
      <w:rFonts w:ascii="Tahoma" w:hAnsi="Tahoma" w:cs="Tahoma"/>
      <w:sz w:val="16"/>
      <w:szCs w:val="16"/>
    </w:rPr>
  </w:style>
  <w:style w:type="character" w:customStyle="1" w:styleId="TextodegloboCar">
    <w:name w:val="Texto de globo Car"/>
    <w:rsid w:val="00BB2911"/>
    <w:rPr>
      <w:rFonts w:ascii="Tahoma" w:hAnsi="Tahoma" w:cs="Tahoma"/>
      <w:sz w:val="16"/>
      <w:szCs w:val="16"/>
    </w:rPr>
  </w:style>
  <w:style w:type="paragraph" w:styleId="En-tte">
    <w:name w:val="header"/>
    <w:basedOn w:val="Normal"/>
    <w:link w:val="En-tteCar"/>
    <w:uiPriority w:val="99"/>
    <w:rsid w:val="00BB2911"/>
    <w:pPr>
      <w:tabs>
        <w:tab w:val="center" w:pos="4419"/>
        <w:tab w:val="right" w:pos="8838"/>
      </w:tabs>
      <w:spacing w:line="240" w:lineRule="auto"/>
    </w:pPr>
  </w:style>
  <w:style w:type="character" w:customStyle="1" w:styleId="EncabezadoCar">
    <w:name w:val="Encabezado Car"/>
    <w:basedOn w:val="Policepardfaut"/>
    <w:rsid w:val="00BB2911"/>
  </w:style>
  <w:style w:type="paragraph" w:styleId="Pieddepage">
    <w:name w:val="footer"/>
    <w:basedOn w:val="Normal"/>
    <w:rsid w:val="00BB2911"/>
    <w:pPr>
      <w:tabs>
        <w:tab w:val="center" w:pos="4419"/>
        <w:tab w:val="right" w:pos="8838"/>
      </w:tabs>
      <w:spacing w:line="240" w:lineRule="auto"/>
    </w:pPr>
  </w:style>
  <w:style w:type="character" w:customStyle="1" w:styleId="PiedepginaCar">
    <w:name w:val="Pie de página Car"/>
    <w:basedOn w:val="Policepardfaut"/>
    <w:rsid w:val="00BB2911"/>
  </w:style>
  <w:style w:type="paragraph" w:styleId="NormalWeb">
    <w:name w:val="Normal (Web)"/>
    <w:basedOn w:val="Normal"/>
    <w:uiPriority w:val="99"/>
    <w:unhideWhenUsed/>
    <w:rsid w:val="00BE1722"/>
    <w:pPr>
      <w:spacing w:beforeAutospacing="1" w:after="100" w:afterAutospacing="1" w:line="240" w:lineRule="auto"/>
    </w:pPr>
    <w:rPr>
      <w:rFonts w:ascii="Times" w:hAnsi="Times"/>
    </w:rPr>
  </w:style>
  <w:style w:type="character" w:styleId="Numrodepage">
    <w:name w:val="page number"/>
    <w:basedOn w:val="Policepardfaut"/>
    <w:uiPriority w:val="99"/>
    <w:semiHidden/>
    <w:unhideWhenUsed/>
    <w:rsid w:val="00DF31E5"/>
  </w:style>
  <w:style w:type="character" w:styleId="Lienhypertexte">
    <w:name w:val="Hyperlink"/>
    <w:uiPriority w:val="99"/>
    <w:unhideWhenUsed/>
    <w:rsid w:val="003638F3"/>
    <w:rPr>
      <w:color w:val="0000FF"/>
      <w:u w:val="single"/>
    </w:rPr>
  </w:style>
  <w:style w:type="character" w:customStyle="1" w:styleId="Titre1Car">
    <w:name w:val="Titre 1 Car"/>
    <w:aliases w:val="RET Title 1 Car"/>
    <w:basedOn w:val="Policepardfaut"/>
    <w:link w:val="Titre1"/>
    <w:uiPriority w:val="9"/>
    <w:rsid w:val="004A04A0"/>
    <w:rPr>
      <w:caps/>
      <w:color w:val="FFFFFF" w:themeColor="background1"/>
      <w:spacing w:val="15"/>
      <w:sz w:val="22"/>
      <w:szCs w:val="22"/>
      <w:shd w:val="clear" w:color="auto" w:fill="4F81BD" w:themeFill="accent1"/>
    </w:rPr>
  </w:style>
  <w:style w:type="character" w:customStyle="1" w:styleId="Titre2Car">
    <w:name w:val="Titre 2 Car"/>
    <w:aliases w:val="RET Title 2 Car"/>
    <w:basedOn w:val="Policepardfaut"/>
    <w:link w:val="Titre2"/>
    <w:uiPriority w:val="9"/>
    <w:rsid w:val="004A04A0"/>
    <w:rPr>
      <w:caps/>
      <w:spacing w:val="15"/>
      <w:shd w:val="clear" w:color="auto" w:fill="DBE5F1" w:themeFill="accent1" w:themeFillTint="33"/>
    </w:rPr>
  </w:style>
  <w:style w:type="character" w:customStyle="1" w:styleId="Titre3Car">
    <w:name w:val="Titre 3 Car"/>
    <w:aliases w:val="RET Title 3 Car"/>
    <w:basedOn w:val="Policepardfaut"/>
    <w:link w:val="Titre3"/>
    <w:uiPriority w:val="9"/>
    <w:rsid w:val="004A04A0"/>
    <w:rPr>
      <w:caps/>
      <w:color w:val="243F60" w:themeColor="accent1" w:themeShade="7F"/>
      <w:spacing w:val="15"/>
    </w:rPr>
  </w:style>
  <w:style w:type="character" w:customStyle="1" w:styleId="Titre4Car">
    <w:name w:val="Titre 4 Car"/>
    <w:aliases w:val="RET Title 4 Car"/>
    <w:basedOn w:val="Policepardfaut"/>
    <w:link w:val="Titre4"/>
    <w:uiPriority w:val="9"/>
    <w:rsid w:val="004A04A0"/>
    <w:rPr>
      <w:caps/>
      <w:color w:val="365F91" w:themeColor="accent1" w:themeShade="BF"/>
      <w:spacing w:val="10"/>
    </w:rPr>
  </w:style>
  <w:style w:type="character" w:customStyle="1" w:styleId="Titre5Car">
    <w:name w:val="Titre 5 Car"/>
    <w:aliases w:val="RET Title 5 Car"/>
    <w:basedOn w:val="Policepardfaut"/>
    <w:link w:val="Titre5"/>
    <w:uiPriority w:val="9"/>
    <w:rsid w:val="004A04A0"/>
    <w:rPr>
      <w:caps/>
      <w:color w:val="365F91" w:themeColor="accent1" w:themeShade="BF"/>
      <w:spacing w:val="10"/>
    </w:rPr>
  </w:style>
  <w:style w:type="character" w:customStyle="1" w:styleId="Titre6Car">
    <w:name w:val="Titre 6 Car"/>
    <w:basedOn w:val="Policepardfaut"/>
    <w:link w:val="Titre6"/>
    <w:uiPriority w:val="9"/>
    <w:semiHidden/>
    <w:rsid w:val="004A04A0"/>
    <w:rPr>
      <w:caps/>
      <w:color w:val="365F91" w:themeColor="accent1" w:themeShade="BF"/>
      <w:spacing w:val="10"/>
    </w:rPr>
  </w:style>
  <w:style w:type="paragraph" w:styleId="TM5">
    <w:name w:val="toc 5"/>
    <w:basedOn w:val="Normal"/>
    <w:next w:val="Normal"/>
    <w:autoRedefine/>
    <w:uiPriority w:val="39"/>
    <w:unhideWhenUsed/>
    <w:rsid w:val="004436EB"/>
    <w:pPr>
      <w:ind w:left="880"/>
    </w:pPr>
  </w:style>
  <w:style w:type="paragraph" w:styleId="TM1">
    <w:name w:val="toc 1"/>
    <w:basedOn w:val="Normal"/>
    <w:next w:val="Normal"/>
    <w:autoRedefine/>
    <w:uiPriority w:val="39"/>
    <w:unhideWhenUsed/>
    <w:rsid w:val="004436EB"/>
    <w:pPr>
      <w:spacing w:before="120" w:after="240"/>
    </w:pPr>
    <w:rPr>
      <w:rFonts w:ascii="Gotham Rounded Medium" w:hAnsi="Gotham Rounded Medium"/>
      <w:color w:val="5091CD"/>
      <w:sz w:val="36"/>
    </w:rPr>
  </w:style>
  <w:style w:type="paragraph" w:styleId="TM2">
    <w:name w:val="toc 2"/>
    <w:basedOn w:val="Normal"/>
    <w:next w:val="Normal"/>
    <w:autoRedefine/>
    <w:uiPriority w:val="39"/>
    <w:unhideWhenUsed/>
    <w:rsid w:val="004436EB"/>
    <w:pPr>
      <w:spacing w:before="120" w:after="120"/>
      <w:ind w:left="221"/>
    </w:pPr>
    <w:rPr>
      <w:rFonts w:ascii="Gotham Rounded Medium" w:hAnsi="Gotham Rounded Medium"/>
      <w:sz w:val="28"/>
    </w:rPr>
  </w:style>
  <w:style w:type="paragraph" w:styleId="TM3">
    <w:name w:val="toc 3"/>
    <w:basedOn w:val="Normal"/>
    <w:next w:val="Normal"/>
    <w:autoRedefine/>
    <w:uiPriority w:val="39"/>
    <w:unhideWhenUsed/>
    <w:rsid w:val="004436EB"/>
    <w:pPr>
      <w:ind w:left="442"/>
    </w:pPr>
    <w:rPr>
      <w:sz w:val="28"/>
    </w:rPr>
  </w:style>
  <w:style w:type="paragraph" w:styleId="TM4">
    <w:name w:val="toc 4"/>
    <w:basedOn w:val="Normal"/>
    <w:next w:val="Normal"/>
    <w:autoRedefine/>
    <w:uiPriority w:val="39"/>
    <w:unhideWhenUsed/>
    <w:rsid w:val="004436EB"/>
    <w:pPr>
      <w:ind w:left="658"/>
    </w:pPr>
    <w:rPr>
      <w:rFonts w:ascii="Gotham Rounded Light" w:hAnsi="Gotham Rounded Light"/>
      <w:i/>
      <w:sz w:val="28"/>
    </w:rPr>
  </w:style>
  <w:style w:type="paragraph" w:styleId="TM6">
    <w:name w:val="toc 6"/>
    <w:basedOn w:val="Normal"/>
    <w:next w:val="Normal"/>
    <w:autoRedefine/>
    <w:uiPriority w:val="39"/>
    <w:unhideWhenUsed/>
    <w:rsid w:val="004436EB"/>
    <w:pPr>
      <w:ind w:left="1100"/>
    </w:pPr>
  </w:style>
  <w:style w:type="paragraph" w:styleId="TM7">
    <w:name w:val="toc 7"/>
    <w:basedOn w:val="Normal"/>
    <w:next w:val="Normal"/>
    <w:autoRedefine/>
    <w:uiPriority w:val="39"/>
    <w:unhideWhenUsed/>
    <w:rsid w:val="004436EB"/>
    <w:pPr>
      <w:ind w:left="1320"/>
    </w:pPr>
  </w:style>
  <w:style w:type="paragraph" w:styleId="TM8">
    <w:name w:val="toc 8"/>
    <w:basedOn w:val="Normal"/>
    <w:next w:val="Normal"/>
    <w:autoRedefine/>
    <w:uiPriority w:val="39"/>
    <w:unhideWhenUsed/>
    <w:rsid w:val="004436EB"/>
    <w:pPr>
      <w:ind w:left="1540"/>
    </w:pPr>
  </w:style>
  <w:style w:type="paragraph" w:styleId="TM9">
    <w:name w:val="toc 9"/>
    <w:basedOn w:val="Normal"/>
    <w:next w:val="Normal"/>
    <w:autoRedefine/>
    <w:uiPriority w:val="39"/>
    <w:unhideWhenUsed/>
    <w:rsid w:val="004436EB"/>
    <w:pPr>
      <w:ind w:left="1760"/>
    </w:pPr>
  </w:style>
  <w:style w:type="paragraph" w:styleId="Paragraphedeliste">
    <w:name w:val="List Paragraph"/>
    <w:basedOn w:val="Normal"/>
    <w:uiPriority w:val="34"/>
    <w:qFormat/>
    <w:rsid w:val="00F75F9B"/>
    <w:pPr>
      <w:ind w:left="720"/>
      <w:contextualSpacing/>
    </w:pPr>
  </w:style>
  <w:style w:type="character" w:styleId="Marquedecommentaire">
    <w:name w:val="annotation reference"/>
    <w:basedOn w:val="Policepardfaut"/>
    <w:uiPriority w:val="99"/>
    <w:semiHidden/>
    <w:unhideWhenUsed/>
    <w:rsid w:val="00CE4C94"/>
    <w:rPr>
      <w:sz w:val="16"/>
      <w:szCs w:val="16"/>
    </w:rPr>
  </w:style>
  <w:style w:type="paragraph" w:styleId="Commentaire">
    <w:name w:val="annotation text"/>
    <w:basedOn w:val="Normal"/>
    <w:link w:val="CommentaireCar"/>
    <w:uiPriority w:val="99"/>
    <w:unhideWhenUsed/>
    <w:rsid w:val="00CE4C94"/>
    <w:pPr>
      <w:spacing w:line="240" w:lineRule="auto"/>
    </w:pPr>
  </w:style>
  <w:style w:type="character" w:customStyle="1" w:styleId="CommentaireCar">
    <w:name w:val="Commentaire Car"/>
    <w:basedOn w:val="Policepardfaut"/>
    <w:link w:val="Commentaire"/>
    <w:uiPriority w:val="99"/>
    <w:rsid w:val="00CE4C94"/>
    <w:rPr>
      <w:rFonts w:ascii="Arial Narrow" w:hAnsi="Arial Narrow"/>
      <w:lang w:val="en-GB"/>
    </w:rPr>
  </w:style>
  <w:style w:type="paragraph" w:styleId="Objetducommentaire">
    <w:name w:val="annotation subject"/>
    <w:basedOn w:val="Commentaire"/>
    <w:next w:val="Commentaire"/>
    <w:link w:val="ObjetducommentaireCar"/>
    <w:uiPriority w:val="99"/>
    <w:semiHidden/>
    <w:unhideWhenUsed/>
    <w:rsid w:val="00CE4C94"/>
    <w:rPr>
      <w:b/>
      <w:bCs/>
    </w:rPr>
  </w:style>
  <w:style w:type="character" w:customStyle="1" w:styleId="ObjetducommentaireCar">
    <w:name w:val="Objet du commentaire Car"/>
    <w:basedOn w:val="CommentaireCar"/>
    <w:link w:val="Objetducommentaire"/>
    <w:uiPriority w:val="99"/>
    <w:semiHidden/>
    <w:rsid w:val="00CE4C94"/>
    <w:rPr>
      <w:rFonts w:ascii="Arial Narrow" w:hAnsi="Arial Narrow"/>
      <w:b/>
      <w:bCs/>
      <w:lang w:val="en-GB"/>
    </w:rPr>
  </w:style>
  <w:style w:type="paragraph" w:customStyle="1" w:styleId="Default">
    <w:name w:val="Default"/>
    <w:rsid w:val="00C87E51"/>
    <w:pPr>
      <w:autoSpaceDE w:val="0"/>
      <w:autoSpaceDN w:val="0"/>
      <w:adjustRightInd w:val="0"/>
    </w:pPr>
    <w:rPr>
      <w:rFonts w:ascii="Calibri" w:hAnsi="Calibri" w:cs="Calibri"/>
      <w:color w:val="000000"/>
      <w:sz w:val="24"/>
      <w:szCs w:val="24"/>
    </w:rPr>
  </w:style>
  <w:style w:type="table" w:styleId="Grilledutableau">
    <w:name w:val="Table Grid"/>
    <w:basedOn w:val="TableauNormal"/>
    <w:uiPriority w:val="39"/>
    <w:rsid w:val="00E05D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Policepardfaut"/>
    <w:rsid w:val="002A457C"/>
  </w:style>
  <w:style w:type="table" w:customStyle="1" w:styleId="TableauGrille1Clair-Accentuation51">
    <w:name w:val="Tableau Grille 1 Clair - Accentuation 51"/>
    <w:basedOn w:val="TableauNormal"/>
    <w:uiPriority w:val="46"/>
    <w:rsid w:val="00D5624F"/>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Titre7Car">
    <w:name w:val="Titre 7 Car"/>
    <w:basedOn w:val="Policepardfaut"/>
    <w:link w:val="Titre7"/>
    <w:uiPriority w:val="9"/>
    <w:semiHidden/>
    <w:rsid w:val="004A04A0"/>
    <w:rPr>
      <w:caps/>
      <w:color w:val="365F91" w:themeColor="accent1" w:themeShade="BF"/>
      <w:spacing w:val="10"/>
    </w:rPr>
  </w:style>
  <w:style w:type="character" w:customStyle="1" w:styleId="Titre8Car">
    <w:name w:val="Titre 8 Car"/>
    <w:basedOn w:val="Policepardfaut"/>
    <w:link w:val="Titre8"/>
    <w:uiPriority w:val="9"/>
    <w:semiHidden/>
    <w:rsid w:val="004A04A0"/>
    <w:rPr>
      <w:caps/>
      <w:spacing w:val="10"/>
      <w:sz w:val="18"/>
      <w:szCs w:val="18"/>
    </w:rPr>
  </w:style>
  <w:style w:type="character" w:customStyle="1" w:styleId="Titre9Car">
    <w:name w:val="Titre 9 Car"/>
    <w:basedOn w:val="Policepardfaut"/>
    <w:link w:val="Titre9"/>
    <w:uiPriority w:val="9"/>
    <w:semiHidden/>
    <w:rsid w:val="004A04A0"/>
    <w:rPr>
      <w:i/>
      <w:iCs/>
      <w:caps/>
      <w:spacing w:val="10"/>
      <w:sz w:val="18"/>
      <w:szCs w:val="18"/>
    </w:rPr>
  </w:style>
  <w:style w:type="paragraph" w:styleId="Lgende">
    <w:name w:val="caption"/>
    <w:basedOn w:val="Normal"/>
    <w:next w:val="Normal"/>
    <w:uiPriority w:val="35"/>
    <w:semiHidden/>
    <w:unhideWhenUsed/>
    <w:qFormat/>
    <w:rsid w:val="004A04A0"/>
    <w:rPr>
      <w:b/>
      <w:bCs/>
      <w:color w:val="365F91" w:themeColor="accent1" w:themeShade="BF"/>
      <w:sz w:val="16"/>
      <w:szCs w:val="16"/>
    </w:rPr>
  </w:style>
  <w:style w:type="paragraph" w:styleId="Titre">
    <w:name w:val="Title"/>
    <w:basedOn w:val="Normal"/>
    <w:next w:val="Normal"/>
    <w:link w:val="TitreCar"/>
    <w:uiPriority w:val="10"/>
    <w:qFormat/>
    <w:rsid w:val="004A04A0"/>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reCar">
    <w:name w:val="Titre Car"/>
    <w:basedOn w:val="Policepardfaut"/>
    <w:link w:val="Titre"/>
    <w:uiPriority w:val="10"/>
    <w:rsid w:val="004A04A0"/>
    <w:rPr>
      <w:rFonts w:asciiTheme="majorHAnsi" w:eastAsiaTheme="majorEastAsia" w:hAnsiTheme="majorHAnsi" w:cstheme="majorBidi"/>
      <w:caps/>
      <w:color w:val="4F81BD" w:themeColor="accent1"/>
      <w:spacing w:val="10"/>
      <w:sz w:val="52"/>
      <w:szCs w:val="52"/>
    </w:rPr>
  </w:style>
  <w:style w:type="paragraph" w:styleId="Sous-titre">
    <w:name w:val="Subtitle"/>
    <w:basedOn w:val="Normal"/>
    <w:next w:val="Normal"/>
    <w:link w:val="Sous-titreCar"/>
    <w:uiPriority w:val="11"/>
    <w:qFormat/>
    <w:rsid w:val="004A04A0"/>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4A04A0"/>
    <w:rPr>
      <w:caps/>
      <w:color w:val="595959" w:themeColor="text1" w:themeTint="A6"/>
      <w:spacing w:val="10"/>
      <w:sz w:val="21"/>
      <w:szCs w:val="21"/>
    </w:rPr>
  </w:style>
  <w:style w:type="character" w:styleId="lev">
    <w:name w:val="Strong"/>
    <w:uiPriority w:val="22"/>
    <w:qFormat/>
    <w:rsid w:val="004A04A0"/>
    <w:rPr>
      <w:b/>
      <w:bCs/>
    </w:rPr>
  </w:style>
  <w:style w:type="character" w:styleId="Accentuation">
    <w:name w:val="Emphasis"/>
    <w:uiPriority w:val="20"/>
    <w:qFormat/>
    <w:rsid w:val="004A04A0"/>
    <w:rPr>
      <w:caps/>
      <w:color w:val="243F60" w:themeColor="accent1" w:themeShade="7F"/>
      <w:spacing w:val="5"/>
    </w:rPr>
  </w:style>
  <w:style w:type="paragraph" w:styleId="Sansinterligne">
    <w:name w:val="No Spacing"/>
    <w:uiPriority w:val="1"/>
    <w:qFormat/>
    <w:rsid w:val="004A04A0"/>
    <w:pPr>
      <w:spacing w:after="0" w:line="240" w:lineRule="auto"/>
    </w:pPr>
  </w:style>
  <w:style w:type="paragraph" w:styleId="Citation">
    <w:name w:val="Quote"/>
    <w:basedOn w:val="Normal"/>
    <w:next w:val="Normal"/>
    <w:link w:val="CitationCar"/>
    <w:uiPriority w:val="29"/>
    <w:qFormat/>
    <w:rsid w:val="004A04A0"/>
    <w:rPr>
      <w:i/>
      <w:iCs/>
      <w:sz w:val="24"/>
      <w:szCs w:val="24"/>
    </w:rPr>
  </w:style>
  <w:style w:type="character" w:customStyle="1" w:styleId="CitationCar">
    <w:name w:val="Citation Car"/>
    <w:basedOn w:val="Policepardfaut"/>
    <w:link w:val="Citation"/>
    <w:uiPriority w:val="29"/>
    <w:rsid w:val="004A04A0"/>
    <w:rPr>
      <w:i/>
      <w:iCs/>
      <w:sz w:val="24"/>
      <w:szCs w:val="24"/>
    </w:rPr>
  </w:style>
  <w:style w:type="paragraph" w:styleId="Citationintense">
    <w:name w:val="Intense Quote"/>
    <w:basedOn w:val="Normal"/>
    <w:next w:val="Normal"/>
    <w:link w:val="CitationintenseCar"/>
    <w:uiPriority w:val="30"/>
    <w:qFormat/>
    <w:rsid w:val="004A04A0"/>
    <w:pPr>
      <w:spacing w:before="240" w:after="240" w:line="240" w:lineRule="auto"/>
      <w:ind w:left="1080" w:right="1080"/>
      <w:jc w:val="center"/>
    </w:pPr>
    <w:rPr>
      <w:color w:val="4F81BD" w:themeColor="accent1"/>
      <w:sz w:val="24"/>
      <w:szCs w:val="24"/>
    </w:rPr>
  </w:style>
  <w:style w:type="character" w:customStyle="1" w:styleId="CitationintenseCar">
    <w:name w:val="Citation intense Car"/>
    <w:basedOn w:val="Policepardfaut"/>
    <w:link w:val="Citationintense"/>
    <w:uiPriority w:val="30"/>
    <w:rsid w:val="004A04A0"/>
    <w:rPr>
      <w:color w:val="4F81BD" w:themeColor="accent1"/>
      <w:sz w:val="24"/>
      <w:szCs w:val="24"/>
    </w:rPr>
  </w:style>
  <w:style w:type="character" w:styleId="Accentuationlgre">
    <w:name w:val="Subtle Emphasis"/>
    <w:uiPriority w:val="19"/>
    <w:qFormat/>
    <w:rsid w:val="004A04A0"/>
    <w:rPr>
      <w:i/>
      <w:iCs/>
      <w:color w:val="243F60" w:themeColor="accent1" w:themeShade="7F"/>
    </w:rPr>
  </w:style>
  <w:style w:type="character" w:styleId="Accentuationintense">
    <w:name w:val="Intense Emphasis"/>
    <w:uiPriority w:val="21"/>
    <w:qFormat/>
    <w:rsid w:val="004A04A0"/>
    <w:rPr>
      <w:b/>
      <w:bCs/>
      <w:caps/>
      <w:color w:val="243F60" w:themeColor="accent1" w:themeShade="7F"/>
      <w:spacing w:val="10"/>
    </w:rPr>
  </w:style>
  <w:style w:type="character" w:styleId="Rfrencelgre">
    <w:name w:val="Subtle Reference"/>
    <w:uiPriority w:val="31"/>
    <w:qFormat/>
    <w:rsid w:val="004A04A0"/>
    <w:rPr>
      <w:b/>
      <w:bCs/>
      <w:color w:val="4F81BD" w:themeColor="accent1"/>
    </w:rPr>
  </w:style>
  <w:style w:type="character" w:styleId="Rfrenceintense">
    <w:name w:val="Intense Reference"/>
    <w:uiPriority w:val="32"/>
    <w:qFormat/>
    <w:rsid w:val="004A04A0"/>
    <w:rPr>
      <w:b/>
      <w:bCs/>
      <w:i/>
      <w:iCs/>
      <w:caps/>
      <w:color w:val="4F81BD" w:themeColor="accent1"/>
    </w:rPr>
  </w:style>
  <w:style w:type="character" w:styleId="Titredulivre">
    <w:name w:val="Book Title"/>
    <w:uiPriority w:val="33"/>
    <w:qFormat/>
    <w:rsid w:val="004A04A0"/>
    <w:rPr>
      <w:b/>
      <w:bCs/>
      <w:i/>
      <w:iCs/>
      <w:spacing w:val="0"/>
    </w:rPr>
  </w:style>
  <w:style w:type="paragraph" w:styleId="En-ttedetabledesmatires">
    <w:name w:val="TOC Heading"/>
    <w:basedOn w:val="Titre1"/>
    <w:next w:val="Normal"/>
    <w:uiPriority w:val="39"/>
    <w:semiHidden/>
    <w:unhideWhenUsed/>
    <w:qFormat/>
    <w:rsid w:val="004A04A0"/>
    <w:pPr>
      <w:outlineLvl w:val="9"/>
    </w:pPr>
  </w:style>
  <w:style w:type="table" w:styleId="TableauListe7Couleur-Accentuation5">
    <w:name w:val="List Table 7 Colorful Accent 5"/>
    <w:basedOn w:val="TableauNormal"/>
    <w:uiPriority w:val="52"/>
    <w:rsid w:val="00C0027C"/>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4-Accentuation1">
    <w:name w:val="List Table 4 Accent 1"/>
    <w:basedOn w:val="TableauNormal"/>
    <w:uiPriority w:val="49"/>
    <w:rsid w:val="00C0027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simple4">
    <w:name w:val="Plain Table 4"/>
    <w:basedOn w:val="TableauNormal"/>
    <w:uiPriority w:val="44"/>
    <w:rsid w:val="005821B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En-tteCar">
    <w:name w:val="En-tête Car"/>
    <w:basedOn w:val="Policepardfaut"/>
    <w:link w:val="En-tte"/>
    <w:uiPriority w:val="99"/>
    <w:rsid w:val="006E0597"/>
  </w:style>
  <w:style w:type="paragraph" w:customStyle="1" w:styleId="Standard">
    <w:name w:val="Standard"/>
    <w:rsid w:val="00607C4C"/>
    <w:pPr>
      <w:widowControl w:val="0"/>
      <w:suppressAutoHyphens/>
      <w:autoSpaceDN w:val="0"/>
      <w:spacing w:before="0" w:after="0" w:line="240" w:lineRule="auto"/>
      <w:textAlignment w:val="baseline"/>
    </w:pPr>
    <w:rPr>
      <w:rFonts w:ascii="Liberation Serif" w:eastAsia="SimSun" w:hAnsi="Liberation Serif" w:cs="Tahoma"/>
      <w:color w:val="000000"/>
      <w:kern w:val="3"/>
      <w:sz w:val="24"/>
      <w:szCs w:val="24"/>
      <w:lang w:val="en-US" w:eastAsia="zh-CN" w:bidi="hi-IN"/>
    </w:rPr>
  </w:style>
  <w:style w:type="paragraph" w:styleId="Rvision">
    <w:name w:val="Revision"/>
    <w:hidden/>
    <w:uiPriority w:val="71"/>
    <w:semiHidden/>
    <w:rsid w:val="00704302"/>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43024">
      <w:bodyDiv w:val="1"/>
      <w:marLeft w:val="0"/>
      <w:marRight w:val="0"/>
      <w:marTop w:val="0"/>
      <w:marBottom w:val="0"/>
      <w:divBdr>
        <w:top w:val="none" w:sz="0" w:space="0" w:color="auto"/>
        <w:left w:val="none" w:sz="0" w:space="0" w:color="auto"/>
        <w:bottom w:val="none" w:sz="0" w:space="0" w:color="auto"/>
        <w:right w:val="none" w:sz="0" w:space="0" w:color="auto"/>
      </w:divBdr>
    </w:div>
    <w:div w:id="194777019">
      <w:bodyDiv w:val="1"/>
      <w:marLeft w:val="0"/>
      <w:marRight w:val="0"/>
      <w:marTop w:val="0"/>
      <w:marBottom w:val="0"/>
      <w:divBdr>
        <w:top w:val="none" w:sz="0" w:space="0" w:color="auto"/>
        <w:left w:val="none" w:sz="0" w:space="0" w:color="auto"/>
        <w:bottom w:val="none" w:sz="0" w:space="0" w:color="auto"/>
        <w:right w:val="none" w:sz="0" w:space="0" w:color="auto"/>
      </w:divBdr>
    </w:div>
    <w:div w:id="366176767">
      <w:bodyDiv w:val="1"/>
      <w:marLeft w:val="0"/>
      <w:marRight w:val="0"/>
      <w:marTop w:val="0"/>
      <w:marBottom w:val="0"/>
      <w:divBdr>
        <w:top w:val="none" w:sz="0" w:space="0" w:color="auto"/>
        <w:left w:val="none" w:sz="0" w:space="0" w:color="auto"/>
        <w:bottom w:val="none" w:sz="0" w:space="0" w:color="auto"/>
        <w:right w:val="none" w:sz="0" w:space="0" w:color="auto"/>
      </w:divBdr>
    </w:div>
    <w:div w:id="423695827">
      <w:bodyDiv w:val="1"/>
      <w:marLeft w:val="0"/>
      <w:marRight w:val="0"/>
      <w:marTop w:val="0"/>
      <w:marBottom w:val="0"/>
      <w:divBdr>
        <w:top w:val="none" w:sz="0" w:space="0" w:color="auto"/>
        <w:left w:val="none" w:sz="0" w:space="0" w:color="auto"/>
        <w:bottom w:val="none" w:sz="0" w:space="0" w:color="auto"/>
        <w:right w:val="none" w:sz="0" w:space="0" w:color="auto"/>
      </w:divBdr>
    </w:div>
    <w:div w:id="449518978">
      <w:bodyDiv w:val="1"/>
      <w:marLeft w:val="0"/>
      <w:marRight w:val="0"/>
      <w:marTop w:val="0"/>
      <w:marBottom w:val="0"/>
      <w:divBdr>
        <w:top w:val="none" w:sz="0" w:space="0" w:color="auto"/>
        <w:left w:val="none" w:sz="0" w:space="0" w:color="auto"/>
        <w:bottom w:val="none" w:sz="0" w:space="0" w:color="auto"/>
        <w:right w:val="none" w:sz="0" w:space="0" w:color="auto"/>
      </w:divBdr>
    </w:div>
    <w:div w:id="518085616">
      <w:bodyDiv w:val="1"/>
      <w:marLeft w:val="0"/>
      <w:marRight w:val="0"/>
      <w:marTop w:val="0"/>
      <w:marBottom w:val="0"/>
      <w:divBdr>
        <w:top w:val="none" w:sz="0" w:space="0" w:color="auto"/>
        <w:left w:val="none" w:sz="0" w:space="0" w:color="auto"/>
        <w:bottom w:val="none" w:sz="0" w:space="0" w:color="auto"/>
        <w:right w:val="none" w:sz="0" w:space="0" w:color="auto"/>
      </w:divBdr>
    </w:div>
    <w:div w:id="744717698">
      <w:bodyDiv w:val="1"/>
      <w:marLeft w:val="0"/>
      <w:marRight w:val="0"/>
      <w:marTop w:val="0"/>
      <w:marBottom w:val="0"/>
      <w:divBdr>
        <w:top w:val="none" w:sz="0" w:space="0" w:color="auto"/>
        <w:left w:val="none" w:sz="0" w:space="0" w:color="auto"/>
        <w:bottom w:val="none" w:sz="0" w:space="0" w:color="auto"/>
        <w:right w:val="none" w:sz="0" w:space="0" w:color="auto"/>
      </w:divBdr>
      <w:divsChild>
        <w:div w:id="1971284499">
          <w:marLeft w:val="0"/>
          <w:marRight w:val="0"/>
          <w:marTop w:val="0"/>
          <w:marBottom w:val="0"/>
          <w:divBdr>
            <w:top w:val="none" w:sz="0" w:space="0" w:color="auto"/>
            <w:left w:val="none" w:sz="0" w:space="0" w:color="auto"/>
            <w:bottom w:val="none" w:sz="0" w:space="0" w:color="auto"/>
            <w:right w:val="none" w:sz="0" w:space="0" w:color="auto"/>
          </w:divBdr>
        </w:div>
        <w:div w:id="36517412">
          <w:marLeft w:val="0"/>
          <w:marRight w:val="0"/>
          <w:marTop w:val="0"/>
          <w:marBottom w:val="0"/>
          <w:divBdr>
            <w:top w:val="none" w:sz="0" w:space="0" w:color="auto"/>
            <w:left w:val="none" w:sz="0" w:space="0" w:color="auto"/>
            <w:bottom w:val="none" w:sz="0" w:space="0" w:color="auto"/>
            <w:right w:val="none" w:sz="0" w:space="0" w:color="auto"/>
          </w:divBdr>
        </w:div>
        <w:div w:id="608703589">
          <w:marLeft w:val="0"/>
          <w:marRight w:val="0"/>
          <w:marTop w:val="0"/>
          <w:marBottom w:val="0"/>
          <w:divBdr>
            <w:top w:val="none" w:sz="0" w:space="0" w:color="auto"/>
            <w:left w:val="none" w:sz="0" w:space="0" w:color="auto"/>
            <w:bottom w:val="none" w:sz="0" w:space="0" w:color="auto"/>
            <w:right w:val="none" w:sz="0" w:space="0" w:color="auto"/>
          </w:divBdr>
        </w:div>
        <w:div w:id="1878660156">
          <w:marLeft w:val="0"/>
          <w:marRight w:val="0"/>
          <w:marTop w:val="0"/>
          <w:marBottom w:val="0"/>
          <w:divBdr>
            <w:top w:val="none" w:sz="0" w:space="0" w:color="auto"/>
            <w:left w:val="none" w:sz="0" w:space="0" w:color="auto"/>
            <w:bottom w:val="none" w:sz="0" w:space="0" w:color="auto"/>
            <w:right w:val="none" w:sz="0" w:space="0" w:color="auto"/>
          </w:divBdr>
        </w:div>
        <w:div w:id="1354110521">
          <w:marLeft w:val="0"/>
          <w:marRight w:val="0"/>
          <w:marTop w:val="0"/>
          <w:marBottom w:val="0"/>
          <w:divBdr>
            <w:top w:val="none" w:sz="0" w:space="0" w:color="auto"/>
            <w:left w:val="none" w:sz="0" w:space="0" w:color="auto"/>
            <w:bottom w:val="none" w:sz="0" w:space="0" w:color="auto"/>
            <w:right w:val="none" w:sz="0" w:space="0" w:color="auto"/>
          </w:divBdr>
        </w:div>
        <w:div w:id="350961958">
          <w:marLeft w:val="0"/>
          <w:marRight w:val="0"/>
          <w:marTop w:val="0"/>
          <w:marBottom w:val="0"/>
          <w:divBdr>
            <w:top w:val="none" w:sz="0" w:space="0" w:color="auto"/>
            <w:left w:val="none" w:sz="0" w:space="0" w:color="auto"/>
            <w:bottom w:val="none" w:sz="0" w:space="0" w:color="auto"/>
            <w:right w:val="none" w:sz="0" w:space="0" w:color="auto"/>
          </w:divBdr>
        </w:div>
        <w:div w:id="2095585570">
          <w:marLeft w:val="0"/>
          <w:marRight w:val="0"/>
          <w:marTop w:val="0"/>
          <w:marBottom w:val="0"/>
          <w:divBdr>
            <w:top w:val="none" w:sz="0" w:space="0" w:color="auto"/>
            <w:left w:val="none" w:sz="0" w:space="0" w:color="auto"/>
            <w:bottom w:val="none" w:sz="0" w:space="0" w:color="auto"/>
            <w:right w:val="none" w:sz="0" w:space="0" w:color="auto"/>
          </w:divBdr>
        </w:div>
        <w:div w:id="811287100">
          <w:marLeft w:val="0"/>
          <w:marRight w:val="0"/>
          <w:marTop w:val="0"/>
          <w:marBottom w:val="0"/>
          <w:divBdr>
            <w:top w:val="none" w:sz="0" w:space="0" w:color="auto"/>
            <w:left w:val="none" w:sz="0" w:space="0" w:color="auto"/>
            <w:bottom w:val="none" w:sz="0" w:space="0" w:color="auto"/>
            <w:right w:val="none" w:sz="0" w:space="0" w:color="auto"/>
          </w:divBdr>
        </w:div>
        <w:div w:id="434984045">
          <w:marLeft w:val="0"/>
          <w:marRight w:val="0"/>
          <w:marTop w:val="0"/>
          <w:marBottom w:val="0"/>
          <w:divBdr>
            <w:top w:val="none" w:sz="0" w:space="0" w:color="auto"/>
            <w:left w:val="none" w:sz="0" w:space="0" w:color="auto"/>
            <w:bottom w:val="none" w:sz="0" w:space="0" w:color="auto"/>
            <w:right w:val="none" w:sz="0" w:space="0" w:color="auto"/>
          </w:divBdr>
        </w:div>
        <w:div w:id="232467828">
          <w:marLeft w:val="0"/>
          <w:marRight w:val="0"/>
          <w:marTop w:val="0"/>
          <w:marBottom w:val="0"/>
          <w:divBdr>
            <w:top w:val="none" w:sz="0" w:space="0" w:color="auto"/>
            <w:left w:val="none" w:sz="0" w:space="0" w:color="auto"/>
            <w:bottom w:val="none" w:sz="0" w:space="0" w:color="auto"/>
            <w:right w:val="none" w:sz="0" w:space="0" w:color="auto"/>
          </w:divBdr>
        </w:div>
        <w:div w:id="1550411284">
          <w:marLeft w:val="0"/>
          <w:marRight w:val="0"/>
          <w:marTop w:val="0"/>
          <w:marBottom w:val="0"/>
          <w:divBdr>
            <w:top w:val="none" w:sz="0" w:space="0" w:color="auto"/>
            <w:left w:val="none" w:sz="0" w:space="0" w:color="auto"/>
            <w:bottom w:val="none" w:sz="0" w:space="0" w:color="auto"/>
            <w:right w:val="none" w:sz="0" w:space="0" w:color="auto"/>
          </w:divBdr>
        </w:div>
        <w:div w:id="1164709063">
          <w:marLeft w:val="0"/>
          <w:marRight w:val="0"/>
          <w:marTop w:val="0"/>
          <w:marBottom w:val="0"/>
          <w:divBdr>
            <w:top w:val="none" w:sz="0" w:space="0" w:color="auto"/>
            <w:left w:val="none" w:sz="0" w:space="0" w:color="auto"/>
            <w:bottom w:val="none" w:sz="0" w:space="0" w:color="auto"/>
            <w:right w:val="none" w:sz="0" w:space="0" w:color="auto"/>
          </w:divBdr>
        </w:div>
      </w:divsChild>
    </w:div>
    <w:div w:id="771705527">
      <w:bodyDiv w:val="1"/>
      <w:marLeft w:val="0"/>
      <w:marRight w:val="0"/>
      <w:marTop w:val="0"/>
      <w:marBottom w:val="0"/>
      <w:divBdr>
        <w:top w:val="none" w:sz="0" w:space="0" w:color="auto"/>
        <w:left w:val="none" w:sz="0" w:space="0" w:color="auto"/>
        <w:bottom w:val="none" w:sz="0" w:space="0" w:color="auto"/>
        <w:right w:val="none" w:sz="0" w:space="0" w:color="auto"/>
      </w:divBdr>
    </w:div>
    <w:div w:id="924340472">
      <w:bodyDiv w:val="1"/>
      <w:marLeft w:val="0"/>
      <w:marRight w:val="0"/>
      <w:marTop w:val="0"/>
      <w:marBottom w:val="0"/>
      <w:divBdr>
        <w:top w:val="none" w:sz="0" w:space="0" w:color="auto"/>
        <w:left w:val="none" w:sz="0" w:space="0" w:color="auto"/>
        <w:bottom w:val="none" w:sz="0" w:space="0" w:color="auto"/>
        <w:right w:val="none" w:sz="0" w:space="0" w:color="auto"/>
      </w:divBdr>
    </w:div>
    <w:div w:id="1375277495">
      <w:bodyDiv w:val="1"/>
      <w:marLeft w:val="0"/>
      <w:marRight w:val="0"/>
      <w:marTop w:val="0"/>
      <w:marBottom w:val="0"/>
      <w:divBdr>
        <w:top w:val="none" w:sz="0" w:space="0" w:color="auto"/>
        <w:left w:val="none" w:sz="0" w:space="0" w:color="auto"/>
        <w:bottom w:val="none" w:sz="0" w:space="0" w:color="auto"/>
        <w:right w:val="none" w:sz="0" w:space="0" w:color="auto"/>
      </w:divBdr>
    </w:div>
    <w:div w:id="1377505675">
      <w:bodyDiv w:val="1"/>
      <w:marLeft w:val="0"/>
      <w:marRight w:val="0"/>
      <w:marTop w:val="0"/>
      <w:marBottom w:val="0"/>
      <w:divBdr>
        <w:top w:val="none" w:sz="0" w:space="0" w:color="auto"/>
        <w:left w:val="none" w:sz="0" w:space="0" w:color="auto"/>
        <w:bottom w:val="none" w:sz="0" w:space="0" w:color="auto"/>
        <w:right w:val="none" w:sz="0" w:space="0" w:color="auto"/>
      </w:divBdr>
    </w:div>
    <w:div w:id="1380009634">
      <w:bodyDiv w:val="1"/>
      <w:marLeft w:val="0"/>
      <w:marRight w:val="0"/>
      <w:marTop w:val="0"/>
      <w:marBottom w:val="0"/>
      <w:divBdr>
        <w:top w:val="none" w:sz="0" w:space="0" w:color="auto"/>
        <w:left w:val="none" w:sz="0" w:space="0" w:color="auto"/>
        <w:bottom w:val="none" w:sz="0" w:space="0" w:color="auto"/>
        <w:right w:val="none" w:sz="0" w:space="0" w:color="auto"/>
      </w:divBdr>
    </w:div>
    <w:div w:id="1504005150">
      <w:bodyDiv w:val="1"/>
      <w:marLeft w:val="0"/>
      <w:marRight w:val="0"/>
      <w:marTop w:val="0"/>
      <w:marBottom w:val="0"/>
      <w:divBdr>
        <w:top w:val="none" w:sz="0" w:space="0" w:color="auto"/>
        <w:left w:val="none" w:sz="0" w:space="0" w:color="auto"/>
        <w:bottom w:val="none" w:sz="0" w:space="0" w:color="auto"/>
        <w:right w:val="none" w:sz="0" w:space="0" w:color="auto"/>
      </w:divBdr>
    </w:div>
    <w:div w:id="1630892545">
      <w:bodyDiv w:val="1"/>
      <w:marLeft w:val="0"/>
      <w:marRight w:val="0"/>
      <w:marTop w:val="0"/>
      <w:marBottom w:val="0"/>
      <w:divBdr>
        <w:top w:val="none" w:sz="0" w:space="0" w:color="auto"/>
        <w:left w:val="none" w:sz="0" w:space="0" w:color="auto"/>
        <w:bottom w:val="none" w:sz="0" w:space="0" w:color="auto"/>
        <w:right w:val="none" w:sz="0" w:space="0" w:color="auto"/>
      </w:divBdr>
    </w:div>
    <w:div w:id="1659646295">
      <w:bodyDiv w:val="1"/>
      <w:marLeft w:val="0"/>
      <w:marRight w:val="0"/>
      <w:marTop w:val="0"/>
      <w:marBottom w:val="0"/>
      <w:divBdr>
        <w:top w:val="none" w:sz="0" w:space="0" w:color="auto"/>
        <w:left w:val="none" w:sz="0" w:space="0" w:color="auto"/>
        <w:bottom w:val="none" w:sz="0" w:space="0" w:color="auto"/>
        <w:right w:val="none" w:sz="0" w:space="0" w:color="auto"/>
      </w:divBdr>
    </w:div>
    <w:div w:id="1715890151">
      <w:bodyDiv w:val="1"/>
      <w:marLeft w:val="0"/>
      <w:marRight w:val="0"/>
      <w:marTop w:val="0"/>
      <w:marBottom w:val="0"/>
      <w:divBdr>
        <w:top w:val="none" w:sz="0" w:space="0" w:color="auto"/>
        <w:left w:val="none" w:sz="0" w:space="0" w:color="auto"/>
        <w:bottom w:val="none" w:sz="0" w:space="0" w:color="auto"/>
        <w:right w:val="none" w:sz="0" w:space="0" w:color="auto"/>
      </w:divBdr>
    </w:div>
    <w:div w:id="1791967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wmf"/><Relationship Id="rId5" Type="http://schemas.openxmlformats.org/officeDocument/2006/relationships/image" Target="media/image7.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ffice\LOCALS~1\Temp\Modele%20-%20RET%20document%20standard%20-%20Pays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DABFD-8248-4D21-875E-A200F9A2D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 - RET document standard - Paysage</Template>
  <TotalTime>1</TotalTime>
  <Pages>3</Pages>
  <Words>756</Words>
  <Characters>4315</Characters>
  <Application>Microsoft Office Word</Application>
  <DocSecurity>0</DocSecurity>
  <Lines>35</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Cedric Nkurunziza</cp:lastModifiedBy>
  <cp:revision>2</cp:revision>
  <cp:lastPrinted>2024-04-02T09:57:00Z</cp:lastPrinted>
  <dcterms:created xsi:type="dcterms:W3CDTF">2024-09-03T10:14:00Z</dcterms:created>
  <dcterms:modified xsi:type="dcterms:W3CDTF">2024-09-03T10:14:00Z</dcterms:modified>
</cp:coreProperties>
</file>